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F28" w:rsidRPr="00A76F28" w:rsidRDefault="00A76F28" w:rsidP="00C13B8F">
      <w:pPr>
        <w:pStyle w:val="20"/>
        <w:spacing w:line="240" w:lineRule="auto"/>
        <w:ind w:left="5760" w:firstLine="720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A76F28">
        <w:rPr>
          <w:rFonts w:ascii="Times New Roman" w:hAnsi="Times New Roman"/>
          <w:sz w:val="28"/>
          <w:szCs w:val="28"/>
          <w:lang w:eastAsia="ru-RU"/>
        </w:rPr>
        <w:t>УТВЕРЖДЕН</w:t>
      </w:r>
    </w:p>
    <w:p w:rsidR="00A76F28" w:rsidRPr="00A76F28" w:rsidRDefault="00C13B8F" w:rsidP="00C13B8F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ab/>
        <w:t xml:space="preserve">  </w:t>
      </w:r>
      <w:r w:rsidR="00A76F28" w:rsidRPr="00A76F28">
        <w:rPr>
          <w:rFonts w:ascii="Times New Roman" w:hAnsi="Times New Roman"/>
          <w:sz w:val="28"/>
          <w:szCs w:val="28"/>
          <w:lang w:eastAsia="ru-RU"/>
        </w:rPr>
        <w:t>постановлением администрации</w:t>
      </w:r>
    </w:p>
    <w:p w:rsidR="00A76F28" w:rsidRPr="00A76F28" w:rsidRDefault="00A76F28" w:rsidP="00C13B8F">
      <w:pPr>
        <w:pStyle w:val="20"/>
        <w:spacing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A76F28">
        <w:rPr>
          <w:rFonts w:ascii="Times New Roman" w:hAnsi="Times New Roman"/>
          <w:sz w:val="28"/>
          <w:szCs w:val="28"/>
          <w:lang w:eastAsia="ru-RU"/>
        </w:rPr>
        <w:t>городского округа город Воронеж</w:t>
      </w:r>
    </w:p>
    <w:p w:rsidR="00A76F28" w:rsidRPr="00A76F28" w:rsidRDefault="00C0406F" w:rsidP="00C0406F">
      <w:pPr>
        <w:pStyle w:val="20"/>
        <w:tabs>
          <w:tab w:val="left" w:pos="5790"/>
          <w:tab w:val="right" w:pos="9356"/>
        </w:tabs>
        <w:spacing w:line="240" w:lineRule="auto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   </w:t>
      </w:r>
      <w:r w:rsidR="00A76F28" w:rsidRPr="00A76F28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 xml:space="preserve">16.06.2025    </w:t>
      </w:r>
      <w:r w:rsidR="00A76F28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935</w:t>
      </w:r>
    </w:p>
    <w:p w:rsidR="0057782F" w:rsidRDefault="0057782F" w:rsidP="0057782F">
      <w:pPr>
        <w:pStyle w:val="20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C14F5" w:rsidRDefault="00DC14F5" w:rsidP="0057782F">
      <w:pPr>
        <w:pStyle w:val="20"/>
        <w:spacing w:line="240" w:lineRule="auto"/>
        <w:jc w:val="right"/>
        <w:rPr>
          <w:rFonts w:ascii="Times New Roman" w:hAnsi="Times New Roman"/>
          <w:sz w:val="28"/>
          <w:szCs w:val="28"/>
        </w:rPr>
      </w:pPr>
    </w:p>
    <w:p w:rsidR="00DA3A17" w:rsidRDefault="00DA3A17" w:rsidP="00DA3A17">
      <w:pPr>
        <w:pStyle w:val="2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A3A17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Р Е Ч Е Н Ь</w:t>
      </w:r>
    </w:p>
    <w:p w:rsidR="0057782F" w:rsidRDefault="00DA3A17" w:rsidP="00DA3A17">
      <w:pPr>
        <w:pStyle w:val="2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3A17">
        <w:rPr>
          <w:rFonts w:ascii="Times New Roman" w:hAnsi="Times New Roman"/>
          <w:b/>
          <w:sz w:val="28"/>
          <w:szCs w:val="28"/>
        </w:rPr>
        <w:t xml:space="preserve"> земельных участков, находящихся в собственности муниципального образования городской округ город Воронеж, </w:t>
      </w:r>
      <w:r w:rsidR="009A303F" w:rsidRPr="009A303F">
        <w:rPr>
          <w:rFonts w:ascii="Times New Roman" w:hAnsi="Times New Roman"/>
          <w:b/>
          <w:sz w:val="28"/>
          <w:szCs w:val="28"/>
        </w:rPr>
        <w:t>подлежащих бесплатному предоставлению в собственность граждан, имеющих трех и более детей, на территории Воронежской области</w:t>
      </w:r>
    </w:p>
    <w:p w:rsidR="00DA3A17" w:rsidRPr="00DA3A17" w:rsidRDefault="00DA3A17" w:rsidP="00DA3A17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A3A17" w:rsidRPr="00DA3A17" w:rsidRDefault="00DA3A17" w:rsidP="00DA3A17">
      <w:pPr>
        <w:pStyle w:val="20"/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589"/>
        <w:gridCol w:w="4684"/>
        <w:gridCol w:w="2540"/>
        <w:gridCol w:w="1558"/>
      </w:tblGrid>
      <w:tr w:rsidR="00DA3A17" w:rsidRPr="009A303F" w:rsidTr="007F6D31">
        <w:trPr>
          <w:trHeight w:val="580"/>
          <w:tblHeader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A17" w:rsidRPr="007806F1" w:rsidRDefault="00DA3A17" w:rsidP="009A303F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7806F1">
              <w:rPr>
                <w:b/>
                <w:sz w:val="26"/>
                <w:szCs w:val="26"/>
                <w:lang w:eastAsia="ru-RU"/>
              </w:rPr>
              <w:t xml:space="preserve">№ </w:t>
            </w:r>
            <w:proofErr w:type="gramStart"/>
            <w:r w:rsidRPr="007806F1">
              <w:rPr>
                <w:b/>
                <w:sz w:val="26"/>
                <w:szCs w:val="26"/>
                <w:lang w:eastAsia="ru-RU"/>
              </w:rPr>
              <w:t>п</w:t>
            </w:r>
            <w:proofErr w:type="gramEnd"/>
            <w:r w:rsidRPr="007806F1">
              <w:rPr>
                <w:b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A17" w:rsidRPr="007806F1" w:rsidRDefault="00DA3A17" w:rsidP="009A303F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7806F1">
              <w:rPr>
                <w:b/>
                <w:sz w:val="26"/>
                <w:szCs w:val="26"/>
                <w:lang w:eastAsia="ru-RU"/>
              </w:rPr>
              <w:t>Местоположение земельного участка (адрес)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A3A17" w:rsidRPr="007806F1" w:rsidRDefault="00DA3A17" w:rsidP="009A303F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7806F1">
              <w:rPr>
                <w:b/>
                <w:sz w:val="26"/>
                <w:szCs w:val="26"/>
                <w:lang w:eastAsia="ru-RU"/>
              </w:rPr>
              <w:t>Кадастровый номер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A17" w:rsidRPr="007806F1" w:rsidRDefault="00DA3A17" w:rsidP="009A303F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7806F1">
              <w:rPr>
                <w:b/>
                <w:sz w:val="26"/>
                <w:szCs w:val="26"/>
                <w:lang w:eastAsia="ru-RU"/>
              </w:rPr>
              <w:t>Площадь</w:t>
            </w:r>
            <w:r w:rsidR="007F6D31">
              <w:rPr>
                <w:b/>
                <w:sz w:val="26"/>
                <w:szCs w:val="26"/>
                <w:lang w:eastAsia="ru-RU"/>
              </w:rPr>
              <w:t>,</w:t>
            </w:r>
          </w:p>
          <w:p w:rsidR="00DA3A17" w:rsidRPr="007806F1" w:rsidRDefault="00E45E68" w:rsidP="009A303F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7806F1">
              <w:rPr>
                <w:b/>
                <w:sz w:val="26"/>
                <w:szCs w:val="26"/>
                <w:lang w:eastAsia="ru-RU"/>
              </w:rPr>
              <w:t>кв.</w:t>
            </w:r>
            <w:r w:rsidR="007F6D31">
              <w:rPr>
                <w:b/>
                <w:sz w:val="26"/>
                <w:szCs w:val="26"/>
                <w:lang w:eastAsia="ru-RU"/>
              </w:rPr>
              <w:t xml:space="preserve"> </w:t>
            </w:r>
            <w:r w:rsidR="00DA3A17" w:rsidRPr="007806F1">
              <w:rPr>
                <w:b/>
                <w:sz w:val="26"/>
                <w:szCs w:val="26"/>
                <w:lang w:eastAsia="ru-RU"/>
              </w:rPr>
              <w:t>м</w:t>
            </w:r>
          </w:p>
        </w:tc>
      </w:tr>
      <w:tr w:rsidR="00DA3A17" w:rsidRPr="009A303F" w:rsidTr="00DA3A17">
        <w:trPr>
          <w:trHeight w:val="58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7F6D31" w:rsidP="009A303F">
            <w:pPr>
              <w:jc w:val="center"/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И</w:t>
            </w:r>
            <w:r w:rsidR="00DA3A17" w:rsidRPr="007806F1">
              <w:rPr>
                <w:sz w:val="26"/>
                <w:szCs w:val="26"/>
                <w:lang w:eastAsia="ru-RU"/>
              </w:rPr>
              <w:t>ндивидуальное жилищное строительство</w:t>
            </w:r>
          </w:p>
        </w:tc>
      </w:tr>
      <w:tr w:rsidR="00DA3A17" w:rsidRPr="009A303F" w:rsidTr="00E45E68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F1" w:rsidRPr="007806F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Воронежск</w:t>
            </w:r>
            <w:r w:rsidR="00E45E68" w:rsidRPr="007806F1">
              <w:rPr>
                <w:sz w:val="26"/>
                <w:szCs w:val="26"/>
              </w:rPr>
              <w:t>ая область,</w:t>
            </w:r>
          </w:p>
          <w:p w:rsidR="00DA3A17" w:rsidRPr="007806F1" w:rsidRDefault="00E45E68" w:rsidP="009A303F">
            <w:pPr>
              <w:jc w:val="center"/>
              <w:rPr>
                <w:color w:val="000000"/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 xml:space="preserve"> город Воронеж, улица</w:t>
            </w:r>
            <w:r w:rsidR="00DA3A17" w:rsidRPr="007806F1">
              <w:rPr>
                <w:sz w:val="26"/>
                <w:szCs w:val="26"/>
              </w:rPr>
              <w:t xml:space="preserve">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</w:t>
            </w:r>
            <w:r w:rsidR="009A303F" w:rsidRPr="007806F1">
              <w:rPr>
                <w:color w:val="000000"/>
                <w:sz w:val="26"/>
                <w:szCs w:val="26"/>
                <w:lang w:eastAsia="ru-RU"/>
              </w:rPr>
              <w:t>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590</w:t>
            </w:r>
          </w:p>
        </w:tc>
      </w:tr>
      <w:tr w:rsidR="00DA3A17" w:rsidRPr="009A303F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F1" w:rsidRPr="007806F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 xml:space="preserve">Воронежская область, </w:t>
            </w:r>
          </w:p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36:34:0547010:507</w:t>
            </w:r>
            <w:r w:rsidR="00DA3A17" w:rsidRPr="007806F1">
              <w:rPr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700</w:t>
            </w:r>
          </w:p>
        </w:tc>
      </w:tr>
      <w:tr w:rsidR="00DA3A17" w:rsidRPr="009A303F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F1" w:rsidRPr="007806F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 xml:space="preserve">Воронежская область, </w:t>
            </w:r>
          </w:p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</w:t>
            </w:r>
            <w:r w:rsidR="009A303F" w:rsidRPr="007806F1">
              <w:rPr>
                <w:color w:val="000000"/>
                <w:sz w:val="26"/>
                <w:szCs w:val="26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640</w:t>
            </w:r>
          </w:p>
        </w:tc>
      </w:tr>
      <w:tr w:rsidR="00DA3A17" w:rsidRPr="009A303F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F1" w:rsidRPr="007806F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Воронежская область,</w:t>
            </w:r>
          </w:p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 xml:space="preserve">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</w:t>
            </w:r>
            <w:r w:rsidR="009A303F" w:rsidRPr="007806F1">
              <w:rPr>
                <w:color w:val="000000"/>
                <w:sz w:val="26"/>
                <w:szCs w:val="26"/>
                <w:lang w:eastAsia="ru-RU"/>
              </w:rPr>
              <w:t>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412</w:t>
            </w:r>
          </w:p>
        </w:tc>
      </w:tr>
      <w:tr w:rsidR="00DA3A17" w:rsidRPr="009A303F" w:rsidTr="00E45E68">
        <w:trPr>
          <w:trHeight w:val="607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D3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Воронежская область,</w:t>
            </w:r>
          </w:p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 xml:space="preserve">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</w:t>
            </w:r>
            <w:r w:rsidR="009A303F" w:rsidRPr="007806F1">
              <w:rPr>
                <w:color w:val="000000"/>
                <w:sz w:val="26"/>
                <w:szCs w:val="26"/>
                <w:lang w:eastAsia="ru-RU"/>
              </w:rPr>
              <w:t>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600</w:t>
            </w:r>
          </w:p>
        </w:tc>
      </w:tr>
      <w:tr w:rsidR="00DA3A17" w:rsidRPr="009A303F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F1" w:rsidRPr="007806F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 xml:space="preserve">Воронежская область, </w:t>
            </w:r>
          </w:p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</w:t>
            </w:r>
            <w:r w:rsidR="009A303F" w:rsidRPr="007806F1">
              <w:rPr>
                <w:color w:val="000000"/>
                <w:sz w:val="26"/>
                <w:szCs w:val="26"/>
                <w:lang w:eastAsia="ru-RU"/>
              </w:rPr>
              <w:t>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600</w:t>
            </w:r>
          </w:p>
        </w:tc>
      </w:tr>
      <w:tr w:rsidR="00DA3A17" w:rsidRPr="009A303F" w:rsidTr="00E45E68">
        <w:trPr>
          <w:trHeight w:val="668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F1" w:rsidRPr="007806F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 xml:space="preserve">Воронежская область, </w:t>
            </w:r>
          </w:p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sz w:val="26"/>
                <w:szCs w:val="26"/>
              </w:rPr>
              <w:t>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</w:t>
            </w:r>
            <w:r w:rsidR="009A303F" w:rsidRPr="007806F1">
              <w:rPr>
                <w:color w:val="000000"/>
                <w:sz w:val="26"/>
                <w:szCs w:val="26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600</w:t>
            </w:r>
          </w:p>
        </w:tc>
      </w:tr>
      <w:tr w:rsidR="00DA3A17" w:rsidRPr="009A303F" w:rsidTr="00E45E68">
        <w:trPr>
          <w:trHeight w:val="58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F1" w:rsidRPr="007806F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Воронежская область,</w:t>
            </w:r>
          </w:p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sz w:val="26"/>
                <w:szCs w:val="26"/>
              </w:rPr>
              <w:t xml:space="preserve">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</w:t>
            </w:r>
            <w:r w:rsidR="009A303F" w:rsidRPr="007806F1">
              <w:rPr>
                <w:color w:val="000000"/>
                <w:sz w:val="26"/>
                <w:szCs w:val="26"/>
                <w:lang w:eastAsia="ru-RU"/>
              </w:rPr>
              <w:t>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600</w:t>
            </w:r>
          </w:p>
        </w:tc>
      </w:tr>
      <w:tr w:rsidR="00DA3A17" w:rsidRPr="009A303F" w:rsidTr="00E45E68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F1" w:rsidRPr="007806F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Воронежская область,</w:t>
            </w:r>
          </w:p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sz w:val="26"/>
                <w:szCs w:val="26"/>
              </w:rPr>
              <w:t xml:space="preserve"> 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</w:t>
            </w:r>
            <w:r w:rsidR="009A303F" w:rsidRPr="007806F1">
              <w:rPr>
                <w:color w:val="000000"/>
                <w:sz w:val="26"/>
                <w:szCs w:val="26"/>
                <w:lang w:eastAsia="ru-RU"/>
              </w:rPr>
              <w:t>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621</w:t>
            </w:r>
          </w:p>
        </w:tc>
      </w:tr>
      <w:tr w:rsidR="00DA3A17" w:rsidRPr="009A303F" w:rsidTr="00E45E68">
        <w:trPr>
          <w:trHeight w:val="664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4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F1" w:rsidRPr="007806F1" w:rsidRDefault="00DA3A17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 xml:space="preserve">Воронежская область, </w:t>
            </w:r>
          </w:p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sz w:val="26"/>
                <w:szCs w:val="26"/>
              </w:rPr>
              <w:t>город Воронеж, улица Генерала Шатилова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A17" w:rsidRPr="007806F1" w:rsidRDefault="00DA3A17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36:34:0547010:50</w:t>
            </w:r>
            <w:r w:rsidR="009A303F" w:rsidRPr="007806F1">
              <w:rPr>
                <w:color w:val="000000"/>
                <w:sz w:val="26"/>
                <w:szCs w:val="26"/>
                <w:lang w:eastAsia="ru-RU"/>
              </w:rPr>
              <w:t>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3A17" w:rsidRPr="007806F1" w:rsidRDefault="009A303F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621</w:t>
            </w:r>
          </w:p>
        </w:tc>
      </w:tr>
      <w:tr w:rsidR="00172273" w:rsidRPr="009A303F" w:rsidTr="00F12223">
        <w:trPr>
          <w:trHeight w:val="58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7806F1" w:rsidRDefault="007F6D31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</w:t>
            </w:r>
            <w:r w:rsidR="00172273" w:rsidRPr="007806F1">
              <w:rPr>
                <w:color w:val="000000"/>
                <w:sz w:val="26"/>
                <w:szCs w:val="26"/>
                <w:lang w:eastAsia="ru-RU"/>
              </w:rPr>
              <w:t>едение садоводства</w:t>
            </w:r>
          </w:p>
        </w:tc>
      </w:tr>
      <w:tr w:rsidR="00172273" w:rsidRPr="009A303F" w:rsidTr="00172273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7806F1" w:rsidRDefault="00172273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7806F1" w:rsidRDefault="00172273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273" w:rsidRPr="007806F1" w:rsidRDefault="00172273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7806F1" w:rsidRDefault="00172273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  <w:tr w:rsidR="00172273" w:rsidRPr="009A303F" w:rsidTr="00CA54F1">
        <w:trPr>
          <w:trHeight w:val="580"/>
        </w:trPr>
        <w:tc>
          <w:tcPr>
            <w:tcW w:w="9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7806F1" w:rsidRDefault="007F6D31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>
              <w:rPr>
                <w:color w:val="000000"/>
                <w:sz w:val="26"/>
                <w:szCs w:val="26"/>
                <w:lang w:eastAsia="ru-RU"/>
              </w:rPr>
              <w:t>В</w:t>
            </w:r>
            <w:r w:rsidR="00172273" w:rsidRPr="007806F1">
              <w:rPr>
                <w:color w:val="000000"/>
                <w:sz w:val="26"/>
                <w:szCs w:val="26"/>
                <w:lang w:eastAsia="ru-RU"/>
              </w:rPr>
              <w:t>едение личного подсобного хозяйства</w:t>
            </w:r>
          </w:p>
        </w:tc>
      </w:tr>
      <w:tr w:rsidR="00172273" w:rsidRPr="009A303F" w:rsidTr="00172273">
        <w:trPr>
          <w:trHeight w:val="58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7806F1" w:rsidRDefault="00172273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7806F1" w:rsidRDefault="002B3536" w:rsidP="009A303F">
            <w:pPr>
              <w:jc w:val="center"/>
              <w:rPr>
                <w:sz w:val="26"/>
                <w:szCs w:val="26"/>
              </w:rPr>
            </w:pPr>
            <w:r w:rsidRPr="007806F1">
              <w:rPr>
                <w:sz w:val="26"/>
                <w:szCs w:val="26"/>
              </w:rPr>
              <w:t>-</w:t>
            </w:r>
          </w:p>
        </w:tc>
        <w:tc>
          <w:tcPr>
            <w:tcW w:w="2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273" w:rsidRPr="007806F1" w:rsidRDefault="002B3536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273" w:rsidRPr="007806F1" w:rsidRDefault="002B3536" w:rsidP="009A303F">
            <w:pPr>
              <w:jc w:val="center"/>
              <w:rPr>
                <w:color w:val="000000"/>
                <w:sz w:val="26"/>
                <w:szCs w:val="26"/>
                <w:lang w:eastAsia="ru-RU"/>
              </w:rPr>
            </w:pPr>
            <w:r w:rsidRPr="007806F1">
              <w:rPr>
                <w:color w:val="000000"/>
                <w:sz w:val="26"/>
                <w:szCs w:val="26"/>
                <w:lang w:eastAsia="ru-RU"/>
              </w:rPr>
              <w:t>-</w:t>
            </w:r>
          </w:p>
        </w:tc>
      </w:tr>
    </w:tbl>
    <w:p w:rsidR="0057782F" w:rsidRPr="009A303F" w:rsidRDefault="0057782F" w:rsidP="009A303F">
      <w:pPr>
        <w:pStyle w:val="20"/>
        <w:spacing w:line="240" w:lineRule="auto"/>
        <w:jc w:val="left"/>
        <w:rPr>
          <w:rFonts w:ascii="Times New Roman" w:hAnsi="Times New Roman"/>
          <w:szCs w:val="24"/>
        </w:rPr>
      </w:pPr>
    </w:p>
    <w:p w:rsidR="0057782F" w:rsidRPr="009A303F" w:rsidRDefault="0057782F" w:rsidP="009A303F">
      <w:pPr>
        <w:pStyle w:val="20"/>
        <w:spacing w:line="240" w:lineRule="auto"/>
        <w:rPr>
          <w:rFonts w:ascii="Times New Roman" w:hAnsi="Times New Roman"/>
          <w:szCs w:val="24"/>
        </w:rPr>
      </w:pPr>
    </w:p>
    <w:p w:rsidR="00E45E68" w:rsidRPr="003E51F1" w:rsidRDefault="00E45E68" w:rsidP="00E45E68">
      <w:pPr>
        <w:pStyle w:val="20"/>
        <w:spacing w:line="240" w:lineRule="auto"/>
        <w:rPr>
          <w:rFonts w:ascii="Times New Roman" w:hAnsi="Times New Roman"/>
          <w:sz w:val="28"/>
          <w:szCs w:val="28"/>
        </w:rPr>
      </w:pPr>
    </w:p>
    <w:p w:rsidR="007F6D31" w:rsidRDefault="007F6D31" w:rsidP="00E45E68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E51F1" w:rsidRDefault="007F6D31" w:rsidP="00E45E68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руководителя</w:t>
      </w:r>
      <w:r w:rsidR="003E51F1">
        <w:rPr>
          <w:sz w:val="28"/>
          <w:szCs w:val="28"/>
        </w:rPr>
        <w:t xml:space="preserve"> </w:t>
      </w:r>
      <w:r w:rsidR="003E51F1" w:rsidRPr="003E51F1">
        <w:rPr>
          <w:bCs/>
          <w:sz w:val="28"/>
          <w:szCs w:val="28"/>
        </w:rPr>
        <w:t>у</w:t>
      </w:r>
      <w:r w:rsidR="00A76F28" w:rsidRPr="003E51F1">
        <w:rPr>
          <w:bCs/>
          <w:sz w:val="28"/>
          <w:szCs w:val="28"/>
        </w:rPr>
        <w:t>правления</w:t>
      </w:r>
      <w:r w:rsidR="003E51F1" w:rsidRPr="003E51F1">
        <w:rPr>
          <w:bCs/>
          <w:sz w:val="28"/>
          <w:szCs w:val="28"/>
        </w:rPr>
        <w:t xml:space="preserve"> </w:t>
      </w:r>
    </w:p>
    <w:p w:rsidR="003E51F1" w:rsidRDefault="00A76F28" w:rsidP="00E45E68">
      <w:pPr>
        <w:jc w:val="both"/>
        <w:rPr>
          <w:bCs/>
          <w:sz w:val="28"/>
          <w:szCs w:val="28"/>
        </w:rPr>
      </w:pPr>
      <w:r w:rsidRPr="003E51F1">
        <w:rPr>
          <w:bCs/>
          <w:sz w:val="28"/>
          <w:szCs w:val="28"/>
        </w:rPr>
        <w:t>имущественных и земельных</w:t>
      </w:r>
    </w:p>
    <w:p w:rsidR="00A76F28" w:rsidRPr="003E51F1" w:rsidRDefault="00A76F28" w:rsidP="00E45E68">
      <w:pPr>
        <w:jc w:val="both"/>
        <w:rPr>
          <w:sz w:val="28"/>
          <w:szCs w:val="28"/>
        </w:rPr>
      </w:pPr>
      <w:r w:rsidRPr="003E51F1">
        <w:rPr>
          <w:bCs/>
          <w:sz w:val="28"/>
          <w:szCs w:val="28"/>
        </w:rPr>
        <w:t>отношений</w:t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</w:r>
      <w:r w:rsidR="003E51F1">
        <w:rPr>
          <w:bCs/>
          <w:sz w:val="28"/>
          <w:szCs w:val="28"/>
        </w:rPr>
        <w:tab/>
        <w:t xml:space="preserve">          </w:t>
      </w:r>
      <w:r w:rsidR="007F6D31">
        <w:rPr>
          <w:bCs/>
          <w:sz w:val="28"/>
          <w:szCs w:val="28"/>
        </w:rPr>
        <w:t xml:space="preserve">   </w:t>
      </w:r>
      <w:r w:rsidR="003E51F1">
        <w:rPr>
          <w:bCs/>
          <w:sz w:val="28"/>
          <w:szCs w:val="28"/>
        </w:rPr>
        <w:t xml:space="preserve"> </w:t>
      </w:r>
      <w:r w:rsidR="007F6D31">
        <w:rPr>
          <w:sz w:val="28"/>
          <w:szCs w:val="28"/>
        </w:rPr>
        <w:t>Ю.А. Комарова</w:t>
      </w:r>
    </w:p>
    <w:sectPr w:rsidR="00A76F28" w:rsidRPr="003E51F1" w:rsidSect="009A303F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1134" w:right="680" w:bottom="1134" w:left="187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6B4" w:rsidRDefault="005D36B4">
      <w:r>
        <w:separator/>
      </w:r>
    </w:p>
  </w:endnote>
  <w:endnote w:type="continuationSeparator" w:id="0">
    <w:p w:rsidR="005D36B4" w:rsidRDefault="005D3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6A" w:rsidRDefault="00556F6A">
    <w:pPr>
      <w:pStyle w:val="aa"/>
      <w:jc w:val="right"/>
    </w:pPr>
    <w:r>
      <w:rPr>
        <w:snapToGrid w:val="0"/>
        <w:lang w:eastAsia="ru-RU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6A" w:rsidRDefault="00556F6A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6B4" w:rsidRDefault="005D36B4">
      <w:r>
        <w:separator/>
      </w:r>
    </w:p>
  </w:footnote>
  <w:footnote w:type="continuationSeparator" w:id="0">
    <w:p w:rsidR="005D36B4" w:rsidRDefault="005D3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6F6A" w:rsidRDefault="001F550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56F6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56F6A" w:rsidRDefault="00556F6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63876"/>
      <w:docPartObj>
        <w:docPartGallery w:val="Page Numbers (Top of Page)"/>
        <w:docPartUnique/>
      </w:docPartObj>
    </w:sdtPr>
    <w:sdtEndPr/>
    <w:sdtContent>
      <w:p w:rsidR="002D112E" w:rsidRDefault="0006166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4A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B55E3" w:rsidRPr="00CB55E3" w:rsidRDefault="00CB55E3" w:rsidP="00CB55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53812"/>
    <w:multiLevelType w:val="hybridMultilevel"/>
    <w:tmpl w:val="BBF41C9C"/>
    <w:lvl w:ilvl="0" w:tplc="C020420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>
    <w:nsid w:val="04C2459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3736247"/>
    <w:multiLevelType w:val="hybridMultilevel"/>
    <w:tmpl w:val="83DAB31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67792"/>
    <w:multiLevelType w:val="singleLevel"/>
    <w:tmpl w:val="BC6612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32007943"/>
    <w:multiLevelType w:val="hybridMultilevel"/>
    <w:tmpl w:val="A0CC33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E626AAA"/>
    <w:multiLevelType w:val="hybridMultilevel"/>
    <w:tmpl w:val="4718F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C94160C"/>
    <w:multiLevelType w:val="multilevel"/>
    <w:tmpl w:val="31444B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7">
    <w:nsid w:val="50A05680"/>
    <w:multiLevelType w:val="hybridMultilevel"/>
    <w:tmpl w:val="E9A2A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4955E2"/>
    <w:multiLevelType w:val="hybridMultilevel"/>
    <w:tmpl w:val="4D16B78C"/>
    <w:lvl w:ilvl="0" w:tplc="D83C17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E957C4"/>
    <w:multiLevelType w:val="hybridMultilevel"/>
    <w:tmpl w:val="AC141A1A"/>
    <w:lvl w:ilvl="0" w:tplc="31C259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6DF09E0"/>
    <w:multiLevelType w:val="singleLevel"/>
    <w:tmpl w:val="01E4DD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>
    <w:nsid w:val="76FC707E"/>
    <w:multiLevelType w:val="hybridMultilevel"/>
    <w:tmpl w:val="2BC692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38F33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04022B"/>
    <w:multiLevelType w:val="singleLevel"/>
    <w:tmpl w:val="0F4C2DB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>
    <w:nsid w:val="7E4D1ACC"/>
    <w:multiLevelType w:val="singleLevel"/>
    <w:tmpl w:val="93BAC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0"/>
  </w:num>
  <w:num w:numId="3">
    <w:abstractNumId w:val="13"/>
  </w:num>
  <w:num w:numId="4">
    <w:abstractNumId w:val="1"/>
  </w:num>
  <w:num w:numId="5">
    <w:abstractNumId w:val="12"/>
  </w:num>
  <w:num w:numId="6">
    <w:abstractNumId w:val="4"/>
  </w:num>
  <w:num w:numId="7">
    <w:abstractNumId w:val="2"/>
  </w:num>
  <w:num w:numId="8">
    <w:abstractNumId w:val="7"/>
  </w:num>
  <w:num w:numId="9">
    <w:abstractNumId w:val="5"/>
  </w:num>
  <w:num w:numId="10">
    <w:abstractNumId w:val="9"/>
  </w:num>
  <w:num w:numId="11">
    <w:abstractNumId w:val="6"/>
  </w:num>
  <w:num w:numId="12">
    <w:abstractNumId w:val="11"/>
  </w:num>
  <w:num w:numId="13">
    <w:abstractNumId w:val="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4AC"/>
    <w:rsid w:val="000018E0"/>
    <w:rsid w:val="00005AFC"/>
    <w:rsid w:val="000073EC"/>
    <w:rsid w:val="000130DB"/>
    <w:rsid w:val="0002212C"/>
    <w:rsid w:val="00023C09"/>
    <w:rsid w:val="00024DD0"/>
    <w:rsid w:val="00037D8B"/>
    <w:rsid w:val="000416FC"/>
    <w:rsid w:val="00043024"/>
    <w:rsid w:val="00054DE7"/>
    <w:rsid w:val="00056B7C"/>
    <w:rsid w:val="00061667"/>
    <w:rsid w:val="000635E7"/>
    <w:rsid w:val="00066383"/>
    <w:rsid w:val="00070AD1"/>
    <w:rsid w:val="00073DD3"/>
    <w:rsid w:val="000758E6"/>
    <w:rsid w:val="00080CCC"/>
    <w:rsid w:val="0008203B"/>
    <w:rsid w:val="000829A3"/>
    <w:rsid w:val="00082BD9"/>
    <w:rsid w:val="00096F69"/>
    <w:rsid w:val="000B4BA5"/>
    <w:rsid w:val="000C1105"/>
    <w:rsid w:val="000C2D2E"/>
    <w:rsid w:val="000C3120"/>
    <w:rsid w:val="000C3D86"/>
    <w:rsid w:val="000C5A4D"/>
    <w:rsid w:val="000D0232"/>
    <w:rsid w:val="000D7C73"/>
    <w:rsid w:val="000E1F83"/>
    <w:rsid w:val="000E3B53"/>
    <w:rsid w:val="000E7D77"/>
    <w:rsid w:val="000F17DE"/>
    <w:rsid w:val="000F7B90"/>
    <w:rsid w:val="00103BAB"/>
    <w:rsid w:val="00111A3F"/>
    <w:rsid w:val="001221FA"/>
    <w:rsid w:val="001302F2"/>
    <w:rsid w:val="001306F2"/>
    <w:rsid w:val="00134181"/>
    <w:rsid w:val="00145159"/>
    <w:rsid w:val="001520F9"/>
    <w:rsid w:val="00152444"/>
    <w:rsid w:val="00156190"/>
    <w:rsid w:val="00161942"/>
    <w:rsid w:val="0016372B"/>
    <w:rsid w:val="00166E8C"/>
    <w:rsid w:val="00172273"/>
    <w:rsid w:val="00173DF3"/>
    <w:rsid w:val="00174519"/>
    <w:rsid w:val="00174772"/>
    <w:rsid w:val="00176C93"/>
    <w:rsid w:val="001772D1"/>
    <w:rsid w:val="0018037A"/>
    <w:rsid w:val="00184F76"/>
    <w:rsid w:val="00186E84"/>
    <w:rsid w:val="001877C6"/>
    <w:rsid w:val="001921F8"/>
    <w:rsid w:val="00192E15"/>
    <w:rsid w:val="001966AB"/>
    <w:rsid w:val="001A43FF"/>
    <w:rsid w:val="001B3157"/>
    <w:rsid w:val="001B3BDE"/>
    <w:rsid w:val="001C2E7A"/>
    <w:rsid w:val="001D3B45"/>
    <w:rsid w:val="001D5E15"/>
    <w:rsid w:val="001D7930"/>
    <w:rsid w:val="001D7AF3"/>
    <w:rsid w:val="001E5989"/>
    <w:rsid w:val="001E69E9"/>
    <w:rsid w:val="001F4B31"/>
    <w:rsid w:val="001F4E33"/>
    <w:rsid w:val="001F5500"/>
    <w:rsid w:val="001F58D2"/>
    <w:rsid w:val="001F6106"/>
    <w:rsid w:val="002205FC"/>
    <w:rsid w:val="00220F10"/>
    <w:rsid w:val="002262E1"/>
    <w:rsid w:val="00226F8A"/>
    <w:rsid w:val="00227158"/>
    <w:rsid w:val="00227253"/>
    <w:rsid w:val="00230C23"/>
    <w:rsid w:val="00231932"/>
    <w:rsid w:val="00243D14"/>
    <w:rsid w:val="00245B20"/>
    <w:rsid w:val="00246AD5"/>
    <w:rsid w:val="00251EB2"/>
    <w:rsid w:val="00253B48"/>
    <w:rsid w:val="00255DBA"/>
    <w:rsid w:val="002565FD"/>
    <w:rsid w:val="00256BAB"/>
    <w:rsid w:val="00262B10"/>
    <w:rsid w:val="00267534"/>
    <w:rsid w:val="002725AE"/>
    <w:rsid w:val="00282146"/>
    <w:rsid w:val="00287D17"/>
    <w:rsid w:val="002936E1"/>
    <w:rsid w:val="00294C66"/>
    <w:rsid w:val="00295386"/>
    <w:rsid w:val="002A3367"/>
    <w:rsid w:val="002A59F9"/>
    <w:rsid w:val="002B1250"/>
    <w:rsid w:val="002B3536"/>
    <w:rsid w:val="002C0860"/>
    <w:rsid w:val="002C1D5A"/>
    <w:rsid w:val="002C245E"/>
    <w:rsid w:val="002C4A82"/>
    <w:rsid w:val="002D0884"/>
    <w:rsid w:val="002D112E"/>
    <w:rsid w:val="002D189D"/>
    <w:rsid w:val="002D2ACA"/>
    <w:rsid w:val="002D534A"/>
    <w:rsid w:val="002E3339"/>
    <w:rsid w:val="002E5188"/>
    <w:rsid w:val="002E657D"/>
    <w:rsid w:val="002F3C2F"/>
    <w:rsid w:val="0030161A"/>
    <w:rsid w:val="00304C7E"/>
    <w:rsid w:val="00311714"/>
    <w:rsid w:val="00323F78"/>
    <w:rsid w:val="003317B4"/>
    <w:rsid w:val="003330FD"/>
    <w:rsid w:val="003410BD"/>
    <w:rsid w:val="003420D5"/>
    <w:rsid w:val="003462C3"/>
    <w:rsid w:val="0034646F"/>
    <w:rsid w:val="003614F7"/>
    <w:rsid w:val="00362517"/>
    <w:rsid w:val="003766CE"/>
    <w:rsid w:val="00386302"/>
    <w:rsid w:val="00387258"/>
    <w:rsid w:val="0038766B"/>
    <w:rsid w:val="00391A06"/>
    <w:rsid w:val="00393241"/>
    <w:rsid w:val="003938BE"/>
    <w:rsid w:val="003945A5"/>
    <w:rsid w:val="003951AE"/>
    <w:rsid w:val="00396E62"/>
    <w:rsid w:val="003A0BB9"/>
    <w:rsid w:val="003A2A51"/>
    <w:rsid w:val="003A3120"/>
    <w:rsid w:val="003A3C6E"/>
    <w:rsid w:val="003A6E88"/>
    <w:rsid w:val="003B08E2"/>
    <w:rsid w:val="003B3EDB"/>
    <w:rsid w:val="003B69B8"/>
    <w:rsid w:val="003C273C"/>
    <w:rsid w:val="003C2A8C"/>
    <w:rsid w:val="003C573D"/>
    <w:rsid w:val="003C5D9D"/>
    <w:rsid w:val="003C5F56"/>
    <w:rsid w:val="003D20D7"/>
    <w:rsid w:val="003D508F"/>
    <w:rsid w:val="003E28B9"/>
    <w:rsid w:val="003E51F1"/>
    <w:rsid w:val="003F1DDF"/>
    <w:rsid w:val="003F425E"/>
    <w:rsid w:val="003F7971"/>
    <w:rsid w:val="00407627"/>
    <w:rsid w:val="00411792"/>
    <w:rsid w:val="00412A05"/>
    <w:rsid w:val="004156BE"/>
    <w:rsid w:val="00424578"/>
    <w:rsid w:val="00425A19"/>
    <w:rsid w:val="00431A94"/>
    <w:rsid w:val="004370A0"/>
    <w:rsid w:val="00440631"/>
    <w:rsid w:val="00440CC1"/>
    <w:rsid w:val="004410F9"/>
    <w:rsid w:val="00441D73"/>
    <w:rsid w:val="0044303B"/>
    <w:rsid w:val="0044450B"/>
    <w:rsid w:val="00444EBC"/>
    <w:rsid w:val="004454FB"/>
    <w:rsid w:val="00445784"/>
    <w:rsid w:val="00446C0B"/>
    <w:rsid w:val="00447501"/>
    <w:rsid w:val="00453650"/>
    <w:rsid w:val="00462010"/>
    <w:rsid w:val="00470525"/>
    <w:rsid w:val="00472280"/>
    <w:rsid w:val="00473B31"/>
    <w:rsid w:val="00476A4D"/>
    <w:rsid w:val="00476DB2"/>
    <w:rsid w:val="004801CF"/>
    <w:rsid w:val="00480D51"/>
    <w:rsid w:val="00480F47"/>
    <w:rsid w:val="00481498"/>
    <w:rsid w:val="00481C98"/>
    <w:rsid w:val="00481EE9"/>
    <w:rsid w:val="00490F78"/>
    <w:rsid w:val="00492061"/>
    <w:rsid w:val="004960F3"/>
    <w:rsid w:val="00497BBF"/>
    <w:rsid w:val="004A1DE6"/>
    <w:rsid w:val="004A33CB"/>
    <w:rsid w:val="004A5B01"/>
    <w:rsid w:val="004B2562"/>
    <w:rsid w:val="004B2924"/>
    <w:rsid w:val="004B4551"/>
    <w:rsid w:val="004B6246"/>
    <w:rsid w:val="004B7269"/>
    <w:rsid w:val="004C1D29"/>
    <w:rsid w:val="004D41D0"/>
    <w:rsid w:val="004E6080"/>
    <w:rsid w:val="004F41CE"/>
    <w:rsid w:val="004F6244"/>
    <w:rsid w:val="00501089"/>
    <w:rsid w:val="00501718"/>
    <w:rsid w:val="005034CB"/>
    <w:rsid w:val="005059BC"/>
    <w:rsid w:val="00511790"/>
    <w:rsid w:val="0052003B"/>
    <w:rsid w:val="0052464E"/>
    <w:rsid w:val="00526EE2"/>
    <w:rsid w:val="00535139"/>
    <w:rsid w:val="005447D4"/>
    <w:rsid w:val="0054787B"/>
    <w:rsid w:val="00547C43"/>
    <w:rsid w:val="00552851"/>
    <w:rsid w:val="005541F7"/>
    <w:rsid w:val="005564C2"/>
    <w:rsid w:val="00556F6A"/>
    <w:rsid w:val="0057620E"/>
    <w:rsid w:val="0057728A"/>
    <w:rsid w:val="0057782F"/>
    <w:rsid w:val="00581C18"/>
    <w:rsid w:val="00583668"/>
    <w:rsid w:val="00587751"/>
    <w:rsid w:val="005921D8"/>
    <w:rsid w:val="00592C22"/>
    <w:rsid w:val="00597E4A"/>
    <w:rsid w:val="005A1B90"/>
    <w:rsid w:val="005A293E"/>
    <w:rsid w:val="005A3900"/>
    <w:rsid w:val="005A3B0F"/>
    <w:rsid w:val="005A6ECC"/>
    <w:rsid w:val="005B1625"/>
    <w:rsid w:val="005B293C"/>
    <w:rsid w:val="005B5869"/>
    <w:rsid w:val="005B642C"/>
    <w:rsid w:val="005B648B"/>
    <w:rsid w:val="005B65C3"/>
    <w:rsid w:val="005B68E0"/>
    <w:rsid w:val="005C0D99"/>
    <w:rsid w:val="005C4A65"/>
    <w:rsid w:val="005C6952"/>
    <w:rsid w:val="005D064C"/>
    <w:rsid w:val="005D36B4"/>
    <w:rsid w:val="005D3E1C"/>
    <w:rsid w:val="005E1471"/>
    <w:rsid w:val="005E4516"/>
    <w:rsid w:val="005F0CCA"/>
    <w:rsid w:val="005F2DBB"/>
    <w:rsid w:val="005F56E8"/>
    <w:rsid w:val="005F5C47"/>
    <w:rsid w:val="00606E4D"/>
    <w:rsid w:val="00607E68"/>
    <w:rsid w:val="00611B29"/>
    <w:rsid w:val="00612DFE"/>
    <w:rsid w:val="00613987"/>
    <w:rsid w:val="00615C58"/>
    <w:rsid w:val="00616F95"/>
    <w:rsid w:val="00617245"/>
    <w:rsid w:val="00621A77"/>
    <w:rsid w:val="00622EDC"/>
    <w:rsid w:val="0062539F"/>
    <w:rsid w:val="00633760"/>
    <w:rsid w:val="00640516"/>
    <w:rsid w:val="00651F27"/>
    <w:rsid w:val="00657539"/>
    <w:rsid w:val="0066063D"/>
    <w:rsid w:val="00671439"/>
    <w:rsid w:val="00672874"/>
    <w:rsid w:val="00674F2E"/>
    <w:rsid w:val="00675369"/>
    <w:rsid w:val="0067767C"/>
    <w:rsid w:val="00680094"/>
    <w:rsid w:val="006847D9"/>
    <w:rsid w:val="00684A4A"/>
    <w:rsid w:val="006916E2"/>
    <w:rsid w:val="00694BA6"/>
    <w:rsid w:val="006978A3"/>
    <w:rsid w:val="006A2961"/>
    <w:rsid w:val="006A715B"/>
    <w:rsid w:val="006A7857"/>
    <w:rsid w:val="006A7BF2"/>
    <w:rsid w:val="006B0F74"/>
    <w:rsid w:val="006B5BDA"/>
    <w:rsid w:val="006B7375"/>
    <w:rsid w:val="006B77C1"/>
    <w:rsid w:val="006C5A77"/>
    <w:rsid w:val="006D42FB"/>
    <w:rsid w:val="006E1987"/>
    <w:rsid w:val="006F439B"/>
    <w:rsid w:val="007012F7"/>
    <w:rsid w:val="007128F4"/>
    <w:rsid w:val="007169BA"/>
    <w:rsid w:val="00723C8E"/>
    <w:rsid w:val="00727FD2"/>
    <w:rsid w:val="0073006B"/>
    <w:rsid w:val="007346EF"/>
    <w:rsid w:val="00744A5B"/>
    <w:rsid w:val="00747DE8"/>
    <w:rsid w:val="00750891"/>
    <w:rsid w:val="00751796"/>
    <w:rsid w:val="00751F46"/>
    <w:rsid w:val="007568C8"/>
    <w:rsid w:val="00760726"/>
    <w:rsid w:val="007646E0"/>
    <w:rsid w:val="0076699B"/>
    <w:rsid w:val="00766F48"/>
    <w:rsid w:val="00774952"/>
    <w:rsid w:val="00776049"/>
    <w:rsid w:val="0077686F"/>
    <w:rsid w:val="007806F1"/>
    <w:rsid w:val="007815DC"/>
    <w:rsid w:val="007A0C93"/>
    <w:rsid w:val="007B1E1D"/>
    <w:rsid w:val="007B2A3B"/>
    <w:rsid w:val="007B5C30"/>
    <w:rsid w:val="007B6C40"/>
    <w:rsid w:val="007B792C"/>
    <w:rsid w:val="007C1ACA"/>
    <w:rsid w:val="007C2039"/>
    <w:rsid w:val="007C47CB"/>
    <w:rsid w:val="007C7EAE"/>
    <w:rsid w:val="007D24AC"/>
    <w:rsid w:val="007D6343"/>
    <w:rsid w:val="007E3911"/>
    <w:rsid w:val="007E4463"/>
    <w:rsid w:val="007F382A"/>
    <w:rsid w:val="007F41F5"/>
    <w:rsid w:val="007F6D31"/>
    <w:rsid w:val="007F7934"/>
    <w:rsid w:val="00803C84"/>
    <w:rsid w:val="0080719E"/>
    <w:rsid w:val="00812274"/>
    <w:rsid w:val="0081236D"/>
    <w:rsid w:val="00814353"/>
    <w:rsid w:val="008170D8"/>
    <w:rsid w:val="0082356F"/>
    <w:rsid w:val="00824C5F"/>
    <w:rsid w:val="00831939"/>
    <w:rsid w:val="008341D5"/>
    <w:rsid w:val="00840193"/>
    <w:rsid w:val="00840763"/>
    <w:rsid w:val="00842B8E"/>
    <w:rsid w:val="00842BEA"/>
    <w:rsid w:val="00845C42"/>
    <w:rsid w:val="008610F2"/>
    <w:rsid w:val="0086722C"/>
    <w:rsid w:val="00872EAD"/>
    <w:rsid w:val="00873660"/>
    <w:rsid w:val="0087717E"/>
    <w:rsid w:val="00883A71"/>
    <w:rsid w:val="00885522"/>
    <w:rsid w:val="0088744F"/>
    <w:rsid w:val="00891555"/>
    <w:rsid w:val="008A21BD"/>
    <w:rsid w:val="008A7652"/>
    <w:rsid w:val="008B54D4"/>
    <w:rsid w:val="008C07D4"/>
    <w:rsid w:val="008C1992"/>
    <w:rsid w:val="008E5DC0"/>
    <w:rsid w:val="008F4CFA"/>
    <w:rsid w:val="00905205"/>
    <w:rsid w:val="0090764E"/>
    <w:rsid w:val="00910449"/>
    <w:rsid w:val="0091486C"/>
    <w:rsid w:val="00923994"/>
    <w:rsid w:val="0092781B"/>
    <w:rsid w:val="00932573"/>
    <w:rsid w:val="009408DB"/>
    <w:rsid w:val="009409CC"/>
    <w:rsid w:val="0094134E"/>
    <w:rsid w:val="00942DA7"/>
    <w:rsid w:val="009462C6"/>
    <w:rsid w:val="00955085"/>
    <w:rsid w:val="00955ADA"/>
    <w:rsid w:val="0095698B"/>
    <w:rsid w:val="00956FE9"/>
    <w:rsid w:val="00966D16"/>
    <w:rsid w:val="00975EE3"/>
    <w:rsid w:val="00975FD2"/>
    <w:rsid w:val="00976EBF"/>
    <w:rsid w:val="00994643"/>
    <w:rsid w:val="00997676"/>
    <w:rsid w:val="009A303F"/>
    <w:rsid w:val="009A3843"/>
    <w:rsid w:val="009B3B3D"/>
    <w:rsid w:val="009C2A90"/>
    <w:rsid w:val="009D1534"/>
    <w:rsid w:val="009D2DAD"/>
    <w:rsid w:val="009D2DC5"/>
    <w:rsid w:val="009F2821"/>
    <w:rsid w:val="009F40CC"/>
    <w:rsid w:val="009F5E4F"/>
    <w:rsid w:val="009F74A0"/>
    <w:rsid w:val="00A025A0"/>
    <w:rsid w:val="00A11D0A"/>
    <w:rsid w:val="00A1251D"/>
    <w:rsid w:val="00A12B1B"/>
    <w:rsid w:val="00A1495B"/>
    <w:rsid w:val="00A21931"/>
    <w:rsid w:val="00A22821"/>
    <w:rsid w:val="00A26BF9"/>
    <w:rsid w:val="00A26FD2"/>
    <w:rsid w:val="00A45FA2"/>
    <w:rsid w:val="00A46535"/>
    <w:rsid w:val="00A47D19"/>
    <w:rsid w:val="00A53E4A"/>
    <w:rsid w:val="00A60824"/>
    <w:rsid w:val="00A64260"/>
    <w:rsid w:val="00A6544F"/>
    <w:rsid w:val="00A66878"/>
    <w:rsid w:val="00A76F28"/>
    <w:rsid w:val="00A77ADC"/>
    <w:rsid w:val="00A82434"/>
    <w:rsid w:val="00A85610"/>
    <w:rsid w:val="00A873FF"/>
    <w:rsid w:val="00A9074C"/>
    <w:rsid w:val="00AA0520"/>
    <w:rsid w:val="00AA51B2"/>
    <w:rsid w:val="00AB11E0"/>
    <w:rsid w:val="00AB3614"/>
    <w:rsid w:val="00AC3B8D"/>
    <w:rsid w:val="00AC4408"/>
    <w:rsid w:val="00AE2F1F"/>
    <w:rsid w:val="00AE3D91"/>
    <w:rsid w:val="00AE7FA4"/>
    <w:rsid w:val="00AF057F"/>
    <w:rsid w:val="00AF102A"/>
    <w:rsid w:val="00AF1443"/>
    <w:rsid w:val="00AF58DB"/>
    <w:rsid w:val="00AF7166"/>
    <w:rsid w:val="00B03D8D"/>
    <w:rsid w:val="00B04659"/>
    <w:rsid w:val="00B0676E"/>
    <w:rsid w:val="00B119A2"/>
    <w:rsid w:val="00B32BF3"/>
    <w:rsid w:val="00B341C9"/>
    <w:rsid w:val="00B36511"/>
    <w:rsid w:val="00B449DC"/>
    <w:rsid w:val="00B45267"/>
    <w:rsid w:val="00B537C9"/>
    <w:rsid w:val="00B56B06"/>
    <w:rsid w:val="00B56BBA"/>
    <w:rsid w:val="00B57863"/>
    <w:rsid w:val="00B628B7"/>
    <w:rsid w:val="00B66547"/>
    <w:rsid w:val="00B743ED"/>
    <w:rsid w:val="00B81EB4"/>
    <w:rsid w:val="00B838D6"/>
    <w:rsid w:val="00B859F7"/>
    <w:rsid w:val="00B90CB4"/>
    <w:rsid w:val="00B93861"/>
    <w:rsid w:val="00B93FBC"/>
    <w:rsid w:val="00B9420E"/>
    <w:rsid w:val="00B94311"/>
    <w:rsid w:val="00BA248B"/>
    <w:rsid w:val="00BA3BF0"/>
    <w:rsid w:val="00BB5BFC"/>
    <w:rsid w:val="00BB7570"/>
    <w:rsid w:val="00BC74C1"/>
    <w:rsid w:val="00BD1B4D"/>
    <w:rsid w:val="00BD20B9"/>
    <w:rsid w:val="00BD2D2A"/>
    <w:rsid w:val="00BD418E"/>
    <w:rsid w:val="00BD581F"/>
    <w:rsid w:val="00BD6696"/>
    <w:rsid w:val="00BD6BC6"/>
    <w:rsid w:val="00BE5460"/>
    <w:rsid w:val="00BE5F6C"/>
    <w:rsid w:val="00BF447C"/>
    <w:rsid w:val="00BF6B73"/>
    <w:rsid w:val="00C00ECA"/>
    <w:rsid w:val="00C0406F"/>
    <w:rsid w:val="00C13B8F"/>
    <w:rsid w:val="00C17F89"/>
    <w:rsid w:val="00C22008"/>
    <w:rsid w:val="00C22B64"/>
    <w:rsid w:val="00C37E9E"/>
    <w:rsid w:val="00C40920"/>
    <w:rsid w:val="00C438BB"/>
    <w:rsid w:val="00C47873"/>
    <w:rsid w:val="00C47BB1"/>
    <w:rsid w:val="00C61431"/>
    <w:rsid w:val="00C61F25"/>
    <w:rsid w:val="00C71CBE"/>
    <w:rsid w:val="00C8555C"/>
    <w:rsid w:val="00C87312"/>
    <w:rsid w:val="00C91534"/>
    <w:rsid w:val="00C9272A"/>
    <w:rsid w:val="00C94A3E"/>
    <w:rsid w:val="00CA08C4"/>
    <w:rsid w:val="00CA5D49"/>
    <w:rsid w:val="00CA7287"/>
    <w:rsid w:val="00CA7D09"/>
    <w:rsid w:val="00CB2DD9"/>
    <w:rsid w:val="00CB55E3"/>
    <w:rsid w:val="00CC02D3"/>
    <w:rsid w:val="00CC6D23"/>
    <w:rsid w:val="00CE0D93"/>
    <w:rsid w:val="00CE2F73"/>
    <w:rsid w:val="00CE41EB"/>
    <w:rsid w:val="00CF56B2"/>
    <w:rsid w:val="00CF6C24"/>
    <w:rsid w:val="00CF6C26"/>
    <w:rsid w:val="00D109E6"/>
    <w:rsid w:val="00D13E22"/>
    <w:rsid w:val="00D17785"/>
    <w:rsid w:val="00D31F62"/>
    <w:rsid w:val="00D33226"/>
    <w:rsid w:val="00D338D4"/>
    <w:rsid w:val="00D33D4D"/>
    <w:rsid w:val="00D360A7"/>
    <w:rsid w:val="00D36937"/>
    <w:rsid w:val="00D40EE8"/>
    <w:rsid w:val="00D43CD4"/>
    <w:rsid w:val="00D56BD2"/>
    <w:rsid w:val="00D656F4"/>
    <w:rsid w:val="00D77F55"/>
    <w:rsid w:val="00D81B6B"/>
    <w:rsid w:val="00D81E68"/>
    <w:rsid w:val="00D825FB"/>
    <w:rsid w:val="00D92047"/>
    <w:rsid w:val="00D94482"/>
    <w:rsid w:val="00D975A2"/>
    <w:rsid w:val="00DA122B"/>
    <w:rsid w:val="00DA3A17"/>
    <w:rsid w:val="00DB192D"/>
    <w:rsid w:val="00DC14F5"/>
    <w:rsid w:val="00DC2155"/>
    <w:rsid w:val="00DC6E8D"/>
    <w:rsid w:val="00DD2A93"/>
    <w:rsid w:val="00DD53D8"/>
    <w:rsid w:val="00DD6C59"/>
    <w:rsid w:val="00DE0ADC"/>
    <w:rsid w:val="00DE28F0"/>
    <w:rsid w:val="00DE52B5"/>
    <w:rsid w:val="00DF7F57"/>
    <w:rsid w:val="00E05D85"/>
    <w:rsid w:val="00E061F5"/>
    <w:rsid w:val="00E12EE0"/>
    <w:rsid w:val="00E13292"/>
    <w:rsid w:val="00E15979"/>
    <w:rsid w:val="00E16AEC"/>
    <w:rsid w:val="00E170F5"/>
    <w:rsid w:val="00E20969"/>
    <w:rsid w:val="00E33C3B"/>
    <w:rsid w:val="00E35823"/>
    <w:rsid w:val="00E36A0B"/>
    <w:rsid w:val="00E411A6"/>
    <w:rsid w:val="00E43C4B"/>
    <w:rsid w:val="00E45E68"/>
    <w:rsid w:val="00E53306"/>
    <w:rsid w:val="00E56A1A"/>
    <w:rsid w:val="00E6006C"/>
    <w:rsid w:val="00E6165C"/>
    <w:rsid w:val="00E632BD"/>
    <w:rsid w:val="00E63E31"/>
    <w:rsid w:val="00E641C4"/>
    <w:rsid w:val="00E642CD"/>
    <w:rsid w:val="00E71396"/>
    <w:rsid w:val="00E72686"/>
    <w:rsid w:val="00E733AD"/>
    <w:rsid w:val="00E77AD8"/>
    <w:rsid w:val="00E8072B"/>
    <w:rsid w:val="00E91743"/>
    <w:rsid w:val="00EA1D0B"/>
    <w:rsid w:val="00EA587C"/>
    <w:rsid w:val="00EB156A"/>
    <w:rsid w:val="00EB180D"/>
    <w:rsid w:val="00EB599F"/>
    <w:rsid w:val="00EB6175"/>
    <w:rsid w:val="00EC5DAD"/>
    <w:rsid w:val="00ED0721"/>
    <w:rsid w:val="00ED2891"/>
    <w:rsid w:val="00ED2C88"/>
    <w:rsid w:val="00ED4DAD"/>
    <w:rsid w:val="00ED530E"/>
    <w:rsid w:val="00ED632B"/>
    <w:rsid w:val="00ED6C11"/>
    <w:rsid w:val="00EE0012"/>
    <w:rsid w:val="00EE1080"/>
    <w:rsid w:val="00EE1D29"/>
    <w:rsid w:val="00EE1DA2"/>
    <w:rsid w:val="00EE3199"/>
    <w:rsid w:val="00EE51F8"/>
    <w:rsid w:val="00EF28AC"/>
    <w:rsid w:val="00EF4370"/>
    <w:rsid w:val="00EF4F4B"/>
    <w:rsid w:val="00EF5ACF"/>
    <w:rsid w:val="00F01B41"/>
    <w:rsid w:val="00F04732"/>
    <w:rsid w:val="00F066AE"/>
    <w:rsid w:val="00F11149"/>
    <w:rsid w:val="00F12052"/>
    <w:rsid w:val="00F171E6"/>
    <w:rsid w:val="00F32560"/>
    <w:rsid w:val="00F41A37"/>
    <w:rsid w:val="00F54C22"/>
    <w:rsid w:val="00F56CC2"/>
    <w:rsid w:val="00F57203"/>
    <w:rsid w:val="00F575C8"/>
    <w:rsid w:val="00F60C27"/>
    <w:rsid w:val="00F639BD"/>
    <w:rsid w:val="00F76E00"/>
    <w:rsid w:val="00F86DC5"/>
    <w:rsid w:val="00F90FE1"/>
    <w:rsid w:val="00F954F6"/>
    <w:rsid w:val="00FB0E8B"/>
    <w:rsid w:val="00FC0C40"/>
    <w:rsid w:val="00FC5EF0"/>
    <w:rsid w:val="00FD2AB7"/>
    <w:rsid w:val="00FD66CB"/>
    <w:rsid w:val="00FE7374"/>
    <w:rsid w:val="00FF33E3"/>
    <w:rsid w:val="00FF37D1"/>
    <w:rsid w:val="00FF53D5"/>
    <w:rsid w:val="00FF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094"/>
    <w:rPr>
      <w:lang w:eastAsia="en-US"/>
    </w:rPr>
  </w:style>
  <w:style w:type="paragraph" w:styleId="1">
    <w:name w:val="heading 1"/>
    <w:basedOn w:val="a"/>
    <w:next w:val="a"/>
    <w:qFormat/>
    <w:rsid w:val="00680094"/>
    <w:pPr>
      <w:keepNext/>
      <w:ind w:right="-29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680094"/>
    <w:pPr>
      <w:keepNext/>
      <w:spacing w:before="60"/>
      <w:ind w:left="567" w:right="-2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680094"/>
    <w:pPr>
      <w:keepNext/>
      <w:ind w:right="-29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qFormat/>
    <w:rsid w:val="00680094"/>
    <w:pPr>
      <w:keepNext/>
      <w:ind w:right="-29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680094"/>
    <w:pPr>
      <w:keepNext/>
      <w:jc w:val="both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680094"/>
    <w:pPr>
      <w:keepNext/>
      <w:spacing w:before="120"/>
      <w:ind w:right="-28" w:firstLine="720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680094"/>
    <w:pPr>
      <w:keepNext/>
      <w:spacing w:before="120"/>
      <w:ind w:right="-28" w:firstLine="720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680094"/>
    <w:pPr>
      <w:keepNext/>
      <w:spacing w:before="120"/>
      <w:ind w:right="-28"/>
      <w:jc w:val="both"/>
      <w:outlineLvl w:val="7"/>
    </w:pPr>
    <w:rPr>
      <w:rFonts w:ascii="Arial" w:hAnsi="Arial" w:cs="Arial"/>
      <w:sz w:val="24"/>
      <w:u w:val="single"/>
    </w:rPr>
  </w:style>
  <w:style w:type="paragraph" w:styleId="9">
    <w:name w:val="heading 9"/>
    <w:basedOn w:val="a"/>
    <w:next w:val="a"/>
    <w:qFormat/>
    <w:rsid w:val="00680094"/>
    <w:pPr>
      <w:keepNext/>
      <w:spacing w:before="120"/>
      <w:ind w:right="-28"/>
      <w:jc w:val="both"/>
      <w:outlineLvl w:val="8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00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80094"/>
  </w:style>
  <w:style w:type="paragraph" w:styleId="a6">
    <w:name w:val="List Bullet"/>
    <w:basedOn w:val="a"/>
    <w:rsid w:val="00680094"/>
    <w:pPr>
      <w:ind w:left="283" w:hanging="283"/>
    </w:pPr>
  </w:style>
  <w:style w:type="paragraph" w:customStyle="1" w:styleId="a7">
    <w:name w:val=":)"/>
    <w:rsid w:val="00680094"/>
    <w:rPr>
      <w:lang w:eastAsia="en-US"/>
    </w:rPr>
  </w:style>
  <w:style w:type="paragraph" w:styleId="a8">
    <w:name w:val="Document Map"/>
    <w:basedOn w:val="a"/>
    <w:semiHidden/>
    <w:rsid w:val="00680094"/>
    <w:pPr>
      <w:shd w:val="clear" w:color="auto" w:fill="000080"/>
    </w:pPr>
    <w:rPr>
      <w:rFonts w:ascii="Tahoma" w:hAnsi="Tahoma"/>
    </w:rPr>
  </w:style>
  <w:style w:type="paragraph" w:styleId="a9">
    <w:name w:val="caption"/>
    <w:basedOn w:val="a"/>
    <w:next w:val="a"/>
    <w:qFormat/>
    <w:rsid w:val="00680094"/>
    <w:pPr>
      <w:spacing w:before="120"/>
      <w:ind w:right="-28"/>
      <w:jc w:val="center"/>
    </w:pPr>
    <w:rPr>
      <w:b/>
      <w:sz w:val="24"/>
    </w:rPr>
  </w:style>
  <w:style w:type="paragraph" w:styleId="aa">
    <w:name w:val="footer"/>
    <w:basedOn w:val="a"/>
    <w:rsid w:val="00680094"/>
    <w:pPr>
      <w:tabs>
        <w:tab w:val="center" w:pos="4153"/>
        <w:tab w:val="right" w:pos="8306"/>
      </w:tabs>
    </w:pPr>
  </w:style>
  <w:style w:type="paragraph" w:styleId="ab">
    <w:name w:val="Body Text"/>
    <w:basedOn w:val="a"/>
    <w:rsid w:val="00680094"/>
    <w:pPr>
      <w:spacing w:line="360" w:lineRule="auto"/>
    </w:pPr>
    <w:rPr>
      <w:rFonts w:ascii="Arial" w:hAnsi="Arial"/>
      <w:sz w:val="24"/>
    </w:rPr>
  </w:style>
  <w:style w:type="paragraph" w:styleId="20">
    <w:name w:val="Body Text 2"/>
    <w:basedOn w:val="a"/>
    <w:link w:val="21"/>
    <w:rsid w:val="00680094"/>
    <w:pPr>
      <w:spacing w:line="360" w:lineRule="auto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680094"/>
    <w:pPr>
      <w:spacing w:before="60"/>
      <w:ind w:right="-28"/>
    </w:pPr>
    <w:rPr>
      <w:sz w:val="24"/>
    </w:rPr>
  </w:style>
  <w:style w:type="paragraph" w:styleId="ac">
    <w:name w:val="Body Text Indent"/>
    <w:basedOn w:val="a"/>
    <w:rsid w:val="00680094"/>
    <w:pPr>
      <w:ind w:firstLine="720"/>
      <w:jc w:val="both"/>
    </w:pPr>
    <w:rPr>
      <w:rFonts w:ascii="Arial" w:hAnsi="Arial"/>
      <w:sz w:val="24"/>
    </w:rPr>
  </w:style>
  <w:style w:type="paragraph" w:styleId="ad">
    <w:name w:val="Block Text"/>
    <w:basedOn w:val="a"/>
    <w:rsid w:val="00680094"/>
    <w:pPr>
      <w:spacing w:before="120"/>
      <w:ind w:left="360" w:right="-28"/>
      <w:jc w:val="both"/>
    </w:pPr>
    <w:rPr>
      <w:sz w:val="24"/>
    </w:rPr>
  </w:style>
  <w:style w:type="table" w:styleId="ae">
    <w:name w:val="Table Grid"/>
    <w:basedOn w:val="a1"/>
    <w:rsid w:val="00F54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2262E1"/>
    <w:rPr>
      <w:rFonts w:ascii="Arial" w:hAnsi="Arial"/>
      <w:sz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112E"/>
    <w:rPr>
      <w:lang w:eastAsia="en-US"/>
    </w:rPr>
  </w:style>
  <w:style w:type="paragraph" w:styleId="af">
    <w:name w:val="Balloon Text"/>
    <w:basedOn w:val="a"/>
    <w:link w:val="af0"/>
    <w:rsid w:val="00621A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21A77"/>
    <w:rPr>
      <w:rFonts w:ascii="Tahoma" w:hAnsi="Tahoma" w:cs="Tahoma"/>
      <w:sz w:val="16"/>
      <w:szCs w:val="16"/>
      <w:lang w:eastAsia="en-US"/>
    </w:rPr>
  </w:style>
  <w:style w:type="paragraph" w:styleId="af1">
    <w:name w:val="List Paragraph"/>
    <w:basedOn w:val="a"/>
    <w:uiPriority w:val="34"/>
    <w:qFormat/>
    <w:rsid w:val="00D94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0094"/>
    <w:rPr>
      <w:lang w:eastAsia="en-US"/>
    </w:rPr>
  </w:style>
  <w:style w:type="paragraph" w:styleId="1">
    <w:name w:val="heading 1"/>
    <w:basedOn w:val="a"/>
    <w:next w:val="a"/>
    <w:qFormat/>
    <w:rsid w:val="00680094"/>
    <w:pPr>
      <w:keepNext/>
      <w:ind w:right="-29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680094"/>
    <w:pPr>
      <w:keepNext/>
      <w:spacing w:before="60"/>
      <w:ind w:left="567" w:right="-28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680094"/>
    <w:pPr>
      <w:keepNext/>
      <w:ind w:right="-29"/>
      <w:jc w:val="center"/>
      <w:outlineLvl w:val="2"/>
    </w:pPr>
    <w:rPr>
      <w:b/>
      <w:sz w:val="26"/>
    </w:rPr>
  </w:style>
  <w:style w:type="paragraph" w:styleId="4">
    <w:name w:val="heading 4"/>
    <w:basedOn w:val="a"/>
    <w:next w:val="a"/>
    <w:qFormat/>
    <w:rsid w:val="00680094"/>
    <w:pPr>
      <w:keepNext/>
      <w:ind w:right="-29"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680094"/>
    <w:pPr>
      <w:keepNext/>
      <w:jc w:val="both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680094"/>
    <w:pPr>
      <w:keepNext/>
      <w:spacing w:before="120"/>
      <w:ind w:right="-28" w:firstLine="720"/>
      <w:jc w:val="center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680094"/>
    <w:pPr>
      <w:keepNext/>
      <w:spacing w:before="120"/>
      <w:ind w:right="-28" w:firstLine="720"/>
      <w:jc w:val="center"/>
      <w:outlineLvl w:val="6"/>
    </w:pPr>
    <w:rPr>
      <w:sz w:val="24"/>
    </w:rPr>
  </w:style>
  <w:style w:type="paragraph" w:styleId="8">
    <w:name w:val="heading 8"/>
    <w:basedOn w:val="a"/>
    <w:next w:val="a"/>
    <w:qFormat/>
    <w:rsid w:val="00680094"/>
    <w:pPr>
      <w:keepNext/>
      <w:spacing w:before="120"/>
      <w:ind w:right="-28"/>
      <w:jc w:val="both"/>
      <w:outlineLvl w:val="7"/>
    </w:pPr>
    <w:rPr>
      <w:rFonts w:ascii="Arial" w:hAnsi="Arial" w:cs="Arial"/>
      <w:sz w:val="24"/>
      <w:u w:val="single"/>
    </w:rPr>
  </w:style>
  <w:style w:type="paragraph" w:styleId="9">
    <w:name w:val="heading 9"/>
    <w:basedOn w:val="a"/>
    <w:next w:val="a"/>
    <w:qFormat/>
    <w:rsid w:val="00680094"/>
    <w:pPr>
      <w:keepNext/>
      <w:spacing w:before="120"/>
      <w:ind w:right="-28"/>
      <w:jc w:val="both"/>
      <w:outlineLvl w:val="8"/>
    </w:pPr>
    <w:rPr>
      <w:rFonts w:ascii="Arial" w:hAnsi="Arial" w:cs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80094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680094"/>
  </w:style>
  <w:style w:type="paragraph" w:styleId="a6">
    <w:name w:val="List Bullet"/>
    <w:basedOn w:val="a"/>
    <w:rsid w:val="00680094"/>
    <w:pPr>
      <w:ind w:left="283" w:hanging="283"/>
    </w:pPr>
  </w:style>
  <w:style w:type="paragraph" w:customStyle="1" w:styleId="a7">
    <w:name w:val=":)"/>
    <w:rsid w:val="00680094"/>
    <w:rPr>
      <w:lang w:eastAsia="en-US"/>
    </w:rPr>
  </w:style>
  <w:style w:type="paragraph" w:styleId="a8">
    <w:name w:val="Document Map"/>
    <w:basedOn w:val="a"/>
    <w:semiHidden/>
    <w:rsid w:val="00680094"/>
    <w:pPr>
      <w:shd w:val="clear" w:color="auto" w:fill="000080"/>
    </w:pPr>
    <w:rPr>
      <w:rFonts w:ascii="Tahoma" w:hAnsi="Tahoma"/>
    </w:rPr>
  </w:style>
  <w:style w:type="paragraph" w:styleId="a9">
    <w:name w:val="caption"/>
    <w:basedOn w:val="a"/>
    <w:next w:val="a"/>
    <w:qFormat/>
    <w:rsid w:val="00680094"/>
    <w:pPr>
      <w:spacing w:before="120"/>
      <w:ind w:right="-28"/>
      <w:jc w:val="center"/>
    </w:pPr>
    <w:rPr>
      <w:b/>
      <w:sz w:val="24"/>
    </w:rPr>
  </w:style>
  <w:style w:type="paragraph" w:styleId="aa">
    <w:name w:val="footer"/>
    <w:basedOn w:val="a"/>
    <w:rsid w:val="00680094"/>
    <w:pPr>
      <w:tabs>
        <w:tab w:val="center" w:pos="4153"/>
        <w:tab w:val="right" w:pos="8306"/>
      </w:tabs>
    </w:pPr>
  </w:style>
  <w:style w:type="paragraph" w:styleId="ab">
    <w:name w:val="Body Text"/>
    <w:basedOn w:val="a"/>
    <w:rsid w:val="00680094"/>
    <w:pPr>
      <w:spacing w:line="360" w:lineRule="auto"/>
    </w:pPr>
    <w:rPr>
      <w:rFonts w:ascii="Arial" w:hAnsi="Arial"/>
      <w:sz w:val="24"/>
    </w:rPr>
  </w:style>
  <w:style w:type="paragraph" w:styleId="20">
    <w:name w:val="Body Text 2"/>
    <w:basedOn w:val="a"/>
    <w:link w:val="21"/>
    <w:rsid w:val="00680094"/>
    <w:pPr>
      <w:spacing w:line="360" w:lineRule="auto"/>
      <w:jc w:val="both"/>
    </w:pPr>
    <w:rPr>
      <w:rFonts w:ascii="Arial" w:hAnsi="Arial"/>
      <w:sz w:val="24"/>
    </w:rPr>
  </w:style>
  <w:style w:type="paragraph" w:styleId="30">
    <w:name w:val="Body Text 3"/>
    <w:basedOn w:val="a"/>
    <w:rsid w:val="00680094"/>
    <w:pPr>
      <w:spacing w:before="60"/>
      <w:ind w:right="-28"/>
    </w:pPr>
    <w:rPr>
      <w:sz w:val="24"/>
    </w:rPr>
  </w:style>
  <w:style w:type="paragraph" w:styleId="ac">
    <w:name w:val="Body Text Indent"/>
    <w:basedOn w:val="a"/>
    <w:rsid w:val="00680094"/>
    <w:pPr>
      <w:ind w:firstLine="720"/>
      <w:jc w:val="both"/>
    </w:pPr>
    <w:rPr>
      <w:rFonts w:ascii="Arial" w:hAnsi="Arial"/>
      <w:sz w:val="24"/>
    </w:rPr>
  </w:style>
  <w:style w:type="paragraph" w:styleId="ad">
    <w:name w:val="Block Text"/>
    <w:basedOn w:val="a"/>
    <w:rsid w:val="00680094"/>
    <w:pPr>
      <w:spacing w:before="120"/>
      <w:ind w:left="360" w:right="-28"/>
      <w:jc w:val="both"/>
    </w:pPr>
    <w:rPr>
      <w:sz w:val="24"/>
    </w:rPr>
  </w:style>
  <w:style w:type="table" w:styleId="ae">
    <w:name w:val="Table Grid"/>
    <w:basedOn w:val="a1"/>
    <w:rsid w:val="00F54C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2262E1"/>
    <w:rPr>
      <w:rFonts w:ascii="Arial" w:hAnsi="Arial"/>
      <w:sz w:val="24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2D112E"/>
    <w:rPr>
      <w:lang w:eastAsia="en-US"/>
    </w:rPr>
  </w:style>
  <w:style w:type="paragraph" w:styleId="af">
    <w:name w:val="Balloon Text"/>
    <w:basedOn w:val="a"/>
    <w:link w:val="af0"/>
    <w:rsid w:val="00621A7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621A77"/>
    <w:rPr>
      <w:rFonts w:ascii="Tahoma" w:hAnsi="Tahoma" w:cs="Tahoma"/>
      <w:sz w:val="16"/>
      <w:szCs w:val="16"/>
      <w:lang w:eastAsia="en-US"/>
    </w:rPr>
  </w:style>
  <w:style w:type="paragraph" w:styleId="af1">
    <w:name w:val="List Paragraph"/>
    <w:basedOn w:val="a"/>
    <w:uiPriority w:val="34"/>
    <w:qFormat/>
    <w:rsid w:val="00D94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8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1;&#1083;&#1072;&#1085;&#1082;&#1080;_&#1073;&#1077;&#1079;_&#1086;&#1082;&#1086;&#1096;&#1077;&#1082;\&#1050;&#1086;&#1084;&#1080;&#1090;&#1077;&#109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02622-08C6-45D8-9ECF-12D76989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Комитет</Template>
  <TotalTime>1</TotalTime>
  <Pages>2</Pages>
  <Words>181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Zvetkov</dc:creator>
  <cp:lastModifiedBy>Шульгина</cp:lastModifiedBy>
  <cp:revision>2</cp:revision>
  <cp:lastPrinted>2025-06-09T11:13:00Z</cp:lastPrinted>
  <dcterms:created xsi:type="dcterms:W3CDTF">2025-06-17T08:59:00Z</dcterms:created>
  <dcterms:modified xsi:type="dcterms:W3CDTF">2025-06-17T08:59:00Z</dcterms:modified>
</cp:coreProperties>
</file>