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C22" w:rsidRPr="00B03D8D" w:rsidRDefault="00F54C22" w:rsidP="00CC02D3">
      <w:pPr>
        <w:ind w:right="-29"/>
        <w:jc w:val="center"/>
        <w:rPr>
          <w:b/>
          <w:bCs/>
          <w:sz w:val="28"/>
          <w:szCs w:val="28"/>
        </w:rPr>
      </w:pPr>
    </w:p>
    <w:p w:rsidR="00A76F28" w:rsidRPr="00A76F28" w:rsidRDefault="00A76F28" w:rsidP="00C13B8F">
      <w:pPr>
        <w:pStyle w:val="20"/>
        <w:spacing w:line="240" w:lineRule="auto"/>
        <w:ind w:left="5760" w:firstLine="720"/>
        <w:rPr>
          <w:rFonts w:ascii="Times New Roman" w:hAnsi="Times New Roman"/>
          <w:sz w:val="28"/>
          <w:szCs w:val="28"/>
          <w:lang w:eastAsia="ru-RU"/>
        </w:rPr>
      </w:pPr>
      <w:r w:rsidRPr="00A76F28">
        <w:rPr>
          <w:rFonts w:ascii="Times New Roman" w:hAnsi="Times New Roman"/>
          <w:sz w:val="28"/>
          <w:szCs w:val="28"/>
          <w:lang w:eastAsia="ru-RU"/>
        </w:rPr>
        <w:t>УТВЕРЖДЕН</w:t>
      </w:r>
    </w:p>
    <w:p w:rsidR="00A76F28" w:rsidRPr="00A76F28" w:rsidRDefault="00C13B8F" w:rsidP="00C13B8F">
      <w:pPr>
        <w:pStyle w:val="20"/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  <w:r w:rsidR="00A76F28" w:rsidRPr="00A76F28">
        <w:rPr>
          <w:rFonts w:ascii="Times New Roman" w:hAnsi="Times New Roman"/>
          <w:sz w:val="28"/>
          <w:szCs w:val="28"/>
          <w:lang w:eastAsia="ru-RU"/>
        </w:rPr>
        <w:t>постановлением администрации</w:t>
      </w:r>
    </w:p>
    <w:p w:rsidR="00A76F28" w:rsidRPr="00A76F28" w:rsidRDefault="00A76F28" w:rsidP="00C13B8F">
      <w:pPr>
        <w:pStyle w:val="20"/>
        <w:spacing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A76F28">
        <w:rPr>
          <w:rFonts w:ascii="Times New Roman" w:hAnsi="Times New Roman"/>
          <w:sz w:val="28"/>
          <w:szCs w:val="28"/>
          <w:lang w:eastAsia="ru-RU"/>
        </w:rPr>
        <w:t>городского округа город Воронеж</w:t>
      </w:r>
    </w:p>
    <w:p w:rsidR="00A76F28" w:rsidRPr="00A76F28" w:rsidRDefault="009D5E67" w:rsidP="00C13B8F">
      <w:pPr>
        <w:pStyle w:val="20"/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от 10.06.2025</w:t>
      </w:r>
      <w:r w:rsidR="00A76F28" w:rsidRPr="00A76F2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76F28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929</w:t>
      </w:r>
      <w:bookmarkStart w:id="0" w:name="_GoBack"/>
      <w:bookmarkEnd w:id="0"/>
    </w:p>
    <w:p w:rsidR="0057782F" w:rsidRDefault="0057782F" w:rsidP="0057782F">
      <w:pPr>
        <w:pStyle w:val="20"/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DC14F5" w:rsidRDefault="00DC14F5" w:rsidP="0057782F">
      <w:pPr>
        <w:pStyle w:val="20"/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DA3A17" w:rsidRDefault="00DA3A17" w:rsidP="00DA3A17">
      <w:pPr>
        <w:pStyle w:val="2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A3A17"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Р Е Ч Е Н Ь</w:t>
      </w:r>
    </w:p>
    <w:p w:rsidR="0057782F" w:rsidRDefault="00DA3A17" w:rsidP="00DA3A17">
      <w:pPr>
        <w:pStyle w:val="2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3A17">
        <w:rPr>
          <w:rFonts w:ascii="Times New Roman" w:hAnsi="Times New Roman"/>
          <w:b/>
          <w:sz w:val="28"/>
          <w:szCs w:val="28"/>
        </w:rPr>
        <w:t xml:space="preserve"> земельных участков, находящихся в собственности муниципального образования городской округ город Воронеж, подлежащих бесплатному предоставлению в собственность лицам, включенным в реестр участников специальной военной операции и членов семей погибших (умерших) участников специальной военной операции</w:t>
      </w:r>
    </w:p>
    <w:p w:rsidR="00DA3A17" w:rsidRPr="00DA3A17" w:rsidRDefault="00DA3A17" w:rsidP="00DA3A17">
      <w:pPr>
        <w:pStyle w:val="2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3A17" w:rsidRPr="00DA3A17" w:rsidRDefault="00DA3A17" w:rsidP="00DA3A17">
      <w:pPr>
        <w:pStyle w:val="2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76"/>
        <w:gridCol w:w="4695"/>
        <w:gridCol w:w="2541"/>
        <w:gridCol w:w="1559"/>
      </w:tblGrid>
      <w:tr w:rsidR="00DA3A17" w:rsidRPr="00B93861" w:rsidTr="003018A2">
        <w:trPr>
          <w:trHeight w:val="580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A17" w:rsidRPr="00E45E68" w:rsidRDefault="00DA3A17" w:rsidP="00E45E68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E45E68">
              <w:rPr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45E68">
              <w:rPr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E45E68">
              <w:rPr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A17" w:rsidRPr="00E45E68" w:rsidRDefault="00DA3A17" w:rsidP="00E45E68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E45E68">
              <w:rPr>
                <w:b/>
                <w:sz w:val="24"/>
                <w:szCs w:val="24"/>
                <w:lang w:eastAsia="ru-RU"/>
              </w:rPr>
              <w:t>Местоположение земельного участка (адрес)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A17" w:rsidRPr="00E45E68" w:rsidRDefault="00DA3A17" w:rsidP="00E45E68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E45E68">
              <w:rPr>
                <w:b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A17" w:rsidRPr="00E45E68" w:rsidRDefault="00DA3A17" w:rsidP="00E45E68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E45E68">
              <w:rPr>
                <w:b/>
                <w:sz w:val="24"/>
                <w:szCs w:val="24"/>
                <w:lang w:eastAsia="ru-RU"/>
              </w:rPr>
              <w:t>Площадь</w:t>
            </w:r>
            <w:r w:rsidR="003018A2">
              <w:rPr>
                <w:b/>
                <w:sz w:val="24"/>
                <w:szCs w:val="24"/>
                <w:lang w:eastAsia="ru-RU"/>
              </w:rPr>
              <w:t>,</w:t>
            </w:r>
          </w:p>
          <w:p w:rsidR="00DA3A17" w:rsidRPr="00E45E68" w:rsidRDefault="00E45E68" w:rsidP="00E45E68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E45E68">
              <w:rPr>
                <w:b/>
                <w:sz w:val="24"/>
                <w:szCs w:val="24"/>
                <w:lang w:eastAsia="ru-RU"/>
              </w:rPr>
              <w:t>кв.</w:t>
            </w:r>
            <w:r w:rsidR="003018A2">
              <w:rPr>
                <w:b/>
                <w:sz w:val="24"/>
                <w:szCs w:val="24"/>
                <w:lang w:eastAsia="ru-RU"/>
              </w:rPr>
              <w:t xml:space="preserve"> </w:t>
            </w:r>
            <w:r w:rsidR="00DA3A17" w:rsidRPr="00E45E68">
              <w:rPr>
                <w:b/>
                <w:sz w:val="24"/>
                <w:szCs w:val="24"/>
                <w:lang w:eastAsia="ru-RU"/>
              </w:rPr>
              <w:t>м</w:t>
            </w:r>
          </w:p>
        </w:tc>
      </w:tr>
      <w:tr w:rsidR="00DA3A17" w:rsidRPr="00B93861" w:rsidTr="00DA3A17">
        <w:trPr>
          <w:trHeight w:val="580"/>
        </w:trPr>
        <w:tc>
          <w:tcPr>
            <w:tcW w:w="9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3018A2" w:rsidP="00E45E6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</w:t>
            </w:r>
            <w:r w:rsidR="00DA3A17" w:rsidRPr="00E45E68">
              <w:rPr>
                <w:sz w:val="24"/>
                <w:szCs w:val="24"/>
                <w:lang w:eastAsia="ru-RU"/>
              </w:rPr>
              <w:t>ндивидуальное жилищное строительство</w:t>
            </w:r>
          </w:p>
        </w:tc>
      </w:tr>
      <w:tr w:rsidR="00DA3A17" w:rsidRPr="00B93861" w:rsidTr="00E45E68">
        <w:trPr>
          <w:trHeight w:val="58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</w:rPr>
            </w:pPr>
            <w:r w:rsidRPr="00E45E68">
              <w:rPr>
                <w:sz w:val="24"/>
                <w:szCs w:val="24"/>
              </w:rPr>
              <w:t>Воронежск</w:t>
            </w:r>
            <w:r w:rsidR="00E45E68" w:rsidRPr="00E45E68">
              <w:rPr>
                <w:sz w:val="24"/>
                <w:szCs w:val="24"/>
              </w:rPr>
              <w:t>ая область, город Воронеж, улица</w:t>
            </w:r>
            <w:r w:rsidRPr="00E45E68">
              <w:rPr>
                <w:sz w:val="24"/>
                <w:szCs w:val="24"/>
              </w:rPr>
              <w:t xml:space="preserve">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36:34:0547010:5021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DA3A17" w:rsidRPr="00B93861" w:rsidTr="00E45E68">
        <w:trPr>
          <w:trHeight w:val="5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</w:rPr>
            </w:pPr>
            <w:r w:rsidRPr="00E45E68">
              <w:rPr>
                <w:sz w:val="24"/>
                <w:szCs w:val="24"/>
              </w:rPr>
              <w:t>Воронежская область, город Воронеж, улица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36:34:0547010:5022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DA3A17" w:rsidRPr="00B93861" w:rsidTr="00E45E68">
        <w:trPr>
          <w:trHeight w:val="5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</w:rPr>
            </w:pPr>
            <w:r w:rsidRPr="00E45E68">
              <w:rPr>
                <w:sz w:val="24"/>
                <w:szCs w:val="24"/>
              </w:rPr>
              <w:t>Воронежская область, город Воронеж, улица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36:34:0547010:5023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DA3A17" w:rsidRPr="00B93861" w:rsidTr="00E45E68">
        <w:trPr>
          <w:trHeight w:val="5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</w:rPr>
            </w:pPr>
            <w:r w:rsidRPr="00E45E68">
              <w:rPr>
                <w:sz w:val="24"/>
                <w:szCs w:val="24"/>
              </w:rPr>
              <w:t>Воронежская область, город Воронеж, улица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36:34:0547010:5024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DA3A17" w:rsidRPr="00B93861" w:rsidTr="00E45E68">
        <w:trPr>
          <w:trHeight w:val="60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</w:rPr>
            </w:pPr>
            <w:r w:rsidRPr="00E45E68">
              <w:rPr>
                <w:sz w:val="24"/>
                <w:szCs w:val="24"/>
              </w:rPr>
              <w:t>Воронежская область, город Воронеж, улица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36:34:0547010:5025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DA3A17" w:rsidRPr="00B93861" w:rsidTr="00E45E68">
        <w:trPr>
          <w:trHeight w:val="5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</w:rPr>
            </w:pPr>
            <w:r w:rsidRPr="00E45E68">
              <w:rPr>
                <w:sz w:val="24"/>
                <w:szCs w:val="24"/>
              </w:rPr>
              <w:t>Воронежская область, город Воронеж, улица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36:34:0547010:5026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DA3A17" w:rsidRPr="00B93861" w:rsidTr="00E45E68">
        <w:trPr>
          <w:trHeight w:val="66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sz w:val="24"/>
                <w:szCs w:val="24"/>
              </w:rPr>
              <w:t>Воронежская область, город Воронеж, улица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36:34:0547010:5027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DA3A17" w:rsidRPr="00B93861" w:rsidTr="00E45E68">
        <w:trPr>
          <w:trHeight w:val="5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sz w:val="24"/>
                <w:szCs w:val="24"/>
              </w:rPr>
              <w:t>Воронежская область, город Воронеж, улица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36:34:0547010:5028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DA3A17" w:rsidRPr="00B93861" w:rsidTr="00E45E68">
        <w:trPr>
          <w:trHeight w:val="58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sz w:val="24"/>
                <w:szCs w:val="24"/>
              </w:rPr>
              <w:t>Воронежская область, город Воронеж, улица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36:34:0547010:5029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DA3A17" w:rsidRPr="00B93861" w:rsidTr="00E45E68">
        <w:trPr>
          <w:trHeight w:val="6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sz w:val="24"/>
                <w:szCs w:val="24"/>
              </w:rPr>
              <w:t>Воронежская область, город Воронеж, улица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36:34:0547010:5030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DA3A17" w:rsidRPr="00B93861" w:rsidTr="00E45E68">
        <w:trPr>
          <w:trHeight w:val="58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sz w:val="24"/>
                <w:szCs w:val="24"/>
              </w:rPr>
              <w:t>Воронежская область, город Воронеж, улица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36:34:0547010:5031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DA3A17" w:rsidRPr="00B93861" w:rsidTr="00E45E68">
        <w:trPr>
          <w:trHeight w:val="5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sz w:val="24"/>
                <w:szCs w:val="24"/>
              </w:rPr>
              <w:t>Воронежская область, город Воронеж, улица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36:34:0547010:5032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DA3A17" w:rsidRPr="00B93861" w:rsidTr="00E45E68">
        <w:trPr>
          <w:trHeight w:val="5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sz w:val="24"/>
                <w:szCs w:val="24"/>
              </w:rPr>
              <w:t>Воронежская область, город Воронеж, улица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36:34:0547010:5033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DA3A17" w:rsidRPr="00B93861" w:rsidTr="00E45E68">
        <w:trPr>
          <w:trHeight w:val="58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sz w:val="24"/>
                <w:szCs w:val="24"/>
              </w:rPr>
              <w:t>Воронежская область, город Воронеж, улица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36:34:0547010:5034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DA3A17" w:rsidRPr="00B93861" w:rsidTr="00E45E68">
        <w:trPr>
          <w:trHeight w:val="58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sz w:val="24"/>
                <w:szCs w:val="24"/>
              </w:rPr>
              <w:t>Воронежская область, город Воронеж, улица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36:34:0547010:5035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DA3A17" w:rsidRPr="00B93861" w:rsidTr="00E45E68">
        <w:trPr>
          <w:trHeight w:val="58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sz w:val="24"/>
                <w:szCs w:val="24"/>
              </w:rPr>
              <w:t>Воронежская область, город Воронеж, улица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36:34:0547010:5036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DA3A17" w:rsidRPr="00B93861" w:rsidTr="00E45E68">
        <w:trPr>
          <w:trHeight w:val="5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sz w:val="24"/>
                <w:szCs w:val="24"/>
              </w:rPr>
              <w:t>Воронежская область, город Воронеж, улица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36:34:0547010:5037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DA3A17" w:rsidRPr="00B93861" w:rsidTr="00E45E68">
        <w:trPr>
          <w:trHeight w:val="5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sz w:val="24"/>
                <w:szCs w:val="24"/>
              </w:rPr>
            </w:pPr>
            <w:r w:rsidRPr="00E45E68">
              <w:rPr>
                <w:sz w:val="24"/>
                <w:szCs w:val="24"/>
              </w:rPr>
              <w:t>Воро</w:t>
            </w:r>
            <w:r w:rsidR="00E45E68" w:rsidRPr="00E45E68">
              <w:rPr>
                <w:sz w:val="24"/>
                <w:szCs w:val="24"/>
              </w:rPr>
              <w:t>нежская область, город Воронеж, улица</w:t>
            </w:r>
            <w:r w:rsidRPr="00E45E68">
              <w:rPr>
                <w:sz w:val="24"/>
                <w:szCs w:val="24"/>
              </w:rPr>
              <w:t xml:space="preserve">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E45E68" w:rsidRDefault="00DA3A17" w:rsidP="00E45E68">
            <w:pPr>
              <w:jc w:val="center"/>
              <w:rPr>
                <w:sz w:val="24"/>
                <w:szCs w:val="24"/>
              </w:rPr>
            </w:pPr>
            <w:r w:rsidRPr="00E45E68">
              <w:rPr>
                <w:sz w:val="24"/>
                <w:szCs w:val="24"/>
              </w:rPr>
              <w:t>36:34:0547010:5070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sz w:val="24"/>
                <w:szCs w:val="24"/>
              </w:rPr>
              <w:t>710</w:t>
            </w:r>
          </w:p>
        </w:tc>
      </w:tr>
      <w:tr w:rsidR="00DA3A17" w:rsidRPr="00B93861" w:rsidTr="00E45E68">
        <w:trPr>
          <w:trHeight w:val="5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E45E68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E45E68" w:rsidP="00E45E68">
            <w:pPr>
              <w:jc w:val="center"/>
              <w:rPr>
                <w:sz w:val="24"/>
                <w:szCs w:val="24"/>
              </w:rPr>
            </w:pPr>
            <w:r w:rsidRPr="00E45E68">
              <w:rPr>
                <w:sz w:val="24"/>
                <w:szCs w:val="24"/>
              </w:rPr>
              <w:t>Воронежская область, город</w:t>
            </w:r>
            <w:r w:rsidR="00DA3A17" w:rsidRPr="00E45E68">
              <w:rPr>
                <w:sz w:val="24"/>
                <w:szCs w:val="24"/>
              </w:rPr>
              <w:t xml:space="preserve"> Воронеж, ул</w:t>
            </w:r>
            <w:r w:rsidRPr="00E45E68">
              <w:rPr>
                <w:sz w:val="24"/>
                <w:szCs w:val="24"/>
              </w:rPr>
              <w:t>ица</w:t>
            </w:r>
            <w:r w:rsidR="00DA3A17" w:rsidRPr="00E45E68">
              <w:rPr>
                <w:sz w:val="24"/>
                <w:szCs w:val="24"/>
              </w:rPr>
              <w:t xml:space="preserve">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E45E68" w:rsidRDefault="00DA3A17" w:rsidP="00E45E68">
            <w:pPr>
              <w:jc w:val="center"/>
              <w:rPr>
                <w:sz w:val="24"/>
                <w:szCs w:val="24"/>
              </w:rPr>
            </w:pPr>
            <w:r w:rsidRPr="00E45E68">
              <w:rPr>
                <w:sz w:val="24"/>
                <w:szCs w:val="24"/>
              </w:rPr>
              <w:t>36:34:0547010:5071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sz w:val="24"/>
                <w:szCs w:val="24"/>
              </w:rPr>
              <w:t>705</w:t>
            </w:r>
          </w:p>
        </w:tc>
      </w:tr>
      <w:tr w:rsidR="00DA3A17" w:rsidRPr="00B93861" w:rsidTr="00E45E68">
        <w:trPr>
          <w:trHeight w:val="5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2</w:t>
            </w:r>
            <w:r w:rsidR="00E45E68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sz w:val="24"/>
                <w:szCs w:val="24"/>
              </w:rPr>
            </w:pPr>
            <w:r w:rsidRPr="00E45E68">
              <w:rPr>
                <w:sz w:val="24"/>
                <w:szCs w:val="24"/>
              </w:rPr>
              <w:t>Воро</w:t>
            </w:r>
            <w:r w:rsidR="00E45E68" w:rsidRPr="00E45E68">
              <w:rPr>
                <w:sz w:val="24"/>
                <w:szCs w:val="24"/>
              </w:rPr>
              <w:t>нежская область, город Воронеж, улица</w:t>
            </w:r>
            <w:r w:rsidRPr="00E45E68">
              <w:rPr>
                <w:sz w:val="24"/>
                <w:szCs w:val="24"/>
              </w:rPr>
              <w:t xml:space="preserve">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E45E68" w:rsidRDefault="00DA3A17" w:rsidP="00E45E68">
            <w:pPr>
              <w:jc w:val="center"/>
              <w:rPr>
                <w:sz w:val="24"/>
                <w:szCs w:val="24"/>
              </w:rPr>
            </w:pPr>
            <w:r w:rsidRPr="00E45E68">
              <w:rPr>
                <w:sz w:val="24"/>
                <w:szCs w:val="24"/>
              </w:rPr>
              <w:t>36:34:0547010:5074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sz w:val="24"/>
                <w:szCs w:val="24"/>
              </w:rPr>
              <w:t>715</w:t>
            </w:r>
          </w:p>
        </w:tc>
      </w:tr>
      <w:tr w:rsidR="00DA3A17" w:rsidRPr="00B93861" w:rsidTr="00E45E68">
        <w:trPr>
          <w:trHeight w:val="5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2</w:t>
            </w:r>
            <w:r w:rsidR="00E45E6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sz w:val="24"/>
                <w:szCs w:val="24"/>
              </w:rPr>
            </w:pPr>
            <w:r w:rsidRPr="00E45E68">
              <w:rPr>
                <w:sz w:val="24"/>
                <w:szCs w:val="24"/>
              </w:rPr>
              <w:t>Воро</w:t>
            </w:r>
            <w:r w:rsidR="00E45E68" w:rsidRPr="00E45E68">
              <w:rPr>
                <w:sz w:val="24"/>
                <w:szCs w:val="24"/>
              </w:rPr>
              <w:t>нежская область, город Воронеж, улица</w:t>
            </w:r>
            <w:r w:rsidRPr="00E45E68">
              <w:rPr>
                <w:sz w:val="24"/>
                <w:szCs w:val="24"/>
              </w:rPr>
              <w:t xml:space="preserve">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36:34:0547010:5075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705</w:t>
            </w:r>
          </w:p>
        </w:tc>
      </w:tr>
      <w:tr w:rsidR="00DA3A17" w:rsidRPr="00B93861" w:rsidTr="00172273">
        <w:trPr>
          <w:trHeight w:val="5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E45E68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3018A2" w:rsidP="00E45E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Воронежская область, город Воронеж, улица</w:t>
            </w:r>
            <w:r w:rsidR="00DA3A17" w:rsidRPr="00E45E68">
              <w:rPr>
                <w:sz w:val="24"/>
                <w:szCs w:val="24"/>
              </w:rPr>
              <w:t xml:space="preserve">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36:34:0547010:5082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726</w:t>
            </w:r>
          </w:p>
        </w:tc>
      </w:tr>
      <w:tr w:rsidR="00DA3A17" w:rsidRPr="00B93861" w:rsidTr="00172273">
        <w:trPr>
          <w:trHeight w:val="58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E45E68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3018A2" w:rsidP="00E45E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Воронежская область, город Воронеж, улица</w:t>
            </w:r>
            <w:r w:rsidR="00DA3A17" w:rsidRPr="00E45E68">
              <w:rPr>
                <w:sz w:val="24"/>
                <w:szCs w:val="24"/>
              </w:rPr>
              <w:t xml:space="preserve">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36:34:0547010:5084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E45E68" w:rsidRDefault="00DA3A17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68">
              <w:rPr>
                <w:color w:val="000000"/>
                <w:sz w:val="24"/>
                <w:szCs w:val="24"/>
                <w:lang w:eastAsia="ru-RU"/>
              </w:rPr>
              <w:t>826</w:t>
            </w:r>
          </w:p>
        </w:tc>
      </w:tr>
      <w:tr w:rsidR="00172273" w:rsidRPr="00B93861" w:rsidTr="00F12223">
        <w:trPr>
          <w:trHeight w:val="580"/>
        </w:trPr>
        <w:tc>
          <w:tcPr>
            <w:tcW w:w="9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73" w:rsidRPr="00E45E68" w:rsidRDefault="003018A2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</w:t>
            </w:r>
            <w:r w:rsidR="00172273">
              <w:rPr>
                <w:color w:val="000000"/>
                <w:sz w:val="24"/>
                <w:szCs w:val="24"/>
                <w:lang w:eastAsia="ru-RU"/>
              </w:rPr>
              <w:t>едение садоводства</w:t>
            </w:r>
          </w:p>
        </w:tc>
      </w:tr>
      <w:tr w:rsidR="00172273" w:rsidRPr="00B93861" w:rsidTr="00172273">
        <w:trPr>
          <w:trHeight w:val="58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73" w:rsidRDefault="00172273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73" w:rsidRPr="00E45E68" w:rsidRDefault="00172273" w:rsidP="00E45E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2273" w:rsidRPr="00E45E68" w:rsidRDefault="00172273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73" w:rsidRPr="00E45E68" w:rsidRDefault="00172273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2273" w:rsidRPr="00B93861" w:rsidTr="00CA54F1">
        <w:trPr>
          <w:trHeight w:val="580"/>
        </w:trPr>
        <w:tc>
          <w:tcPr>
            <w:tcW w:w="9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73" w:rsidRPr="00E45E68" w:rsidRDefault="003018A2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</w:t>
            </w:r>
            <w:r w:rsidR="00172273">
              <w:rPr>
                <w:color w:val="000000"/>
                <w:sz w:val="24"/>
                <w:szCs w:val="24"/>
                <w:lang w:eastAsia="ru-RU"/>
              </w:rPr>
              <w:t>едение личного подсобного хозяйства</w:t>
            </w:r>
          </w:p>
        </w:tc>
      </w:tr>
      <w:tr w:rsidR="00172273" w:rsidRPr="00B93861" w:rsidTr="00172273">
        <w:trPr>
          <w:trHeight w:val="58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73" w:rsidRDefault="00172273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73" w:rsidRPr="00E45E68" w:rsidRDefault="002B3536" w:rsidP="00E45E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2273" w:rsidRPr="00E45E68" w:rsidRDefault="002B3536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73" w:rsidRPr="00E45E68" w:rsidRDefault="002B3536" w:rsidP="00E45E6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57782F" w:rsidRPr="003E51F1" w:rsidRDefault="0057782F" w:rsidP="00E45E68">
      <w:pPr>
        <w:pStyle w:val="20"/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57782F" w:rsidRDefault="0057782F" w:rsidP="00E45E68">
      <w:pPr>
        <w:pStyle w:val="20"/>
        <w:spacing w:line="240" w:lineRule="auto"/>
        <w:rPr>
          <w:rFonts w:ascii="Times New Roman" w:hAnsi="Times New Roman"/>
          <w:sz w:val="28"/>
          <w:szCs w:val="28"/>
        </w:rPr>
      </w:pPr>
    </w:p>
    <w:p w:rsidR="00E45E68" w:rsidRPr="003E51F1" w:rsidRDefault="00E45E68" w:rsidP="00E45E68">
      <w:pPr>
        <w:pStyle w:val="20"/>
        <w:spacing w:line="240" w:lineRule="auto"/>
        <w:rPr>
          <w:rFonts w:ascii="Times New Roman" w:hAnsi="Times New Roman"/>
          <w:sz w:val="28"/>
          <w:szCs w:val="28"/>
        </w:rPr>
      </w:pPr>
    </w:p>
    <w:p w:rsidR="003018A2" w:rsidRDefault="003018A2" w:rsidP="00E45E6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3E51F1" w:rsidRDefault="003018A2" w:rsidP="00E45E68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руководителя</w:t>
      </w:r>
      <w:r w:rsidR="003E51F1">
        <w:rPr>
          <w:sz w:val="28"/>
          <w:szCs w:val="28"/>
        </w:rPr>
        <w:t xml:space="preserve"> </w:t>
      </w:r>
      <w:r w:rsidR="003E51F1" w:rsidRPr="003E51F1">
        <w:rPr>
          <w:bCs/>
          <w:sz w:val="28"/>
          <w:szCs w:val="28"/>
        </w:rPr>
        <w:t>у</w:t>
      </w:r>
      <w:r w:rsidR="00A76F28" w:rsidRPr="003E51F1">
        <w:rPr>
          <w:bCs/>
          <w:sz w:val="28"/>
          <w:szCs w:val="28"/>
        </w:rPr>
        <w:t>правления</w:t>
      </w:r>
      <w:r w:rsidR="003E51F1" w:rsidRPr="003E51F1">
        <w:rPr>
          <w:bCs/>
          <w:sz w:val="28"/>
          <w:szCs w:val="28"/>
        </w:rPr>
        <w:t xml:space="preserve"> </w:t>
      </w:r>
    </w:p>
    <w:p w:rsidR="003E51F1" w:rsidRDefault="00A76F28" w:rsidP="00E45E68">
      <w:pPr>
        <w:jc w:val="both"/>
        <w:rPr>
          <w:bCs/>
          <w:sz w:val="28"/>
          <w:szCs w:val="28"/>
        </w:rPr>
      </w:pPr>
      <w:r w:rsidRPr="003E51F1">
        <w:rPr>
          <w:bCs/>
          <w:sz w:val="28"/>
          <w:szCs w:val="28"/>
        </w:rPr>
        <w:t>имущественных и земельных</w:t>
      </w:r>
    </w:p>
    <w:p w:rsidR="00A76F28" w:rsidRPr="003E51F1" w:rsidRDefault="00A76F28" w:rsidP="00E45E68">
      <w:pPr>
        <w:jc w:val="both"/>
        <w:rPr>
          <w:sz w:val="28"/>
          <w:szCs w:val="28"/>
        </w:rPr>
      </w:pPr>
      <w:r w:rsidRPr="003E51F1">
        <w:rPr>
          <w:bCs/>
          <w:sz w:val="28"/>
          <w:szCs w:val="28"/>
        </w:rPr>
        <w:t>отношений</w:t>
      </w:r>
      <w:r w:rsidR="003E51F1">
        <w:rPr>
          <w:bCs/>
          <w:sz w:val="28"/>
          <w:szCs w:val="28"/>
        </w:rPr>
        <w:tab/>
      </w:r>
      <w:r w:rsidR="003E51F1">
        <w:rPr>
          <w:bCs/>
          <w:sz w:val="28"/>
          <w:szCs w:val="28"/>
        </w:rPr>
        <w:tab/>
      </w:r>
      <w:r w:rsidR="003E51F1">
        <w:rPr>
          <w:bCs/>
          <w:sz w:val="28"/>
          <w:szCs w:val="28"/>
        </w:rPr>
        <w:tab/>
      </w:r>
      <w:r w:rsidR="003E51F1">
        <w:rPr>
          <w:bCs/>
          <w:sz w:val="28"/>
          <w:szCs w:val="28"/>
        </w:rPr>
        <w:tab/>
      </w:r>
      <w:r w:rsidR="003E51F1">
        <w:rPr>
          <w:bCs/>
          <w:sz w:val="28"/>
          <w:szCs w:val="28"/>
        </w:rPr>
        <w:tab/>
      </w:r>
      <w:r w:rsidR="003E51F1">
        <w:rPr>
          <w:bCs/>
          <w:sz w:val="28"/>
          <w:szCs w:val="28"/>
        </w:rPr>
        <w:tab/>
      </w:r>
      <w:r w:rsidR="003E51F1">
        <w:rPr>
          <w:bCs/>
          <w:sz w:val="28"/>
          <w:szCs w:val="28"/>
        </w:rPr>
        <w:tab/>
      </w:r>
      <w:r w:rsidR="003E51F1">
        <w:rPr>
          <w:bCs/>
          <w:sz w:val="28"/>
          <w:szCs w:val="28"/>
        </w:rPr>
        <w:tab/>
        <w:t xml:space="preserve">           </w:t>
      </w:r>
      <w:r w:rsidR="0065355F">
        <w:rPr>
          <w:bCs/>
          <w:sz w:val="28"/>
          <w:szCs w:val="28"/>
        </w:rPr>
        <w:t xml:space="preserve">   </w:t>
      </w:r>
      <w:r w:rsidR="0065355F">
        <w:rPr>
          <w:sz w:val="28"/>
          <w:szCs w:val="28"/>
        </w:rPr>
        <w:t>Ю.А. Комарова</w:t>
      </w:r>
    </w:p>
    <w:sectPr w:rsidR="00A76F28" w:rsidRPr="003E51F1" w:rsidSect="000C3D86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238" w:right="567" w:bottom="993" w:left="1985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016" w:rsidRDefault="00200016">
      <w:r>
        <w:separator/>
      </w:r>
    </w:p>
  </w:endnote>
  <w:endnote w:type="continuationSeparator" w:id="0">
    <w:p w:rsidR="00200016" w:rsidRDefault="002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F6A" w:rsidRDefault="00556F6A">
    <w:pPr>
      <w:pStyle w:val="aa"/>
      <w:jc w:val="right"/>
    </w:pPr>
    <w:r>
      <w:rPr>
        <w:snapToGrid w:val="0"/>
        <w:lang w:eastAsia="ru-RU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F6A" w:rsidRDefault="00556F6A">
    <w:pPr>
      <w:pStyle w:val="a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016" w:rsidRDefault="00200016">
      <w:r>
        <w:separator/>
      </w:r>
    </w:p>
  </w:footnote>
  <w:footnote w:type="continuationSeparator" w:id="0">
    <w:p w:rsidR="00200016" w:rsidRDefault="00200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F6A" w:rsidRDefault="001F550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56F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6F6A" w:rsidRDefault="00556F6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63876"/>
      <w:docPartObj>
        <w:docPartGallery w:val="Page Numbers (Top of Page)"/>
        <w:docPartUnique/>
      </w:docPartObj>
    </w:sdtPr>
    <w:sdtEndPr/>
    <w:sdtContent>
      <w:p w:rsidR="002D112E" w:rsidRDefault="0006166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5E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B55E3" w:rsidRPr="00CB55E3" w:rsidRDefault="00CB55E3" w:rsidP="00CB55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3812"/>
    <w:multiLevelType w:val="hybridMultilevel"/>
    <w:tmpl w:val="BBF41C9C"/>
    <w:lvl w:ilvl="0" w:tplc="C020420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04C2459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3736247"/>
    <w:multiLevelType w:val="hybridMultilevel"/>
    <w:tmpl w:val="83DAB31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667792"/>
    <w:multiLevelType w:val="singleLevel"/>
    <w:tmpl w:val="BC6612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32007943"/>
    <w:multiLevelType w:val="hybridMultilevel"/>
    <w:tmpl w:val="A0CC33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626AAA"/>
    <w:multiLevelType w:val="hybridMultilevel"/>
    <w:tmpl w:val="4718F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94160C"/>
    <w:multiLevelType w:val="multilevel"/>
    <w:tmpl w:val="31444B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7">
    <w:nsid w:val="50A05680"/>
    <w:multiLevelType w:val="hybridMultilevel"/>
    <w:tmpl w:val="E9A2AB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4955E2"/>
    <w:multiLevelType w:val="hybridMultilevel"/>
    <w:tmpl w:val="4D16B78C"/>
    <w:lvl w:ilvl="0" w:tplc="D83C17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4E957C4"/>
    <w:multiLevelType w:val="hybridMultilevel"/>
    <w:tmpl w:val="AC141A1A"/>
    <w:lvl w:ilvl="0" w:tplc="31C259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6DF09E0"/>
    <w:multiLevelType w:val="singleLevel"/>
    <w:tmpl w:val="01E4DD0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76FC707E"/>
    <w:multiLevelType w:val="hybridMultilevel"/>
    <w:tmpl w:val="2BC69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38F33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04022B"/>
    <w:multiLevelType w:val="singleLevel"/>
    <w:tmpl w:val="0F4C2D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>
    <w:nsid w:val="7E4D1ACC"/>
    <w:multiLevelType w:val="singleLevel"/>
    <w:tmpl w:val="93BAC1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12"/>
  </w:num>
  <w:num w:numId="6">
    <w:abstractNumId w:val="4"/>
  </w:num>
  <w:num w:numId="7">
    <w:abstractNumId w:val="2"/>
  </w:num>
  <w:num w:numId="8">
    <w:abstractNumId w:val="7"/>
  </w:num>
  <w:num w:numId="9">
    <w:abstractNumId w:val="5"/>
  </w:num>
  <w:num w:numId="10">
    <w:abstractNumId w:val="9"/>
  </w:num>
  <w:num w:numId="11">
    <w:abstractNumId w:val="6"/>
  </w:num>
  <w:num w:numId="12">
    <w:abstractNumId w:val="11"/>
  </w:num>
  <w:num w:numId="13">
    <w:abstractNumId w:val="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4AC"/>
    <w:rsid w:val="000018E0"/>
    <w:rsid w:val="00005AFC"/>
    <w:rsid w:val="000073EC"/>
    <w:rsid w:val="000130DB"/>
    <w:rsid w:val="0002212C"/>
    <w:rsid w:val="00023C09"/>
    <w:rsid w:val="00024DD0"/>
    <w:rsid w:val="00037D8B"/>
    <w:rsid w:val="000416FC"/>
    <w:rsid w:val="00043024"/>
    <w:rsid w:val="00054DE7"/>
    <w:rsid w:val="00056B7C"/>
    <w:rsid w:val="00061667"/>
    <w:rsid w:val="000635E7"/>
    <w:rsid w:val="00066383"/>
    <w:rsid w:val="00070AD1"/>
    <w:rsid w:val="00073DD3"/>
    <w:rsid w:val="000758E6"/>
    <w:rsid w:val="00080CCC"/>
    <w:rsid w:val="0008203B"/>
    <w:rsid w:val="000829A3"/>
    <w:rsid w:val="00082BD9"/>
    <w:rsid w:val="00096F69"/>
    <w:rsid w:val="000B4BA5"/>
    <w:rsid w:val="000C1105"/>
    <w:rsid w:val="000C2D2E"/>
    <w:rsid w:val="000C3120"/>
    <w:rsid w:val="000C3D86"/>
    <w:rsid w:val="000C5A4D"/>
    <w:rsid w:val="000D0232"/>
    <w:rsid w:val="000D7C73"/>
    <w:rsid w:val="000E1F83"/>
    <w:rsid w:val="000E3B53"/>
    <w:rsid w:val="000E7D77"/>
    <w:rsid w:val="000F17DE"/>
    <w:rsid w:val="000F7B90"/>
    <w:rsid w:val="00103BAB"/>
    <w:rsid w:val="00111A3F"/>
    <w:rsid w:val="001221FA"/>
    <w:rsid w:val="001302F2"/>
    <w:rsid w:val="001306F2"/>
    <w:rsid w:val="00134181"/>
    <w:rsid w:val="00145159"/>
    <w:rsid w:val="001520F9"/>
    <w:rsid w:val="00152444"/>
    <w:rsid w:val="00156190"/>
    <w:rsid w:val="00161942"/>
    <w:rsid w:val="0016372B"/>
    <w:rsid w:val="00166E8C"/>
    <w:rsid w:val="00172273"/>
    <w:rsid w:val="00173DF3"/>
    <w:rsid w:val="00174519"/>
    <w:rsid w:val="00174772"/>
    <w:rsid w:val="00176C93"/>
    <w:rsid w:val="001772D1"/>
    <w:rsid w:val="0018037A"/>
    <w:rsid w:val="00184F76"/>
    <w:rsid w:val="00186E84"/>
    <w:rsid w:val="001877C6"/>
    <w:rsid w:val="001921F8"/>
    <w:rsid w:val="00192E15"/>
    <w:rsid w:val="001966AB"/>
    <w:rsid w:val="001A43FF"/>
    <w:rsid w:val="001B3157"/>
    <w:rsid w:val="001B3BDE"/>
    <w:rsid w:val="001C2E7A"/>
    <w:rsid w:val="001D3B45"/>
    <w:rsid w:val="001D5E15"/>
    <w:rsid w:val="001D7930"/>
    <w:rsid w:val="001D7AF3"/>
    <w:rsid w:val="001E5989"/>
    <w:rsid w:val="001E69E9"/>
    <w:rsid w:val="001F4B31"/>
    <w:rsid w:val="001F4E33"/>
    <w:rsid w:val="001F5500"/>
    <w:rsid w:val="001F58D2"/>
    <w:rsid w:val="001F6106"/>
    <w:rsid w:val="00200016"/>
    <w:rsid w:val="002205FC"/>
    <w:rsid w:val="00220F10"/>
    <w:rsid w:val="002262E1"/>
    <w:rsid w:val="00226F8A"/>
    <w:rsid w:val="00227158"/>
    <w:rsid w:val="00227253"/>
    <w:rsid w:val="00230C23"/>
    <w:rsid w:val="00231932"/>
    <w:rsid w:val="00243D14"/>
    <w:rsid w:val="00245B20"/>
    <w:rsid w:val="00246AD5"/>
    <w:rsid w:val="00251EB2"/>
    <w:rsid w:val="00253B48"/>
    <w:rsid w:val="00255DBA"/>
    <w:rsid w:val="002565FD"/>
    <w:rsid w:val="00256BAB"/>
    <w:rsid w:val="00262B10"/>
    <w:rsid w:val="00267534"/>
    <w:rsid w:val="002725AE"/>
    <w:rsid w:val="00282146"/>
    <w:rsid w:val="00287D17"/>
    <w:rsid w:val="002936E1"/>
    <w:rsid w:val="00294C66"/>
    <w:rsid w:val="00295386"/>
    <w:rsid w:val="002A3367"/>
    <w:rsid w:val="002A59F9"/>
    <w:rsid w:val="002B1250"/>
    <w:rsid w:val="002B3536"/>
    <w:rsid w:val="002C0860"/>
    <w:rsid w:val="002C1D5A"/>
    <w:rsid w:val="002C245E"/>
    <w:rsid w:val="002C4A82"/>
    <w:rsid w:val="002D0884"/>
    <w:rsid w:val="002D112E"/>
    <w:rsid w:val="002D189D"/>
    <w:rsid w:val="002D2ACA"/>
    <w:rsid w:val="002D534A"/>
    <w:rsid w:val="002E3339"/>
    <w:rsid w:val="002E5188"/>
    <w:rsid w:val="002E657D"/>
    <w:rsid w:val="002F3C2F"/>
    <w:rsid w:val="0030161A"/>
    <w:rsid w:val="003018A2"/>
    <w:rsid w:val="00304C7E"/>
    <w:rsid w:val="00311714"/>
    <w:rsid w:val="00323F78"/>
    <w:rsid w:val="003317B4"/>
    <w:rsid w:val="003330FD"/>
    <w:rsid w:val="003410BD"/>
    <w:rsid w:val="003420D5"/>
    <w:rsid w:val="003462C3"/>
    <w:rsid w:val="0034646F"/>
    <w:rsid w:val="003614F7"/>
    <w:rsid w:val="00362517"/>
    <w:rsid w:val="003766CE"/>
    <w:rsid w:val="00386302"/>
    <w:rsid w:val="00387258"/>
    <w:rsid w:val="0038766B"/>
    <w:rsid w:val="00391A06"/>
    <w:rsid w:val="00393241"/>
    <w:rsid w:val="003938BE"/>
    <w:rsid w:val="003945A5"/>
    <w:rsid w:val="003951AE"/>
    <w:rsid w:val="00396E62"/>
    <w:rsid w:val="003A0BB9"/>
    <w:rsid w:val="003A2A51"/>
    <w:rsid w:val="003A3120"/>
    <w:rsid w:val="003A3C6E"/>
    <w:rsid w:val="003A6E88"/>
    <w:rsid w:val="003B08E2"/>
    <w:rsid w:val="003B3EDB"/>
    <w:rsid w:val="003B69B8"/>
    <w:rsid w:val="003C273C"/>
    <w:rsid w:val="003C2A8C"/>
    <w:rsid w:val="003C573D"/>
    <w:rsid w:val="003C5D9D"/>
    <w:rsid w:val="003C5F56"/>
    <w:rsid w:val="003D20D7"/>
    <w:rsid w:val="003D508F"/>
    <w:rsid w:val="003E28B9"/>
    <w:rsid w:val="003E51F1"/>
    <w:rsid w:val="003F1DDF"/>
    <w:rsid w:val="003F425E"/>
    <w:rsid w:val="003F7971"/>
    <w:rsid w:val="00407627"/>
    <w:rsid w:val="00411792"/>
    <w:rsid w:val="00412A05"/>
    <w:rsid w:val="004156BE"/>
    <w:rsid w:val="00424578"/>
    <w:rsid w:val="00425A19"/>
    <w:rsid w:val="00431A94"/>
    <w:rsid w:val="00433D48"/>
    <w:rsid w:val="004370A0"/>
    <w:rsid w:val="00440631"/>
    <w:rsid w:val="00440CC1"/>
    <w:rsid w:val="004410F9"/>
    <w:rsid w:val="00441D73"/>
    <w:rsid w:val="0044303B"/>
    <w:rsid w:val="0044450B"/>
    <w:rsid w:val="00444EBC"/>
    <w:rsid w:val="004454FB"/>
    <w:rsid w:val="00445784"/>
    <w:rsid w:val="00447501"/>
    <w:rsid w:val="00453650"/>
    <w:rsid w:val="00462010"/>
    <w:rsid w:val="00470525"/>
    <w:rsid w:val="00472280"/>
    <w:rsid w:val="00473B31"/>
    <w:rsid w:val="00476A4D"/>
    <w:rsid w:val="00476DB2"/>
    <w:rsid w:val="004801CF"/>
    <w:rsid w:val="00480D51"/>
    <w:rsid w:val="00480F47"/>
    <w:rsid w:val="00481498"/>
    <w:rsid w:val="00481C98"/>
    <w:rsid w:val="00481EE9"/>
    <w:rsid w:val="00490F78"/>
    <w:rsid w:val="00492061"/>
    <w:rsid w:val="004960F3"/>
    <w:rsid w:val="00497BBF"/>
    <w:rsid w:val="004A1DE6"/>
    <w:rsid w:val="004A33CB"/>
    <w:rsid w:val="004A5B01"/>
    <w:rsid w:val="004B2924"/>
    <w:rsid w:val="004B4551"/>
    <w:rsid w:val="004B6246"/>
    <w:rsid w:val="004B7269"/>
    <w:rsid w:val="004C1D29"/>
    <w:rsid w:val="004D41D0"/>
    <w:rsid w:val="004E6080"/>
    <w:rsid w:val="004F41CE"/>
    <w:rsid w:val="004F6244"/>
    <w:rsid w:val="00501089"/>
    <w:rsid w:val="00501718"/>
    <w:rsid w:val="005034CB"/>
    <w:rsid w:val="005059BC"/>
    <w:rsid w:val="00511790"/>
    <w:rsid w:val="0052003B"/>
    <w:rsid w:val="0052464E"/>
    <w:rsid w:val="00526EE2"/>
    <w:rsid w:val="00535139"/>
    <w:rsid w:val="005447D4"/>
    <w:rsid w:val="0054787B"/>
    <w:rsid w:val="00547C43"/>
    <w:rsid w:val="00552851"/>
    <w:rsid w:val="005541F7"/>
    <w:rsid w:val="005564C2"/>
    <w:rsid w:val="00556F6A"/>
    <w:rsid w:val="0057620E"/>
    <w:rsid w:val="0057728A"/>
    <w:rsid w:val="0057782F"/>
    <w:rsid w:val="00581C18"/>
    <w:rsid w:val="00583668"/>
    <w:rsid w:val="00587751"/>
    <w:rsid w:val="005921D8"/>
    <w:rsid w:val="00592C22"/>
    <w:rsid w:val="00597E4A"/>
    <w:rsid w:val="005A1B90"/>
    <w:rsid w:val="005A293E"/>
    <w:rsid w:val="005A3900"/>
    <w:rsid w:val="005A3B0F"/>
    <w:rsid w:val="005A6ECC"/>
    <w:rsid w:val="005B1625"/>
    <w:rsid w:val="005B293C"/>
    <w:rsid w:val="005B5869"/>
    <w:rsid w:val="005B642C"/>
    <w:rsid w:val="005B648B"/>
    <w:rsid w:val="005B65C3"/>
    <w:rsid w:val="005B68E0"/>
    <w:rsid w:val="005C0D99"/>
    <w:rsid w:val="005C4A65"/>
    <w:rsid w:val="005C6952"/>
    <w:rsid w:val="005D064C"/>
    <w:rsid w:val="005D3E1C"/>
    <w:rsid w:val="005E1471"/>
    <w:rsid w:val="005E4516"/>
    <w:rsid w:val="005F0CCA"/>
    <w:rsid w:val="005F2DBB"/>
    <w:rsid w:val="005F56E8"/>
    <w:rsid w:val="005F5C47"/>
    <w:rsid w:val="00606E4D"/>
    <w:rsid w:val="00607E68"/>
    <w:rsid w:val="00611B29"/>
    <w:rsid w:val="00612DFE"/>
    <w:rsid w:val="00613987"/>
    <w:rsid w:val="00615C58"/>
    <w:rsid w:val="00616F95"/>
    <w:rsid w:val="00617245"/>
    <w:rsid w:val="00621A77"/>
    <w:rsid w:val="00622EDC"/>
    <w:rsid w:val="0062539F"/>
    <w:rsid w:val="00633760"/>
    <w:rsid w:val="00640516"/>
    <w:rsid w:val="00651F27"/>
    <w:rsid w:val="0065355F"/>
    <w:rsid w:val="00657539"/>
    <w:rsid w:val="0066063D"/>
    <w:rsid w:val="00671439"/>
    <w:rsid w:val="00672874"/>
    <w:rsid w:val="00674F2E"/>
    <w:rsid w:val="00675369"/>
    <w:rsid w:val="0067767C"/>
    <w:rsid w:val="00680094"/>
    <w:rsid w:val="006847D9"/>
    <w:rsid w:val="006916E2"/>
    <w:rsid w:val="00694BA6"/>
    <w:rsid w:val="006978A3"/>
    <w:rsid w:val="006A2961"/>
    <w:rsid w:val="006A715B"/>
    <w:rsid w:val="006A7857"/>
    <w:rsid w:val="006A7BF2"/>
    <w:rsid w:val="006B0F74"/>
    <w:rsid w:val="006B5BDA"/>
    <w:rsid w:val="006B7375"/>
    <w:rsid w:val="006B77C1"/>
    <w:rsid w:val="006C5A77"/>
    <w:rsid w:val="006D42FB"/>
    <w:rsid w:val="006E1987"/>
    <w:rsid w:val="006F439B"/>
    <w:rsid w:val="007012F7"/>
    <w:rsid w:val="007128F4"/>
    <w:rsid w:val="007169BA"/>
    <w:rsid w:val="00723C8E"/>
    <w:rsid w:val="00727FD2"/>
    <w:rsid w:val="0073006B"/>
    <w:rsid w:val="007346EF"/>
    <w:rsid w:val="00744A5B"/>
    <w:rsid w:val="00747DE8"/>
    <w:rsid w:val="00750891"/>
    <w:rsid w:val="00751796"/>
    <w:rsid w:val="00751F46"/>
    <w:rsid w:val="007568C8"/>
    <w:rsid w:val="00760726"/>
    <w:rsid w:val="007646E0"/>
    <w:rsid w:val="0076699B"/>
    <w:rsid w:val="00766F48"/>
    <w:rsid w:val="00774952"/>
    <w:rsid w:val="00776049"/>
    <w:rsid w:val="0077686F"/>
    <w:rsid w:val="007815DC"/>
    <w:rsid w:val="007A0C93"/>
    <w:rsid w:val="007B1E1D"/>
    <w:rsid w:val="007B2A3B"/>
    <w:rsid w:val="007B5C30"/>
    <w:rsid w:val="007B6C40"/>
    <w:rsid w:val="007B792C"/>
    <w:rsid w:val="007C1ACA"/>
    <w:rsid w:val="007C2039"/>
    <w:rsid w:val="007C47CB"/>
    <w:rsid w:val="007C7EAE"/>
    <w:rsid w:val="007D24AC"/>
    <w:rsid w:val="007D6343"/>
    <w:rsid w:val="007E3911"/>
    <w:rsid w:val="007E4463"/>
    <w:rsid w:val="007F382A"/>
    <w:rsid w:val="007F41F5"/>
    <w:rsid w:val="007F7934"/>
    <w:rsid w:val="00803C84"/>
    <w:rsid w:val="0080719E"/>
    <w:rsid w:val="00812274"/>
    <w:rsid w:val="0081236D"/>
    <w:rsid w:val="00814353"/>
    <w:rsid w:val="008170D8"/>
    <w:rsid w:val="0082356F"/>
    <w:rsid w:val="00824C5F"/>
    <w:rsid w:val="00831939"/>
    <w:rsid w:val="008341D5"/>
    <w:rsid w:val="00840193"/>
    <w:rsid w:val="00840763"/>
    <w:rsid w:val="00842B8E"/>
    <w:rsid w:val="00842BEA"/>
    <w:rsid w:val="00845C42"/>
    <w:rsid w:val="008610F2"/>
    <w:rsid w:val="0086722C"/>
    <w:rsid w:val="00872EAD"/>
    <w:rsid w:val="00873660"/>
    <w:rsid w:val="0087717E"/>
    <w:rsid w:val="00883A71"/>
    <w:rsid w:val="00885522"/>
    <w:rsid w:val="0088744F"/>
    <w:rsid w:val="00891555"/>
    <w:rsid w:val="008A21BD"/>
    <w:rsid w:val="008A7652"/>
    <w:rsid w:val="008B54D4"/>
    <w:rsid w:val="008C07D4"/>
    <w:rsid w:val="008C1992"/>
    <w:rsid w:val="008E5DC0"/>
    <w:rsid w:val="008F4CFA"/>
    <w:rsid w:val="00905205"/>
    <w:rsid w:val="0090764E"/>
    <w:rsid w:val="00910449"/>
    <w:rsid w:val="0091486C"/>
    <w:rsid w:val="00923994"/>
    <w:rsid w:val="0092781B"/>
    <w:rsid w:val="00932573"/>
    <w:rsid w:val="009408DB"/>
    <w:rsid w:val="009409CC"/>
    <w:rsid w:val="0094134E"/>
    <w:rsid w:val="00942DA7"/>
    <w:rsid w:val="009462C6"/>
    <w:rsid w:val="00955085"/>
    <w:rsid w:val="00955ADA"/>
    <w:rsid w:val="0095698B"/>
    <w:rsid w:val="00956FE9"/>
    <w:rsid w:val="00966D16"/>
    <w:rsid w:val="00975EE3"/>
    <w:rsid w:val="00975FD2"/>
    <w:rsid w:val="00976EBF"/>
    <w:rsid w:val="00994643"/>
    <w:rsid w:val="00997676"/>
    <w:rsid w:val="009A3843"/>
    <w:rsid w:val="009B3B3D"/>
    <w:rsid w:val="009C2A90"/>
    <w:rsid w:val="009D1534"/>
    <w:rsid w:val="009D2DAD"/>
    <w:rsid w:val="009D2DC5"/>
    <w:rsid w:val="009D5E67"/>
    <w:rsid w:val="009F2821"/>
    <w:rsid w:val="009F40CC"/>
    <w:rsid w:val="009F5E4F"/>
    <w:rsid w:val="009F74A0"/>
    <w:rsid w:val="00A025A0"/>
    <w:rsid w:val="00A11D0A"/>
    <w:rsid w:val="00A1251D"/>
    <w:rsid w:val="00A12B1B"/>
    <w:rsid w:val="00A1495B"/>
    <w:rsid w:val="00A21931"/>
    <w:rsid w:val="00A22821"/>
    <w:rsid w:val="00A26BF9"/>
    <w:rsid w:val="00A26FD2"/>
    <w:rsid w:val="00A45FA2"/>
    <w:rsid w:val="00A46535"/>
    <w:rsid w:val="00A47D19"/>
    <w:rsid w:val="00A53E4A"/>
    <w:rsid w:val="00A60824"/>
    <w:rsid w:val="00A64260"/>
    <w:rsid w:val="00A6544F"/>
    <w:rsid w:val="00A66878"/>
    <w:rsid w:val="00A76F28"/>
    <w:rsid w:val="00A77ADC"/>
    <w:rsid w:val="00A82434"/>
    <w:rsid w:val="00A85610"/>
    <w:rsid w:val="00A873FF"/>
    <w:rsid w:val="00A9074C"/>
    <w:rsid w:val="00AA0520"/>
    <w:rsid w:val="00AA51B2"/>
    <w:rsid w:val="00AB11E0"/>
    <w:rsid w:val="00AB3614"/>
    <w:rsid w:val="00AC3B8D"/>
    <w:rsid w:val="00AC4408"/>
    <w:rsid w:val="00AE2F1F"/>
    <w:rsid w:val="00AE3D91"/>
    <w:rsid w:val="00AE7FA4"/>
    <w:rsid w:val="00AF057F"/>
    <w:rsid w:val="00AF102A"/>
    <w:rsid w:val="00AF1443"/>
    <w:rsid w:val="00AF58DB"/>
    <w:rsid w:val="00AF7166"/>
    <w:rsid w:val="00B03D8D"/>
    <w:rsid w:val="00B04659"/>
    <w:rsid w:val="00B0676E"/>
    <w:rsid w:val="00B119A2"/>
    <w:rsid w:val="00B32BF3"/>
    <w:rsid w:val="00B341C9"/>
    <w:rsid w:val="00B36511"/>
    <w:rsid w:val="00B449DC"/>
    <w:rsid w:val="00B45267"/>
    <w:rsid w:val="00B537C9"/>
    <w:rsid w:val="00B56B06"/>
    <w:rsid w:val="00B56BBA"/>
    <w:rsid w:val="00B57863"/>
    <w:rsid w:val="00B628B7"/>
    <w:rsid w:val="00B66547"/>
    <w:rsid w:val="00B743ED"/>
    <w:rsid w:val="00B81EB4"/>
    <w:rsid w:val="00B838D6"/>
    <w:rsid w:val="00B859F7"/>
    <w:rsid w:val="00B90CB4"/>
    <w:rsid w:val="00B93861"/>
    <w:rsid w:val="00B93FBC"/>
    <w:rsid w:val="00B9420E"/>
    <w:rsid w:val="00B94311"/>
    <w:rsid w:val="00BA248B"/>
    <w:rsid w:val="00BA3BF0"/>
    <w:rsid w:val="00BB5BFC"/>
    <w:rsid w:val="00BB7570"/>
    <w:rsid w:val="00BC74C1"/>
    <w:rsid w:val="00BD1B4D"/>
    <w:rsid w:val="00BD20B9"/>
    <w:rsid w:val="00BD2D2A"/>
    <w:rsid w:val="00BD418E"/>
    <w:rsid w:val="00BD581F"/>
    <w:rsid w:val="00BD6696"/>
    <w:rsid w:val="00BD6BC6"/>
    <w:rsid w:val="00BE5460"/>
    <w:rsid w:val="00BE5F6C"/>
    <w:rsid w:val="00BF447C"/>
    <w:rsid w:val="00BF6B73"/>
    <w:rsid w:val="00C00ECA"/>
    <w:rsid w:val="00C13B8F"/>
    <w:rsid w:val="00C17F89"/>
    <w:rsid w:val="00C22008"/>
    <w:rsid w:val="00C22B64"/>
    <w:rsid w:val="00C37E9E"/>
    <w:rsid w:val="00C40920"/>
    <w:rsid w:val="00C438BB"/>
    <w:rsid w:val="00C47873"/>
    <w:rsid w:val="00C47BB1"/>
    <w:rsid w:val="00C61431"/>
    <w:rsid w:val="00C61F25"/>
    <w:rsid w:val="00C71CBE"/>
    <w:rsid w:val="00C8555C"/>
    <w:rsid w:val="00C87312"/>
    <w:rsid w:val="00C91534"/>
    <w:rsid w:val="00C9272A"/>
    <w:rsid w:val="00C94A3E"/>
    <w:rsid w:val="00CA08C4"/>
    <w:rsid w:val="00CA5D49"/>
    <w:rsid w:val="00CA7287"/>
    <w:rsid w:val="00CA7D09"/>
    <w:rsid w:val="00CB2DD9"/>
    <w:rsid w:val="00CB55E3"/>
    <w:rsid w:val="00CC02D3"/>
    <w:rsid w:val="00CC6D23"/>
    <w:rsid w:val="00CE0D93"/>
    <w:rsid w:val="00CE2F73"/>
    <w:rsid w:val="00CE41EB"/>
    <w:rsid w:val="00CF56B2"/>
    <w:rsid w:val="00CF6C24"/>
    <w:rsid w:val="00CF6C26"/>
    <w:rsid w:val="00D109E6"/>
    <w:rsid w:val="00D13E22"/>
    <w:rsid w:val="00D17785"/>
    <w:rsid w:val="00D31F62"/>
    <w:rsid w:val="00D33226"/>
    <w:rsid w:val="00D338D4"/>
    <w:rsid w:val="00D33D4D"/>
    <w:rsid w:val="00D360A7"/>
    <w:rsid w:val="00D36937"/>
    <w:rsid w:val="00D40EE8"/>
    <w:rsid w:val="00D43CD4"/>
    <w:rsid w:val="00D56BD2"/>
    <w:rsid w:val="00D656F4"/>
    <w:rsid w:val="00D77F55"/>
    <w:rsid w:val="00D81B6B"/>
    <w:rsid w:val="00D81E68"/>
    <w:rsid w:val="00D825FB"/>
    <w:rsid w:val="00D92047"/>
    <w:rsid w:val="00D94482"/>
    <w:rsid w:val="00D975A2"/>
    <w:rsid w:val="00DA122B"/>
    <w:rsid w:val="00DA3A17"/>
    <w:rsid w:val="00DB192D"/>
    <w:rsid w:val="00DC14F5"/>
    <w:rsid w:val="00DC2155"/>
    <w:rsid w:val="00DC6E8D"/>
    <w:rsid w:val="00DD2A93"/>
    <w:rsid w:val="00DD53D8"/>
    <w:rsid w:val="00DD6C59"/>
    <w:rsid w:val="00DE0ADC"/>
    <w:rsid w:val="00DE28F0"/>
    <w:rsid w:val="00DE52B5"/>
    <w:rsid w:val="00DF7F57"/>
    <w:rsid w:val="00E05D85"/>
    <w:rsid w:val="00E061F5"/>
    <w:rsid w:val="00E12EE0"/>
    <w:rsid w:val="00E13292"/>
    <w:rsid w:val="00E15979"/>
    <w:rsid w:val="00E16AEC"/>
    <w:rsid w:val="00E170F5"/>
    <w:rsid w:val="00E20969"/>
    <w:rsid w:val="00E33C3B"/>
    <w:rsid w:val="00E35823"/>
    <w:rsid w:val="00E36A0B"/>
    <w:rsid w:val="00E411A6"/>
    <w:rsid w:val="00E43C4B"/>
    <w:rsid w:val="00E45E68"/>
    <w:rsid w:val="00E53306"/>
    <w:rsid w:val="00E56A1A"/>
    <w:rsid w:val="00E6006C"/>
    <w:rsid w:val="00E6165C"/>
    <w:rsid w:val="00E632BD"/>
    <w:rsid w:val="00E63E31"/>
    <w:rsid w:val="00E641C4"/>
    <w:rsid w:val="00E642CD"/>
    <w:rsid w:val="00E71396"/>
    <w:rsid w:val="00E72686"/>
    <w:rsid w:val="00E733AD"/>
    <w:rsid w:val="00E77AD8"/>
    <w:rsid w:val="00E8072B"/>
    <w:rsid w:val="00E91743"/>
    <w:rsid w:val="00EA1D0B"/>
    <w:rsid w:val="00EA587C"/>
    <w:rsid w:val="00EB156A"/>
    <w:rsid w:val="00EB180D"/>
    <w:rsid w:val="00EB599F"/>
    <w:rsid w:val="00EB6175"/>
    <w:rsid w:val="00EC5DAD"/>
    <w:rsid w:val="00ED0721"/>
    <w:rsid w:val="00ED2891"/>
    <w:rsid w:val="00ED2C88"/>
    <w:rsid w:val="00ED4DAD"/>
    <w:rsid w:val="00ED530E"/>
    <w:rsid w:val="00ED632B"/>
    <w:rsid w:val="00ED6C11"/>
    <w:rsid w:val="00EE0012"/>
    <w:rsid w:val="00EE1080"/>
    <w:rsid w:val="00EE1D29"/>
    <w:rsid w:val="00EE1DA2"/>
    <w:rsid w:val="00EE3199"/>
    <w:rsid w:val="00EE51F8"/>
    <w:rsid w:val="00EF28AC"/>
    <w:rsid w:val="00EF4370"/>
    <w:rsid w:val="00EF4F4B"/>
    <w:rsid w:val="00EF5ACF"/>
    <w:rsid w:val="00F01B41"/>
    <w:rsid w:val="00F04732"/>
    <w:rsid w:val="00F066AE"/>
    <w:rsid w:val="00F11149"/>
    <w:rsid w:val="00F12052"/>
    <w:rsid w:val="00F171E6"/>
    <w:rsid w:val="00F32560"/>
    <w:rsid w:val="00F41A37"/>
    <w:rsid w:val="00F54C22"/>
    <w:rsid w:val="00F56CC2"/>
    <w:rsid w:val="00F57203"/>
    <w:rsid w:val="00F575C8"/>
    <w:rsid w:val="00F60C27"/>
    <w:rsid w:val="00F639BD"/>
    <w:rsid w:val="00F76E00"/>
    <w:rsid w:val="00F86DC5"/>
    <w:rsid w:val="00F90FE1"/>
    <w:rsid w:val="00F954F6"/>
    <w:rsid w:val="00FB0E8B"/>
    <w:rsid w:val="00FC0C40"/>
    <w:rsid w:val="00FC5EF0"/>
    <w:rsid w:val="00FD2AB7"/>
    <w:rsid w:val="00FD66CB"/>
    <w:rsid w:val="00FE7374"/>
    <w:rsid w:val="00FF33E3"/>
    <w:rsid w:val="00FF37D1"/>
    <w:rsid w:val="00FF53D5"/>
    <w:rsid w:val="00FF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0094"/>
    <w:rPr>
      <w:lang w:eastAsia="en-US"/>
    </w:rPr>
  </w:style>
  <w:style w:type="paragraph" w:styleId="1">
    <w:name w:val="heading 1"/>
    <w:basedOn w:val="a"/>
    <w:next w:val="a"/>
    <w:qFormat/>
    <w:rsid w:val="00680094"/>
    <w:pPr>
      <w:keepNext/>
      <w:ind w:right="-29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680094"/>
    <w:pPr>
      <w:keepNext/>
      <w:spacing w:before="60"/>
      <w:ind w:left="567" w:right="-28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680094"/>
    <w:pPr>
      <w:keepNext/>
      <w:ind w:right="-29"/>
      <w:jc w:val="center"/>
      <w:outlineLvl w:val="2"/>
    </w:pPr>
    <w:rPr>
      <w:b/>
      <w:sz w:val="26"/>
    </w:rPr>
  </w:style>
  <w:style w:type="paragraph" w:styleId="4">
    <w:name w:val="heading 4"/>
    <w:basedOn w:val="a"/>
    <w:next w:val="a"/>
    <w:qFormat/>
    <w:rsid w:val="00680094"/>
    <w:pPr>
      <w:keepNext/>
      <w:ind w:right="-29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680094"/>
    <w:pPr>
      <w:keepNext/>
      <w:jc w:val="both"/>
      <w:outlineLvl w:val="4"/>
    </w:pPr>
    <w:rPr>
      <w:rFonts w:ascii="Arial" w:hAnsi="Arial"/>
      <w:sz w:val="24"/>
    </w:rPr>
  </w:style>
  <w:style w:type="paragraph" w:styleId="6">
    <w:name w:val="heading 6"/>
    <w:basedOn w:val="a"/>
    <w:next w:val="a"/>
    <w:qFormat/>
    <w:rsid w:val="00680094"/>
    <w:pPr>
      <w:keepNext/>
      <w:spacing w:before="120"/>
      <w:ind w:right="-28" w:firstLine="720"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rsid w:val="00680094"/>
    <w:pPr>
      <w:keepNext/>
      <w:spacing w:before="120"/>
      <w:ind w:right="-28" w:firstLine="720"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680094"/>
    <w:pPr>
      <w:keepNext/>
      <w:spacing w:before="120"/>
      <w:ind w:right="-28"/>
      <w:jc w:val="both"/>
      <w:outlineLvl w:val="7"/>
    </w:pPr>
    <w:rPr>
      <w:rFonts w:ascii="Arial" w:hAnsi="Arial" w:cs="Arial"/>
      <w:sz w:val="24"/>
      <w:u w:val="single"/>
    </w:rPr>
  </w:style>
  <w:style w:type="paragraph" w:styleId="9">
    <w:name w:val="heading 9"/>
    <w:basedOn w:val="a"/>
    <w:next w:val="a"/>
    <w:qFormat/>
    <w:rsid w:val="00680094"/>
    <w:pPr>
      <w:keepNext/>
      <w:spacing w:before="120"/>
      <w:ind w:right="-28"/>
      <w:jc w:val="both"/>
      <w:outlineLvl w:val="8"/>
    </w:pPr>
    <w:rPr>
      <w:rFonts w:ascii="Arial" w:hAnsi="Arial" w:cs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8009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680094"/>
  </w:style>
  <w:style w:type="paragraph" w:styleId="a6">
    <w:name w:val="List Bullet"/>
    <w:basedOn w:val="a"/>
    <w:rsid w:val="00680094"/>
    <w:pPr>
      <w:ind w:left="283" w:hanging="283"/>
    </w:pPr>
  </w:style>
  <w:style w:type="paragraph" w:customStyle="1" w:styleId="a7">
    <w:name w:val=":)"/>
    <w:rsid w:val="00680094"/>
    <w:rPr>
      <w:lang w:eastAsia="en-US"/>
    </w:rPr>
  </w:style>
  <w:style w:type="paragraph" w:styleId="a8">
    <w:name w:val="Document Map"/>
    <w:basedOn w:val="a"/>
    <w:semiHidden/>
    <w:rsid w:val="00680094"/>
    <w:pPr>
      <w:shd w:val="clear" w:color="auto" w:fill="000080"/>
    </w:pPr>
    <w:rPr>
      <w:rFonts w:ascii="Tahoma" w:hAnsi="Tahoma"/>
    </w:rPr>
  </w:style>
  <w:style w:type="paragraph" w:styleId="a9">
    <w:name w:val="caption"/>
    <w:basedOn w:val="a"/>
    <w:next w:val="a"/>
    <w:qFormat/>
    <w:rsid w:val="00680094"/>
    <w:pPr>
      <w:spacing w:before="120"/>
      <w:ind w:right="-28"/>
      <w:jc w:val="center"/>
    </w:pPr>
    <w:rPr>
      <w:b/>
      <w:sz w:val="24"/>
    </w:rPr>
  </w:style>
  <w:style w:type="paragraph" w:styleId="aa">
    <w:name w:val="footer"/>
    <w:basedOn w:val="a"/>
    <w:rsid w:val="00680094"/>
    <w:pPr>
      <w:tabs>
        <w:tab w:val="center" w:pos="4153"/>
        <w:tab w:val="right" w:pos="8306"/>
      </w:tabs>
    </w:pPr>
  </w:style>
  <w:style w:type="paragraph" w:styleId="ab">
    <w:name w:val="Body Text"/>
    <w:basedOn w:val="a"/>
    <w:rsid w:val="00680094"/>
    <w:pPr>
      <w:spacing w:line="360" w:lineRule="auto"/>
    </w:pPr>
    <w:rPr>
      <w:rFonts w:ascii="Arial" w:hAnsi="Arial"/>
      <w:sz w:val="24"/>
    </w:rPr>
  </w:style>
  <w:style w:type="paragraph" w:styleId="20">
    <w:name w:val="Body Text 2"/>
    <w:basedOn w:val="a"/>
    <w:link w:val="21"/>
    <w:rsid w:val="00680094"/>
    <w:pPr>
      <w:spacing w:line="360" w:lineRule="auto"/>
      <w:jc w:val="both"/>
    </w:pPr>
    <w:rPr>
      <w:rFonts w:ascii="Arial" w:hAnsi="Arial"/>
      <w:sz w:val="24"/>
    </w:rPr>
  </w:style>
  <w:style w:type="paragraph" w:styleId="30">
    <w:name w:val="Body Text 3"/>
    <w:basedOn w:val="a"/>
    <w:rsid w:val="00680094"/>
    <w:pPr>
      <w:spacing w:before="60"/>
      <w:ind w:right="-28"/>
    </w:pPr>
    <w:rPr>
      <w:sz w:val="24"/>
    </w:rPr>
  </w:style>
  <w:style w:type="paragraph" w:styleId="ac">
    <w:name w:val="Body Text Indent"/>
    <w:basedOn w:val="a"/>
    <w:rsid w:val="00680094"/>
    <w:pPr>
      <w:ind w:firstLine="720"/>
      <w:jc w:val="both"/>
    </w:pPr>
    <w:rPr>
      <w:rFonts w:ascii="Arial" w:hAnsi="Arial"/>
      <w:sz w:val="24"/>
    </w:rPr>
  </w:style>
  <w:style w:type="paragraph" w:styleId="ad">
    <w:name w:val="Block Text"/>
    <w:basedOn w:val="a"/>
    <w:rsid w:val="00680094"/>
    <w:pPr>
      <w:spacing w:before="120"/>
      <w:ind w:left="360" w:right="-28"/>
      <w:jc w:val="both"/>
    </w:pPr>
    <w:rPr>
      <w:sz w:val="24"/>
    </w:rPr>
  </w:style>
  <w:style w:type="table" w:styleId="ae">
    <w:name w:val="Table Grid"/>
    <w:basedOn w:val="a1"/>
    <w:rsid w:val="00F54C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2262E1"/>
    <w:rPr>
      <w:rFonts w:ascii="Arial" w:hAnsi="Arial"/>
      <w:sz w:val="24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D112E"/>
    <w:rPr>
      <w:lang w:eastAsia="en-US"/>
    </w:rPr>
  </w:style>
  <w:style w:type="paragraph" w:styleId="af">
    <w:name w:val="Balloon Text"/>
    <w:basedOn w:val="a"/>
    <w:link w:val="af0"/>
    <w:rsid w:val="00621A7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21A77"/>
    <w:rPr>
      <w:rFonts w:ascii="Tahoma" w:hAnsi="Tahoma" w:cs="Tahoma"/>
      <w:sz w:val="16"/>
      <w:szCs w:val="16"/>
      <w:lang w:eastAsia="en-US"/>
    </w:rPr>
  </w:style>
  <w:style w:type="paragraph" w:styleId="af1">
    <w:name w:val="List Paragraph"/>
    <w:basedOn w:val="a"/>
    <w:uiPriority w:val="34"/>
    <w:qFormat/>
    <w:rsid w:val="00D944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0094"/>
    <w:rPr>
      <w:lang w:eastAsia="en-US"/>
    </w:rPr>
  </w:style>
  <w:style w:type="paragraph" w:styleId="1">
    <w:name w:val="heading 1"/>
    <w:basedOn w:val="a"/>
    <w:next w:val="a"/>
    <w:qFormat/>
    <w:rsid w:val="00680094"/>
    <w:pPr>
      <w:keepNext/>
      <w:ind w:right="-29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680094"/>
    <w:pPr>
      <w:keepNext/>
      <w:spacing w:before="60"/>
      <w:ind w:left="567" w:right="-28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680094"/>
    <w:pPr>
      <w:keepNext/>
      <w:ind w:right="-29"/>
      <w:jc w:val="center"/>
      <w:outlineLvl w:val="2"/>
    </w:pPr>
    <w:rPr>
      <w:b/>
      <w:sz w:val="26"/>
    </w:rPr>
  </w:style>
  <w:style w:type="paragraph" w:styleId="4">
    <w:name w:val="heading 4"/>
    <w:basedOn w:val="a"/>
    <w:next w:val="a"/>
    <w:qFormat/>
    <w:rsid w:val="00680094"/>
    <w:pPr>
      <w:keepNext/>
      <w:ind w:right="-29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680094"/>
    <w:pPr>
      <w:keepNext/>
      <w:jc w:val="both"/>
      <w:outlineLvl w:val="4"/>
    </w:pPr>
    <w:rPr>
      <w:rFonts w:ascii="Arial" w:hAnsi="Arial"/>
      <w:sz w:val="24"/>
    </w:rPr>
  </w:style>
  <w:style w:type="paragraph" w:styleId="6">
    <w:name w:val="heading 6"/>
    <w:basedOn w:val="a"/>
    <w:next w:val="a"/>
    <w:qFormat/>
    <w:rsid w:val="00680094"/>
    <w:pPr>
      <w:keepNext/>
      <w:spacing w:before="120"/>
      <w:ind w:right="-28" w:firstLine="720"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rsid w:val="00680094"/>
    <w:pPr>
      <w:keepNext/>
      <w:spacing w:before="120"/>
      <w:ind w:right="-28" w:firstLine="720"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680094"/>
    <w:pPr>
      <w:keepNext/>
      <w:spacing w:before="120"/>
      <w:ind w:right="-28"/>
      <w:jc w:val="both"/>
      <w:outlineLvl w:val="7"/>
    </w:pPr>
    <w:rPr>
      <w:rFonts w:ascii="Arial" w:hAnsi="Arial" w:cs="Arial"/>
      <w:sz w:val="24"/>
      <w:u w:val="single"/>
    </w:rPr>
  </w:style>
  <w:style w:type="paragraph" w:styleId="9">
    <w:name w:val="heading 9"/>
    <w:basedOn w:val="a"/>
    <w:next w:val="a"/>
    <w:qFormat/>
    <w:rsid w:val="00680094"/>
    <w:pPr>
      <w:keepNext/>
      <w:spacing w:before="120"/>
      <w:ind w:right="-28"/>
      <w:jc w:val="both"/>
      <w:outlineLvl w:val="8"/>
    </w:pPr>
    <w:rPr>
      <w:rFonts w:ascii="Arial" w:hAnsi="Arial" w:cs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8009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680094"/>
  </w:style>
  <w:style w:type="paragraph" w:styleId="a6">
    <w:name w:val="List Bullet"/>
    <w:basedOn w:val="a"/>
    <w:rsid w:val="00680094"/>
    <w:pPr>
      <w:ind w:left="283" w:hanging="283"/>
    </w:pPr>
  </w:style>
  <w:style w:type="paragraph" w:customStyle="1" w:styleId="a7">
    <w:name w:val=":)"/>
    <w:rsid w:val="00680094"/>
    <w:rPr>
      <w:lang w:eastAsia="en-US"/>
    </w:rPr>
  </w:style>
  <w:style w:type="paragraph" w:styleId="a8">
    <w:name w:val="Document Map"/>
    <w:basedOn w:val="a"/>
    <w:semiHidden/>
    <w:rsid w:val="00680094"/>
    <w:pPr>
      <w:shd w:val="clear" w:color="auto" w:fill="000080"/>
    </w:pPr>
    <w:rPr>
      <w:rFonts w:ascii="Tahoma" w:hAnsi="Tahoma"/>
    </w:rPr>
  </w:style>
  <w:style w:type="paragraph" w:styleId="a9">
    <w:name w:val="caption"/>
    <w:basedOn w:val="a"/>
    <w:next w:val="a"/>
    <w:qFormat/>
    <w:rsid w:val="00680094"/>
    <w:pPr>
      <w:spacing w:before="120"/>
      <w:ind w:right="-28"/>
      <w:jc w:val="center"/>
    </w:pPr>
    <w:rPr>
      <w:b/>
      <w:sz w:val="24"/>
    </w:rPr>
  </w:style>
  <w:style w:type="paragraph" w:styleId="aa">
    <w:name w:val="footer"/>
    <w:basedOn w:val="a"/>
    <w:rsid w:val="00680094"/>
    <w:pPr>
      <w:tabs>
        <w:tab w:val="center" w:pos="4153"/>
        <w:tab w:val="right" w:pos="8306"/>
      </w:tabs>
    </w:pPr>
  </w:style>
  <w:style w:type="paragraph" w:styleId="ab">
    <w:name w:val="Body Text"/>
    <w:basedOn w:val="a"/>
    <w:rsid w:val="00680094"/>
    <w:pPr>
      <w:spacing w:line="360" w:lineRule="auto"/>
    </w:pPr>
    <w:rPr>
      <w:rFonts w:ascii="Arial" w:hAnsi="Arial"/>
      <w:sz w:val="24"/>
    </w:rPr>
  </w:style>
  <w:style w:type="paragraph" w:styleId="20">
    <w:name w:val="Body Text 2"/>
    <w:basedOn w:val="a"/>
    <w:link w:val="21"/>
    <w:rsid w:val="00680094"/>
    <w:pPr>
      <w:spacing w:line="360" w:lineRule="auto"/>
      <w:jc w:val="both"/>
    </w:pPr>
    <w:rPr>
      <w:rFonts w:ascii="Arial" w:hAnsi="Arial"/>
      <w:sz w:val="24"/>
    </w:rPr>
  </w:style>
  <w:style w:type="paragraph" w:styleId="30">
    <w:name w:val="Body Text 3"/>
    <w:basedOn w:val="a"/>
    <w:rsid w:val="00680094"/>
    <w:pPr>
      <w:spacing w:before="60"/>
      <w:ind w:right="-28"/>
    </w:pPr>
    <w:rPr>
      <w:sz w:val="24"/>
    </w:rPr>
  </w:style>
  <w:style w:type="paragraph" w:styleId="ac">
    <w:name w:val="Body Text Indent"/>
    <w:basedOn w:val="a"/>
    <w:rsid w:val="00680094"/>
    <w:pPr>
      <w:ind w:firstLine="720"/>
      <w:jc w:val="both"/>
    </w:pPr>
    <w:rPr>
      <w:rFonts w:ascii="Arial" w:hAnsi="Arial"/>
      <w:sz w:val="24"/>
    </w:rPr>
  </w:style>
  <w:style w:type="paragraph" w:styleId="ad">
    <w:name w:val="Block Text"/>
    <w:basedOn w:val="a"/>
    <w:rsid w:val="00680094"/>
    <w:pPr>
      <w:spacing w:before="120"/>
      <w:ind w:left="360" w:right="-28"/>
      <w:jc w:val="both"/>
    </w:pPr>
    <w:rPr>
      <w:sz w:val="24"/>
    </w:rPr>
  </w:style>
  <w:style w:type="table" w:styleId="ae">
    <w:name w:val="Table Grid"/>
    <w:basedOn w:val="a1"/>
    <w:rsid w:val="00F54C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2262E1"/>
    <w:rPr>
      <w:rFonts w:ascii="Arial" w:hAnsi="Arial"/>
      <w:sz w:val="24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D112E"/>
    <w:rPr>
      <w:lang w:eastAsia="en-US"/>
    </w:rPr>
  </w:style>
  <w:style w:type="paragraph" w:styleId="af">
    <w:name w:val="Balloon Text"/>
    <w:basedOn w:val="a"/>
    <w:link w:val="af0"/>
    <w:rsid w:val="00621A7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21A77"/>
    <w:rPr>
      <w:rFonts w:ascii="Tahoma" w:hAnsi="Tahoma" w:cs="Tahoma"/>
      <w:sz w:val="16"/>
      <w:szCs w:val="16"/>
      <w:lang w:eastAsia="en-US"/>
    </w:rPr>
  </w:style>
  <w:style w:type="paragraph" w:styleId="af1">
    <w:name w:val="List Paragraph"/>
    <w:basedOn w:val="a"/>
    <w:uiPriority w:val="34"/>
    <w:qFormat/>
    <w:rsid w:val="00D944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1;&#1083;&#1072;&#1085;&#1082;&#1080;_&#1073;&#1077;&#1079;_&#1086;&#1082;&#1086;&#1096;&#1077;&#1082;\&#1050;&#1086;&#1084;&#1080;&#1090;&#1077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7B69E-CFAC-4AF0-8031-5EAFFDFF5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Комитет</Template>
  <TotalTime>1</TotalTime>
  <Pages>2</Pages>
  <Words>318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Zvetkov</dc:creator>
  <cp:lastModifiedBy>Волкова М.Н.</cp:lastModifiedBy>
  <cp:revision>2</cp:revision>
  <cp:lastPrinted>2025-06-09T11:14:00Z</cp:lastPrinted>
  <dcterms:created xsi:type="dcterms:W3CDTF">2025-06-11T09:52:00Z</dcterms:created>
  <dcterms:modified xsi:type="dcterms:W3CDTF">2025-06-11T09:52:00Z</dcterms:modified>
</cp:coreProperties>
</file>