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C22" w:rsidRPr="00B03D8D" w:rsidRDefault="00F54C22" w:rsidP="00CC02D3">
      <w:pPr>
        <w:ind w:right="-29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A76F28" w:rsidRPr="00A76F28" w:rsidRDefault="00A76F28" w:rsidP="00A76F28">
      <w:pPr>
        <w:pStyle w:val="2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Pr="00A76F28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A76F28" w:rsidRPr="00A76F28" w:rsidRDefault="00A76F28" w:rsidP="00A76F28">
      <w:pPr>
        <w:pStyle w:val="2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A76F28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A76F28" w:rsidRPr="00A76F28" w:rsidRDefault="00A76F28" w:rsidP="00A76F28">
      <w:pPr>
        <w:pStyle w:val="2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A76F28">
        <w:rPr>
          <w:rFonts w:ascii="Times New Roman" w:hAnsi="Times New Roman"/>
          <w:sz w:val="28"/>
          <w:szCs w:val="28"/>
          <w:lang w:eastAsia="ru-RU"/>
        </w:rPr>
        <w:t>городского округа город Воронеж</w:t>
      </w:r>
    </w:p>
    <w:p w:rsidR="00A76F28" w:rsidRPr="00A76F28" w:rsidRDefault="00A76F28" w:rsidP="00A76F28">
      <w:pPr>
        <w:pStyle w:val="20"/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="00447501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A76F2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891C42">
        <w:rPr>
          <w:rFonts w:ascii="Times New Roman" w:hAnsi="Times New Roman"/>
          <w:sz w:val="28"/>
          <w:szCs w:val="28"/>
          <w:lang w:eastAsia="ru-RU"/>
        </w:rPr>
        <w:t xml:space="preserve">14.04.2025   </w:t>
      </w:r>
      <w:r w:rsidRPr="00A76F2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891C42">
        <w:rPr>
          <w:rFonts w:ascii="Times New Roman" w:hAnsi="Times New Roman"/>
          <w:sz w:val="28"/>
          <w:szCs w:val="28"/>
          <w:lang w:eastAsia="ru-RU"/>
        </w:rPr>
        <w:t>546</w:t>
      </w:r>
    </w:p>
    <w:p w:rsidR="0057782F" w:rsidRPr="004147BB" w:rsidRDefault="0057782F" w:rsidP="0057782F">
      <w:pPr>
        <w:pStyle w:val="20"/>
        <w:spacing w:line="240" w:lineRule="auto"/>
        <w:jc w:val="right"/>
        <w:rPr>
          <w:rFonts w:ascii="Times New Roman" w:hAnsi="Times New Roman"/>
          <w:sz w:val="18"/>
          <w:szCs w:val="18"/>
        </w:rPr>
      </w:pPr>
    </w:p>
    <w:p w:rsidR="0057782F" w:rsidRPr="001B184C" w:rsidRDefault="0057782F" w:rsidP="0057782F">
      <w:pPr>
        <w:pStyle w:val="20"/>
        <w:spacing w:line="240" w:lineRule="auto"/>
        <w:jc w:val="right"/>
        <w:rPr>
          <w:rFonts w:ascii="Times New Roman" w:hAnsi="Times New Roman"/>
          <w:sz w:val="22"/>
          <w:szCs w:val="22"/>
        </w:rPr>
      </w:pPr>
    </w:p>
    <w:p w:rsidR="0057782F" w:rsidRPr="004147BB" w:rsidRDefault="0057782F" w:rsidP="0057782F">
      <w:pPr>
        <w:pStyle w:val="20"/>
        <w:spacing w:line="240" w:lineRule="auto"/>
        <w:jc w:val="right"/>
        <w:rPr>
          <w:rFonts w:ascii="Times New Roman" w:hAnsi="Times New Roman"/>
          <w:sz w:val="16"/>
          <w:szCs w:val="16"/>
        </w:rPr>
      </w:pPr>
    </w:p>
    <w:p w:rsidR="0057782F" w:rsidRPr="007F41F5" w:rsidRDefault="0057782F" w:rsidP="00D94482">
      <w:pPr>
        <w:pStyle w:val="2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41F5">
        <w:rPr>
          <w:rFonts w:ascii="Times New Roman" w:hAnsi="Times New Roman"/>
          <w:b/>
          <w:sz w:val="28"/>
          <w:szCs w:val="28"/>
        </w:rPr>
        <w:t>ПЕРЕЧЕНЬ</w:t>
      </w:r>
    </w:p>
    <w:p w:rsidR="0057782F" w:rsidRPr="007F41F5" w:rsidRDefault="0057782F" w:rsidP="00D94482">
      <w:pPr>
        <w:pStyle w:val="2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41F5">
        <w:rPr>
          <w:rFonts w:ascii="Times New Roman" w:hAnsi="Times New Roman"/>
          <w:b/>
          <w:sz w:val="28"/>
          <w:szCs w:val="28"/>
        </w:rPr>
        <w:t>ЗЕМЕЛЬНЫХ УЧАСТКОВ, НАХОДЯЩИХСЯ В СОБСТВЕННОСТИ</w:t>
      </w:r>
    </w:p>
    <w:p w:rsidR="00A76F28" w:rsidRDefault="0057782F" w:rsidP="00D94482">
      <w:pPr>
        <w:pStyle w:val="2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41F5">
        <w:rPr>
          <w:rFonts w:ascii="Times New Roman" w:hAnsi="Times New Roman"/>
          <w:b/>
          <w:sz w:val="28"/>
          <w:szCs w:val="28"/>
        </w:rPr>
        <w:t>МУНИЦИПАЛЬН</w:t>
      </w:r>
      <w:r w:rsidR="00A76F28">
        <w:rPr>
          <w:rFonts w:ascii="Times New Roman" w:hAnsi="Times New Roman"/>
          <w:b/>
          <w:sz w:val="28"/>
          <w:szCs w:val="28"/>
        </w:rPr>
        <w:t>ОГО ОБРАЗОВАНИЯ ГОРОДСКОЙ ОКРУГ</w:t>
      </w:r>
    </w:p>
    <w:p w:rsidR="00A76F28" w:rsidRDefault="0057782F" w:rsidP="00D94482">
      <w:pPr>
        <w:pStyle w:val="2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41F5">
        <w:rPr>
          <w:rFonts w:ascii="Times New Roman" w:hAnsi="Times New Roman"/>
          <w:b/>
          <w:sz w:val="28"/>
          <w:szCs w:val="28"/>
        </w:rPr>
        <w:t>ГОРОД ВОРОНЕЖ,</w:t>
      </w:r>
      <w:r w:rsidR="00A76F28">
        <w:rPr>
          <w:rFonts w:ascii="Times New Roman" w:hAnsi="Times New Roman"/>
          <w:b/>
          <w:sz w:val="28"/>
          <w:szCs w:val="28"/>
        </w:rPr>
        <w:t xml:space="preserve"> </w:t>
      </w:r>
      <w:r w:rsidRPr="007F41F5">
        <w:rPr>
          <w:rFonts w:ascii="Times New Roman" w:hAnsi="Times New Roman"/>
          <w:b/>
          <w:sz w:val="28"/>
          <w:szCs w:val="28"/>
        </w:rPr>
        <w:t xml:space="preserve">ПОДЛЕЖАЩИХ </w:t>
      </w:r>
      <w:proofErr w:type="gramStart"/>
      <w:r w:rsidRPr="007F41F5">
        <w:rPr>
          <w:rFonts w:ascii="Times New Roman" w:hAnsi="Times New Roman"/>
          <w:b/>
          <w:sz w:val="28"/>
          <w:szCs w:val="28"/>
        </w:rPr>
        <w:t>БЕСПЛАТНОМУ</w:t>
      </w:r>
      <w:proofErr w:type="gramEnd"/>
    </w:p>
    <w:p w:rsidR="0057782F" w:rsidRPr="007F41F5" w:rsidRDefault="0057782F" w:rsidP="00D94482">
      <w:pPr>
        <w:pStyle w:val="2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41F5">
        <w:rPr>
          <w:rFonts w:ascii="Times New Roman" w:hAnsi="Times New Roman"/>
          <w:b/>
          <w:sz w:val="28"/>
          <w:szCs w:val="28"/>
        </w:rPr>
        <w:t>ПРЕДОСТАВЛЕНИЮ В СОБСТВЕННОСТЬ</w:t>
      </w:r>
      <w:r w:rsidR="00A76F28">
        <w:rPr>
          <w:rFonts w:ascii="Times New Roman" w:hAnsi="Times New Roman"/>
          <w:b/>
          <w:sz w:val="28"/>
          <w:szCs w:val="28"/>
        </w:rPr>
        <w:t xml:space="preserve"> </w:t>
      </w:r>
      <w:r w:rsidRPr="007F41F5">
        <w:rPr>
          <w:rFonts w:ascii="Times New Roman" w:hAnsi="Times New Roman"/>
          <w:b/>
          <w:sz w:val="28"/>
          <w:szCs w:val="28"/>
        </w:rPr>
        <w:t>ГРАЖДАН, ИМЕЮЩИХ ТРЕХ И БОЛЕЕ ДЕТЕЙ, ДЛЯ ВЕДЕНИЯ САДОВОДСТВА</w:t>
      </w:r>
    </w:p>
    <w:p w:rsidR="0057782F" w:rsidRPr="004147BB" w:rsidRDefault="0057782F" w:rsidP="0057782F">
      <w:pPr>
        <w:pStyle w:val="20"/>
        <w:spacing w:line="300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5245"/>
        <w:gridCol w:w="1276"/>
      </w:tblGrid>
      <w:tr w:rsidR="0057782F" w:rsidRPr="0057782F" w:rsidTr="004147BB">
        <w:trPr>
          <w:trHeight w:val="4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F" w:rsidRPr="0057782F" w:rsidRDefault="0057782F" w:rsidP="0057782F">
            <w:pPr>
              <w:jc w:val="center"/>
              <w:rPr>
                <w:sz w:val="24"/>
                <w:szCs w:val="24"/>
                <w:lang w:eastAsia="ru-RU"/>
              </w:rPr>
            </w:pPr>
            <w:r w:rsidRPr="0057782F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782F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57782F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F" w:rsidRPr="0057782F" w:rsidRDefault="0057782F" w:rsidP="0057782F">
            <w:pPr>
              <w:jc w:val="center"/>
              <w:rPr>
                <w:sz w:val="24"/>
                <w:szCs w:val="24"/>
                <w:lang w:eastAsia="ru-RU"/>
              </w:rPr>
            </w:pPr>
            <w:r w:rsidRPr="0057782F">
              <w:rPr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F" w:rsidRPr="0057782F" w:rsidRDefault="0057782F" w:rsidP="0057782F">
            <w:pPr>
              <w:jc w:val="center"/>
              <w:rPr>
                <w:sz w:val="24"/>
                <w:szCs w:val="24"/>
                <w:lang w:eastAsia="ru-RU"/>
              </w:rPr>
            </w:pPr>
            <w:r w:rsidRPr="0057782F">
              <w:rPr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F" w:rsidRDefault="0057782F" w:rsidP="0057782F">
            <w:pPr>
              <w:jc w:val="center"/>
              <w:rPr>
                <w:sz w:val="24"/>
                <w:szCs w:val="24"/>
                <w:lang w:eastAsia="ru-RU"/>
              </w:rPr>
            </w:pPr>
            <w:r w:rsidRPr="0057782F">
              <w:rPr>
                <w:sz w:val="24"/>
                <w:szCs w:val="24"/>
                <w:lang w:eastAsia="ru-RU"/>
              </w:rPr>
              <w:t>Площадь</w:t>
            </w:r>
            <w:r w:rsidR="000F1247">
              <w:rPr>
                <w:sz w:val="24"/>
                <w:szCs w:val="24"/>
                <w:lang w:eastAsia="ru-RU"/>
              </w:rPr>
              <w:t>,</w:t>
            </w:r>
          </w:p>
          <w:p w:rsidR="000F1247" w:rsidRPr="0057782F" w:rsidRDefault="000F1247" w:rsidP="005778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кв. м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F639BD" w:rsidRDefault="00F639BD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D720A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36:34:011401</w:t>
            </w:r>
            <w:r w:rsidR="00D720AB">
              <w:rPr>
                <w:color w:val="000000"/>
                <w:sz w:val="24"/>
                <w:szCs w:val="24"/>
                <w:lang w:eastAsia="ru-RU"/>
              </w:rPr>
              <w:t>0</w:t>
            </w:r>
            <w:r w:rsidRPr="0057782F">
              <w:rPr>
                <w:color w:val="000000"/>
                <w:sz w:val="24"/>
                <w:szCs w:val="24"/>
                <w:lang w:eastAsia="ru-RU"/>
              </w:rPr>
              <w:t>:</w:t>
            </w:r>
            <w:r w:rsidR="00D720AB">
              <w:rPr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D" w:rsidRDefault="005F56E8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 w:rsidRPr="00F639BD">
              <w:rPr>
                <w:sz w:val="24"/>
                <w:szCs w:val="24"/>
              </w:rPr>
              <w:t xml:space="preserve">. Воронеж, </w:t>
            </w:r>
          </w:p>
          <w:p w:rsidR="006F439B" w:rsidRPr="00F639BD" w:rsidRDefault="00F639BD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39BD">
              <w:rPr>
                <w:sz w:val="24"/>
                <w:szCs w:val="24"/>
              </w:rPr>
              <w:t>НСТ «</w:t>
            </w:r>
            <w:r w:rsidR="005F56E8" w:rsidRPr="00F639BD">
              <w:rPr>
                <w:sz w:val="24"/>
                <w:szCs w:val="24"/>
              </w:rPr>
              <w:t>Щит</w:t>
            </w:r>
            <w:r w:rsidRPr="00F639BD">
              <w:rPr>
                <w:sz w:val="24"/>
                <w:szCs w:val="24"/>
              </w:rPr>
              <w:t>»</w:t>
            </w:r>
            <w:r w:rsidR="005F56E8" w:rsidRPr="00F639BD">
              <w:rPr>
                <w:sz w:val="24"/>
                <w:szCs w:val="24"/>
              </w:rPr>
              <w:t xml:space="preserve">, </w:t>
            </w:r>
            <w:r w:rsidR="00D720AB">
              <w:rPr>
                <w:sz w:val="24"/>
                <w:szCs w:val="24"/>
              </w:rPr>
              <w:t xml:space="preserve">огородный участок </w:t>
            </w:r>
            <w:r w:rsidR="00A65F10">
              <w:rPr>
                <w:sz w:val="24"/>
                <w:szCs w:val="24"/>
              </w:rPr>
              <w:t xml:space="preserve">№ </w:t>
            </w:r>
            <w:r w:rsidR="00D720AB">
              <w:rPr>
                <w:sz w:val="24"/>
                <w:szCs w:val="24"/>
              </w:rPr>
              <w:t>9</w:t>
            </w:r>
            <w:r w:rsidR="005F56E8" w:rsidRPr="00F639BD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F639BD" w:rsidRDefault="00F639BD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36:34:0321018:1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D" w:rsidRDefault="00EB180D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 w:rsidRPr="00F639BD">
              <w:rPr>
                <w:sz w:val="24"/>
                <w:szCs w:val="24"/>
              </w:rPr>
              <w:t xml:space="preserve">. Воронеж, </w:t>
            </w:r>
          </w:p>
          <w:p w:rsidR="006F439B" w:rsidRPr="00F639BD" w:rsidRDefault="00F639BD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639BD">
              <w:rPr>
                <w:sz w:val="24"/>
                <w:szCs w:val="24"/>
              </w:rPr>
              <w:t>снт</w:t>
            </w:r>
            <w:proofErr w:type="spellEnd"/>
            <w:r w:rsidRPr="00F639BD">
              <w:rPr>
                <w:sz w:val="24"/>
                <w:szCs w:val="24"/>
              </w:rPr>
              <w:t xml:space="preserve"> «</w:t>
            </w:r>
            <w:r w:rsidR="00EB180D" w:rsidRPr="00F639BD">
              <w:rPr>
                <w:sz w:val="24"/>
                <w:szCs w:val="24"/>
              </w:rPr>
              <w:t>Сосна</w:t>
            </w:r>
            <w:r w:rsidRPr="00F639BD">
              <w:rPr>
                <w:sz w:val="24"/>
                <w:szCs w:val="24"/>
              </w:rPr>
              <w:t>»</w:t>
            </w:r>
            <w:r w:rsidR="00EB180D" w:rsidRPr="00F639BD">
              <w:rPr>
                <w:sz w:val="24"/>
                <w:szCs w:val="24"/>
              </w:rPr>
              <w:t>, линия 15, уч</w:t>
            </w:r>
            <w:r w:rsidR="005F56E8" w:rsidRPr="00F639BD">
              <w:rPr>
                <w:sz w:val="24"/>
                <w:szCs w:val="24"/>
              </w:rPr>
              <w:t>.</w:t>
            </w:r>
            <w:r w:rsidR="00EB180D" w:rsidRPr="00F639BD">
              <w:rPr>
                <w:sz w:val="24"/>
                <w:szCs w:val="24"/>
              </w:rPr>
              <w:t xml:space="preserve"> 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F56E8" w:rsidRDefault="00F639BD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36:34:0322003:2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D" w:rsidRDefault="006978A3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</w:t>
            </w:r>
            <w:r w:rsidR="004322CE">
              <w:rPr>
                <w:sz w:val="24"/>
                <w:szCs w:val="24"/>
              </w:rPr>
              <w:t>асть</w:t>
            </w:r>
            <w:r w:rsidR="005F56E8" w:rsidRPr="00F639BD">
              <w:rPr>
                <w:sz w:val="24"/>
                <w:szCs w:val="24"/>
              </w:rPr>
              <w:t xml:space="preserve">, </w:t>
            </w:r>
            <w:r w:rsidRPr="00F639BD">
              <w:rPr>
                <w:sz w:val="24"/>
                <w:szCs w:val="24"/>
              </w:rPr>
              <w:t>г</w:t>
            </w:r>
            <w:r w:rsidR="00F639BD" w:rsidRPr="00F639BD">
              <w:rPr>
                <w:sz w:val="24"/>
                <w:szCs w:val="24"/>
              </w:rPr>
              <w:t>.</w:t>
            </w:r>
            <w:r w:rsidR="00F639BD">
              <w:rPr>
                <w:sz w:val="24"/>
                <w:szCs w:val="24"/>
              </w:rPr>
              <w:t xml:space="preserve"> Воронеж, </w:t>
            </w:r>
          </w:p>
          <w:p w:rsidR="006F439B" w:rsidRPr="00F639BD" w:rsidRDefault="00F639BD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снт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r w:rsidR="006978A3" w:rsidRPr="00F639BD">
              <w:rPr>
                <w:sz w:val="24"/>
                <w:szCs w:val="24"/>
              </w:rPr>
              <w:t>Березка</w:t>
            </w:r>
            <w:r>
              <w:rPr>
                <w:sz w:val="24"/>
                <w:szCs w:val="24"/>
              </w:rPr>
              <w:t>»</w:t>
            </w:r>
            <w:r w:rsidR="006978A3" w:rsidRPr="00F639BD">
              <w:rPr>
                <w:sz w:val="24"/>
                <w:szCs w:val="24"/>
              </w:rPr>
              <w:t>, линия 20, уч</w:t>
            </w:r>
            <w:r>
              <w:rPr>
                <w:sz w:val="24"/>
                <w:szCs w:val="24"/>
              </w:rPr>
              <w:t>.</w:t>
            </w:r>
            <w:r w:rsidR="006978A3" w:rsidRPr="00F639BD">
              <w:rPr>
                <w:sz w:val="24"/>
                <w:szCs w:val="24"/>
              </w:rPr>
              <w:t xml:space="preserve"> 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641</w:t>
            </w:r>
          </w:p>
        </w:tc>
      </w:tr>
      <w:tr w:rsidR="00D720AB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0AB" w:rsidRDefault="00D720A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0AB" w:rsidRPr="0057782F" w:rsidRDefault="00D720AB" w:rsidP="00D720A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36:34:0324005</w:t>
            </w:r>
            <w:r w:rsidRPr="0057782F">
              <w:rPr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0AB" w:rsidRDefault="00D720AB" w:rsidP="00D720AB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 xml:space="preserve">. Воронеж, </w:t>
            </w:r>
          </w:p>
          <w:p w:rsidR="00D720AB" w:rsidRPr="00F639BD" w:rsidRDefault="00D720AB" w:rsidP="00D72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СНТ «</w:t>
            </w:r>
            <w:r w:rsidRPr="00F639BD">
              <w:rPr>
                <w:sz w:val="24"/>
                <w:szCs w:val="24"/>
              </w:rPr>
              <w:t>Домостроитель-1</w:t>
            </w:r>
            <w:r>
              <w:rPr>
                <w:sz w:val="24"/>
                <w:szCs w:val="24"/>
              </w:rPr>
              <w:t>»</w:t>
            </w:r>
            <w:r w:rsidRPr="00F639BD">
              <w:rPr>
                <w:sz w:val="24"/>
                <w:szCs w:val="24"/>
              </w:rPr>
              <w:t>, уч</w:t>
            </w:r>
            <w:r>
              <w:rPr>
                <w:sz w:val="24"/>
                <w:szCs w:val="24"/>
              </w:rPr>
              <w:t xml:space="preserve">. </w:t>
            </w:r>
            <w:r w:rsidR="00CB3344">
              <w:rPr>
                <w:sz w:val="24"/>
                <w:szCs w:val="24"/>
              </w:rPr>
              <w:t xml:space="preserve">№ </w:t>
            </w:r>
            <w:r w:rsidRPr="00F639B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0AB" w:rsidRPr="0057782F" w:rsidRDefault="00D720A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900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F56E8" w:rsidRDefault="00D720A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7782F" w:rsidRDefault="006F439B" w:rsidP="004E352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36:34:0324006:37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F639BD" w:rsidRDefault="00CB3344" w:rsidP="00DA218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DA218E">
              <w:rPr>
                <w:sz w:val="24"/>
                <w:szCs w:val="24"/>
              </w:rPr>
              <w:t>ород</w:t>
            </w:r>
            <w:r>
              <w:rPr>
                <w:sz w:val="24"/>
                <w:szCs w:val="24"/>
              </w:rPr>
              <w:t xml:space="preserve"> Воронеж, территория</w:t>
            </w:r>
            <w:r w:rsidR="00DA218E">
              <w:rPr>
                <w:sz w:val="24"/>
                <w:szCs w:val="24"/>
              </w:rPr>
              <w:t xml:space="preserve"> </w:t>
            </w:r>
            <w:proofErr w:type="spellStart"/>
            <w:r w:rsidRPr="00950D69">
              <w:rPr>
                <w:sz w:val="24"/>
                <w:szCs w:val="24"/>
              </w:rPr>
              <w:t>снт</w:t>
            </w:r>
            <w:proofErr w:type="spellEnd"/>
            <w:r w:rsidR="004322CE">
              <w:rPr>
                <w:sz w:val="24"/>
                <w:szCs w:val="24"/>
              </w:rPr>
              <w:t xml:space="preserve"> </w:t>
            </w:r>
            <w:r w:rsidRPr="00F639BD">
              <w:rPr>
                <w:sz w:val="24"/>
                <w:szCs w:val="24"/>
              </w:rPr>
              <w:t>Домостроитель-1</w:t>
            </w:r>
            <w:r>
              <w:rPr>
                <w:sz w:val="24"/>
                <w:szCs w:val="24"/>
              </w:rPr>
              <w:t xml:space="preserve">, улица 20, земельный участок </w:t>
            </w:r>
            <w:r w:rsidRPr="00F639BD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7782F" w:rsidRDefault="006F439B" w:rsidP="004E352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1050</w:t>
            </w:r>
          </w:p>
        </w:tc>
      </w:tr>
      <w:tr w:rsidR="006F439B" w:rsidRPr="0057782F" w:rsidTr="004147BB">
        <w:trPr>
          <w:trHeight w:val="60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F639BD" w:rsidRDefault="00D720A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36:34:0324006:69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934" w:rsidRDefault="00431A94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>
              <w:rPr>
                <w:sz w:val="24"/>
                <w:szCs w:val="24"/>
              </w:rPr>
              <w:t xml:space="preserve">. Воронеж, </w:t>
            </w:r>
          </w:p>
          <w:p w:rsidR="006F439B" w:rsidRPr="00F639BD" w:rsidRDefault="00F639BD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снт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r w:rsidR="00431A94" w:rsidRPr="00F639BD">
              <w:rPr>
                <w:sz w:val="24"/>
                <w:szCs w:val="24"/>
              </w:rPr>
              <w:t>Домостроитель-1</w:t>
            </w:r>
            <w:r>
              <w:rPr>
                <w:sz w:val="24"/>
                <w:szCs w:val="24"/>
              </w:rPr>
              <w:t>»</w:t>
            </w:r>
            <w:r w:rsidR="00431A94" w:rsidRPr="00F639BD">
              <w:rPr>
                <w:sz w:val="24"/>
                <w:szCs w:val="24"/>
              </w:rPr>
              <w:t>, участок 23-13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901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F639BD" w:rsidRDefault="00D720A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36:34:0329047:10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934" w:rsidRDefault="00431A94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>
              <w:rPr>
                <w:sz w:val="24"/>
                <w:szCs w:val="24"/>
              </w:rPr>
              <w:t xml:space="preserve">. Воронеж, </w:t>
            </w:r>
          </w:p>
          <w:p w:rsidR="006F439B" w:rsidRPr="00F639BD" w:rsidRDefault="00F639BD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СНТ «</w:t>
            </w:r>
            <w:r w:rsidR="00431A94" w:rsidRPr="00F639BD">
              <w:rPr>
                <w:sz w:val="24"/>
                <w:szCs w:val="24"/>
              </w:rPr>
              <w:t>Дружба</w:t>
            </w:r>
            <w:r>
              <w:rPr>
                <w:sz w:val="24"/>
                <w:szCs w:val="24"/>
              </w:rPr>
              <w:t>»</w:t>
            </w:r>
            <w:r w:rsidR="00431A94" w:rsidRPr="00F639BD">
              <w:rPr>
                <w:sz w:val="24"/>
                <w:szCs w:val="24"/>
              </w:rPr>
              <w:t>, уч</w:t>
            </w:r>
            <w:r>
              <w:rPr>
                <w:sz w:val="24"/>
                <w:szCs w:val="24"/>
              </w:rPr>
              <w:t>.</w:t>
            </w:r>
            <w:r w:rsidR="00431A94" w:rsidRPr="00F639BD">
              <w:rPr>
                <w:sz w:val="24"/>
                <w:szCs w:val="24"/>
              </w:rPr>
              <w:t xml:space="preserve"> 1143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594</w:t>
            </w:r>
          </w:p>
        </w:tc>
      </w:tr>
      <w:tr w:rsidR="00D720AB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0AB" w:rsidRDefault="00D720A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0AB" w:rsidRPr="0057782F" w:rsidRDefault="00D720AB" w:rsidP="00D720A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36:34:03300</w:t>
            </w:r>
            <w:r>
              <w:rPr>
                <w:color w:val="000000"/>
                <w:sz w:val="24"/>
                <w:szCs w:val="24"/>
                <w:lang w:eastAsia="ru-RU"/>
              </w:rPr>
              <w:t>26</w:t>
            </w:r>
            <w:r w:rsidRPr="0057782F">
              <w:rPr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344" w:rsidRDefault="00CB3344" w:rsidP="00CB3344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 xml:space="preserve">. Воронеж, </w:t>
            </w:r>
          </w:p>
          <w:p w:rsidR="00D720AB" w:rsidRPr="00F639BD" w:rsidRDefault="001032DB" w:rsidP="00CB334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снт</w:t>
            </w:r>
            <w:proofErr w:type="spellEnd"/>
            <w:r>
              <w:rPr>
                <w:sz w:val="24"/>
                <w:szCs w:val="24"/>
              </w:rPr>
              <w:t xml:space="preserve"> «Иволга», уч.</w:t>
            </w:r>
            <w:r w:rsidR="00CB3344">
              <w:rPr>
                <w:sz w:val="24"/>
                <w:szCs w:val="24"/>
              </w:rPr>
              <w:t xml:space="preserve"> 630/639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0AB" w:rsidRPr="0057782F" w:rsidRDefault="00D720A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1200</w:t>
            </w:r>
          </w:p>
        </w:tc>
      </w:tr>
      <w:tr w:rsidR="006F439B" w:rsidRPr="0057782F" w:rsidTr="004147BB">
        <w:trPr>
          <w:trHeight w:val="6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F639BD" w:rsidRDefault="00D720A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7782F" w:rsidRDefault="006F439B" w:rsidP="005262B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36:34:0331001:12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934" w:rsidRDefault="00431A94" w:rsidP="005262B9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>
              <w:rPr>
                <w:sz w:val="24"/>
                <w:szCs w:val="24"/>
              </w:rPr>
              <w:t xml:space="preserve">. Воронеж, </w:t>
            </w:r>
          </w:p>
          <w:p w:rsidR="006F439B" w:rsidRPr="00F639BD" w:rsidRDefault="00F639BD" w:rsidP="005262B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НСТ «Сельские зори»</w:t>
            </w:r>
            <w:r w:rsidR="00431A94" w:rsidRPr="00F639BD">
              <w:rPr>
                <w:sz w:val="24"/>
                <w:szCs w:val="24"/>
              </w:rPr>
              <w:t>, ул</w:t>
            </w:r>
            <w:r>
              <w:rPr>
                <w:sz w:val="24"/>
                <w:szCs w:val="24"/>
              </w:rPr>
              <w:t>.</w:t>
            </w:r>
            <w:r w:rsidR="00431A94" w:rsidRPr="00F639BD">
              <w:rPr>
                <w:sz w:val="24"/>
                <w:szCs w:val="24"/>
              </w:rPr>
              <w:t xml:space="preserve"> 11, уч</w:t>
            </w:r>
            <w:r>
              <w:rPr>
                <w:sz w:val="24"/>
                <w:szCs w:val="24"/>
              </w:rPr>
              <w:t>.</w:t>
            </w:r>
            <w:r w:rsidR="00431A94" w:rsidRPr="00F639BD">
              <w:rPr>
                <w:sz w:val="24"/>
                <w:szCs w:val="24"/>
              </w:rPr>
              <w:t xml:space="preserve"> 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7782F" w:rsidRDefault="006F439B" w:rsidP="005262B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580</w:t>
            </w:r>
          </w:p>
        </w:tc>
      </w:tr>
      <w:tr w:rsidR="00D720AB" w:rsidRPr="0057782F" w:rsidTr="004147BB">
        <w:trPr>
          <w:trHeight w:val="6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0AB" w:rsidRDefault="00D720A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0AB" w:rsidRPr="0057782F" w:rsidRDefault="00D720AB" w:rsidP="005262B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36:34:0331001:1</w:t>
            </w:r>
            <w:r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0AB" w:rsidRDefault="00D720AB" w:rsidP="00D720AB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 xml:space="preserve">. Воронеж, </w:t>
            </w:r>
          </w:p>
          <w:p w:rsidR="00D720AB" w:rsidRPr="00F639BD" w:rsidRDefault="00D720AB" w:rsidP="00D720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НСТ «Сельские зори»</w:t>
            </w:r>
            <w:r w:rsidRPr="00F639BD">
              <w:rPr>
                <w:sz w:val="24"/>
                <w:szCs w:val="24"/>
              </w:rPr>
              <w:t>, уч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3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0AB" w:rsidRPr="0057782F" w:rsidRDefault="00D720AB" w:rsidP="005262B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F639BD" w:rsidRDefault="00D720A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36:34:0331014:10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934" w:rsidRDefault="00431A94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>
              <w:rPr>
                <w:sz w:val="24"/>
                <w:szCs w:val="24"/>
              </w:rPr>
              <w:t xml:space="preserve">. Воронеж, </w:t>
            </w:r>
          </w:p>
          <w:p w:rsidR="006F439B" w:rsidRPr="00F639BD" w:rsidRDefault="00F639BD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СНТ «</w:t>
            </w:r>
            <w:r w:rsidR="00431A94" w:rsidRPr="00F639BD">
              <w:rPr>
                <w:sz w:val="24"/>
                <w:szCs w:val="24"/>
              </w:rPr>
              <w:t>Сельские Зори</w:t>
            </w:r>
            <w:r>
              <w:rPr>
                <w:sz w:val="24"/>
                <w:szCs w:val="24"/>
              </w:rPr>
              <w:t>»</w:t>
            </w:r>
            <w:r w:rsidR="00431A94" w:rsidRPr="00F639BD">
              <w:rPr>
                <w:sz w:val="24"/>
                <w:szCs w:val="24"/>
              </w:rPr>
              <w:t>, ул</w:t>
            </w:r>
            <w:r>
              <w:rPr>
                <w:sz w:val="24"/>
                <w:szCs w:val="24"/>
              </w:rPr>
              <w:t>.</w:t>
            </w:r>
            <w:r w:rsidR="00431A94" w:rsidRPr="00F639BD">
              <w:rPr>
                <w:sz w:val="24"/>
                <w:szCs w:val="24"/>
              </w:rPr>
              <w:t xml:space="preserve"> 2, участок №</w:t>
            </w:r>
            <w:r>
              <w:rPr>
                <w:sz w:val="24"/>
                <w:szCs w:val="24"/>
              </w:rPr>
              <w:t xml:space="preserve"> </w:t>
            </w:r>
            <w:r w:rsidR="00431A94" w:rsidRPr="00F639BD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7782F" w:rsidRDefault="00CD52ED" w:rsidP="003A2A51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36:34:0332003:20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FD" w:rsidRDefault="00431A94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>
              <w:rPr>
                <w:sz w:val="24"/>
                <w:szCs w:val="24"/>
              </w:rPr>
              <w:t xml:space="preserve">. Воронеж, </w:t>
            </w:r>
          </w:p>
          <w:p w:rsidR="006F439B" w:rsidRPr="00F639BD" w:rsidRDefault="00F639BD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СНТ «</w:t>
            </w:r>
            <w:r w:rsidR="00431A94"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="00431A94" w:rsidRPr="00F639BD">
              <w:rPr>
                <w:sz w:val="24"/>
                <w:szCs w:val="24"/>
              </w:rPr>
              <w:t>, уч</w:t>
            </w:r>
            <w:r>
              <w:rPr>
                <w:sz w:val="24"/>
                <w:szCs w:val="24"/>
              </w:rPr>
              <w:t>.</w:t>
            </w:r>
            <w:r w:rsidR="00431A94" w:rsidRPr="00F639BD">
              <w:rPr>
                <w:sz w:val="24"/>
                <w:szCs w:val="24"/>
              </w:rPr>
              <w:t xml:space="preserve"> 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6F439B" w:rsidRPr="0057782F" w:rsidTr="004147BB">
        <w:trPr>
          <w:trHeight w:val="66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7782F" w:rsidRDefault="00F639BD" w:rsidP="00CD52E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CD52ED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36:34:0332003:21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659" w:rsidRDefault="00431A94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>
              <w:rPr>
                <w:sz w:val="24"/>
                <w:szCs w:val="24"/>
              </w:rPr>
              <w:t xml:space="preserve">. Воронеж, </w:t>
            </w:r>
          </w:p>
          <w:p w:rsidR="006F439B" w:rsidRPr="00F639BD" w:rsidRDefault="00F639BD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СНТ «</w:t>
            </w:r>
            <w:r w:rsidR="00431A94"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="00431A94" w:rsidRPr="00F639BD">
              <w:rPr>
                <w:sz w:val="24"/>
                <w:szCs w:val="24"/>
              </w:rPr>
              <w:t>, уч</w:t>
            </w:r>
            <w:r>
              <w:rPr>
                <w:sz w:val="24"/>
                <w:szCs w:val="24"/>
              </w:rPr>
              <w:t>.</w:t>
            </w:r>
            <w:r w:rsidR="00431A94" w:rsidRPr="00F639BD">
              <w:rPr>
                <w:sz w:val="24"/>
                <w:szCs w:val="24"/>
              </w:rPr>
              <w:t xml:space="preserve"> 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605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7782F" w:rsidRDefault="00F639BD" w:rsidP="00CD52E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CD52ED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36:34:0332003:24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934" w:rsidRDefault="00431A94" w:rsidP="0057782F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</w:t>
            </w:r>
            <w:r w:rsidR="00F639BD">
              <w:rPr>
                <w:sz w:val="24"/>
                <w:szCs w:val="24"/>
              </w:rPr>
              <w:t>ая область, горо</w:t>
            </w:r>
            <w:r w:rsidR="00DC08D4">
              <w:rPr>
                <w:sz w:val="24"/>
                <w:szCs w:val="24"/>
              </w:rPr>
              <w:t>д</w:t>
            </w:r>
            <w:r w:rsidR="00F639BD">
              <w:rPr>
                <w:sz w:val="24"/>
                <w:szCs w:val="24"/>
              </w:rPr>
              <w:t xml:space="preserve"> Воронеж,</w:t>
            </w:r>
          </w:p>
          <w:p w:rsidR="006F439B" w:rsidRPr="00F639BD" w:rsidRDefault="00F639BD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СНТ «Ягодка»</w:t>
            </w:r>
            <w:r w:rsidR="00431A94" w:rsidRPr="00F639BD">
              <w:rPr>
                <w:sz w:val="24"/>
                <w:szCs w:val="24"/>
              </w:rPr>
              <w:t>, участок 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7782F" w:rsidRDefault="00F639BD" w:rsidP="00CD52E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CD52ED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36:34:0332005:8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D85" w:rsidRDefault="00431A94" w:rsidP="0057782F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>
              <w:rPr>
                <w:sz w:val="24"/>
                <w:szCs w:val="24"/>
              </w:rPr>
              <w:t xml:space="preserve">. Воронеж, </w:t>
            </w:r>
          </w:p>
          <w:p w:rsidR="006F439B" w:rsidRPr="00F639BD" w:rsidRDefault="00F639BD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СНТ «Ягодка»</w:t>
            </w:r>
            <w:r w:rsidR="00431A94" w:rsidRPr="00F639BD">
              <w:rPr>
                <w:sz w:val="24"/>
                <w:szCs w:val="24"/>
              </w:rPr>
              <w:t>, уч</w:t>
            </w:r>
            <w:r>
              <w:rPr>
                <w:sz w:val="24"/>
                <w:szCs w:val="24"/>
              </w:rPr>
              <w:t>.</w:t>
            </w:r>
            <w:r w:rsidR="00431A94" w:rsidRPr="00F639BD">
              <w:rPr>
                <w:sz w:val="24"/>
                <w:szCs w:val="24"/>
              </w:rPr>
              <w:t xml:space="preserve"> 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610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7782F" w:rsidRDefault="00F639BD" w:rsidP="00CD52E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CD52ED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F667D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36:34:0332014:9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D85" w:rsidRDefault="00FF53D5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>
              <w:rPr>
                <w:sz w:val="24"/>
                <w:szCs w:val="24"/>
              </w:rPr>
              <w:t xml:space="preserve">. Воронеж, </w:t>
            </w:r>
          </w:p>
          <w:p w:rsidR="006F439B" w:rsidRPr="00F639BD" w:rsidRDefault="00F639BD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снт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r w:rsidR="00FF53D5"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="00FF53D5" w:rsidRPr="00F639BD">
              <w:rPr>
                <w:sz w:val="24"/>
                <w:szCs w:val="24"/>
              </w:rPr>
              <w:t>, участок 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Default="00F639BD" w:rsidP="00CD52E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CD52ED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Default="006F439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36:34:0332014:10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D85" w:rsidRDefault="00FF53D5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>
              <w:rPr>
                <w:sz w:val="24"/>
                <w:szCs w:val="24"/>
              </w:rPr>
              <w:t>. Воронеж,</w:t>
            </w:r>
          </w:p>
          <w:p w:rsidR="006F439B" w:rsidRPr="00F639BD" w:rsidRDefault="00F639BD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СНТ «</w:t>
            </w:r>
            <w:r w:rsidR="00FF53D5"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="00FF53D5" w:rsidRPr="00F639BD">
              <w:rPr>
                <w:sz w:val="24"/>
                <w:szCs w:val="24"/>
              </w:rPr>
              <w:t>, уч</w:t>
            </w:r>
            <w:r>
              <w:rPr>
                <w:sz w:val="24"/>
                <w:szCs w:val="24"/>
              </w:rPr>
              <w:t>.</w:t>
            </w:r>
            <w:r w:rsidR="00FF53D5" w:rsidRPr="00F639BD">
              <w:rPr>
                <w:sz w:val="24"/>
                <w:szCs w:val="24"/>
              </w:rPr>
              <w:t xml:space="preserve"> 328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4147BB" w:rsidRPr="0057782F" w:rsidTr="004147BB">
        <w:trPr>
          <w:trHeight w:val="5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57782F" w:rsidRDefault="004147BB" w:rsidP="0087344E">
            <w:pPr>
              <w:jc w:val="center"/>
              <w:rPr>
                <w:sz w:val="24"/>
                <w:szCs w:val="24"/>
                <w:lang w:eastAsia="ru-RU"/>
              </w:rPr>
            </w:pPr>
            <w:r w:rsidRPr="0057782F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7782F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57782F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57782F" w:rsidRDefault="004147BB" w:rsidP="0087344E">
            <w:pPr>
              <w:jc w:val="center"/>
              <w:rPr>
                <w:sz w:val="24"/>
                <w:szCs w:val="24"/>
                <w:lang w:eastAsia="ru-RU"/>
              </w:rPr>
            </w:pPr>
            <w:r w:rsidRPr="0057782F">
              <w:rPr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7BB" w:rsidRPr="0057782F" w:rsidRDefault="004147BB" w:rsidP="0087344E">
            <w:pPr>
              <w:jc w:val="center"/>
              <w:rPr>
                <w:sz w:val="24"/>
                <w:szCs w:val="24"/>
                <w:lang w:eastAsia="ru-RU"/>
              </w:rPr>
            </w:pPr>
            <w:r w:rsidRPr="0057782F">
              <w:rPr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2BE" w:rsidRDefault="006C72BE" w:rsidP="006C72BE">
            <w:pPr>
              <w:jc w:val="center"/>
              <w:rPr>
                <w:sz w:val="24"/>
                <w:szCs w:val="24"/>
                <w:lang w:eastAsia="ru-RU"/>
              </w:rPr>
            </w:pPr>
            <w:r w:rsidRPr="0057782F">
              <w:rPr>
                <w:sz w:val="24"/>
                <w:szCs w:val="24"/>
                <w:lang w:eastAsia="ru-RU"/>
              </w:rPr>
              <w:t>Площадь</w:t>
            </w:r>
            <w:r>
              <w:rPr>
                <w:sz w:val="24"/>
                <w:szCs w:val="24"/>
                <w:lang w:eastAsia="ru-RU"/>
              </w:rPr>
              <w:t>,</w:t>
            </w:r>
          </w:p>
          <w:p w:rsidR="004147BB" w:rsidRPr="0057782F" w:rsidRDefault="006C72BE" w:rsidP="006C72B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кв. м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F639BD" w:rsidRDefault="00F639BD" w:rsidP="00CD52E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CD52ED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7782F" w:rsidRDefault="006F439B" w:rsidP="005262B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36:34:0332015:21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D85" w:rsidRDefault="00FF53D5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>
              <w:rPr>
                <w:sz w:val="24"/>
                <w:szCs w:val="24"/>
              </w:rPr>
              <w:t>. Воронеж,</w:t>
            </w:r>
          </w:p>
          <w:p w:rsidR="006F439B" w:rsidRPr="00F639BD" w:rsidRDefault="00A34E00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снт</w:t>
            </w:r>
            <w:proofErr w:type="spellEnd"/>
            <w:r w:rsidR="00F639BD">
              <w:rPr>
                <w:sz w:val="24"/>
                <w:szCs w:val="24"/>
              </w:rPr>
              <w:t xml:space="preserve"> «</w:t>
            </w:r>
            <w:r w:rsidR="00FF53D5" w:rsidRPr="00F639BD">
              <w:rPr>
                <w:sz w:val="24"/>
                <w:szCs w:val="24"/>
              </w:rPr>
              <w:t>Ягодка</w:t>
            </w:r>
            <w:r w:rsidR="00F639BD">
              <w:rPr>
                <w:sz w:val="24"/>
                <w:szCs w:val="24"/>
              </w:rPr>
              <w:t>»</w:t>
            </w:r>
            <w:r w:rsidR="00FF53D5" w:rsidRPr="00F639BD">
              <w:rPr>
                <w:sz w:val="24"/>
                <w:szCs w:val="24"/>
              </w:rPr>
              <w:t>, уч</w:t>
            </w:r>
            <w:r w:rsidR="00F639BD">
              <w:rPr>
                <w:sz w:val="24"/>
                <w:szCs w:val="24"/>
              </w:rPr>
              <w:t>.</w:t>
            </w:r>
            <w:r w:rsidR="00FF53D5" w:rsidRPr="00F639BD">
              <w:rPr>
                <w:sz w:val="24"/>
                <w:szCs w:val="24"/>
              </w:rPr>
              <w:t xml:space="preserve"> 371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57782F" w:rsidRDefault="006F439B" w:rsidP="005262B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6F439B" w:rsidRPr="0057782F" w:rsidTr="004147BB">
        <w:trPr>
          <w:trHeight w:val="5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39B" w:rsidRPr="00F639BD" w:rsidRDefault="00F639BD" w:rsidP="00CD52E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</w:t>
            </w:r>
            <w:r w:rsidR="00CD52ED">
              <w:rPr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36:34:0332015:22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D85" w:rsidRDefault="00FF53D5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F639BD">
              <w:rPr>
                <w:sz w:val="24"/>
                <w:szCs w:val="24"/>
              </w:rPr>
              <w:t xml:space="preserve">. Воронеж, </w:t>
            </w:r>
          </w:p>
          <w:p w:rsidR="006F439B" w:rsidRPr="00F639BD" w:rsidRDefault="00A34E00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снт</w:t>
            </w:r>
            <w:proofErr w:type="spellEnd"/>
            <w:r w:rsidR="00F639BD">
              <w:rPr>
                <w:sz w:val="24"/>
                <w:szCs w:val="24"/>
              </w:rPr>
              <w:t xml:space="preserve"> «</w:t>
            </w:r>
            <w:r w:rsidR="00FF53D5" w:rsidRPr="00F639BD">
              <w:rPr>
                <w:sz w:val="24"/>
                <w:szCs w:val="24"/>
              </w:rPr>
              <w:t>Ягодка</w:t>
            </w:r>
            <w:r w:rsidR="00F639BD">
              <w:rPr>
                <w:sz w:val="24"/>
                <w:szCs w:val="24"/>
              </w:rPr>
              <w:t>»</w:t>
            </w:r>
            <w:r w:rsidR="00FF53D5" w:rsidRPr="00F639BD">
              <w:rPr>
                <w:sz w:val="24"/>
                <w:szCs w:val="24"/>
              </w:rPr>
              <w:t>, уч</w:t>
            </w:r>
            <w:r w:rsidR="00F639BD">
              <w:rPr>
                <w:sz w:val="24"/>
                <w:szCs w:val="24"/>
              </w:rPr>
              <w:t>.</w:t>
            </w:r>
            <w:r w:rsidR="00FF53D5" w:rsidRPr="00F639BD">
              <w:rPr>
                <w:sz w:val="24"/>
                <w:szCs w:val="24"/>
              </w:rPr>
              <w:t xml:space="preserve"> 372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39B" w:rsidRPr="0057782F" w:rsidRDefault="006F439B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593</w:t>
            </w:r>
          </w:p>
        </w:tc>
      </w:tr>
      <w:tr w:rsidR="003951AE" w:rsidRPr="0057782F" w:rsidTr="004147BB">
        <w:trPr>
          <w:trHeight w:val="5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F639BD" w:rsidRDefault="00CD52ED" w:rsidP="00CD52E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36:34:0332021:23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Default="003951AE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>. Воронеж,</w:t>
            </w:r>
          </w:p>
          <w:p w:rsidR="003951AE" w:rsidRPr="00F639BD" w:rsidRDefault="003951AE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СНТ «</w:t>
            </w:r>
            <w:r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Pr="00F639BD">
              <w:rPr>
                <w:sz w:val="24"/>
                <w:szCs w:val="24"/>
              </w:rPr>
              <w:t>, участок 541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612</w:t>
            </w:r>
          </w:p>
        </w:tc>
      </w:tr>
      <w:tr w:rsidR="003951AE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F639BD" w:rsidRDefault="00CD52ED" w:rsidP="00CD52E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3951AE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36:34:0332022:9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Default="003951AE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 xml:space="preserve">. Воронеж, </w:t>
            </w:r>
          </w:p>
          <w:p w:rsidR="003951AE" w:rsidRPr="00F639BD" w:rsidRDefault="003951AE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снт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r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Pr="00F639BD">
              <w:rPr>
                <w:sz w:val="24"/>
                <w:szCs w:val="24"/>
              </w:rPr>
              <w:t>, уч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599</w:t>
            </w:r>
          </w:p>
        </w:tc>
      </w:tr>
      <w:tr w:rsidR="003951AE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F639BD" w:rsidRDefault="00CD52ED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36:34:0332023:22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Default="003951AE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>. Воронеж,</w:t>
            </w:r>
          </w:p>
          <w:p w:rsidR="003951AE" w:rsidRPr="00F639BD" w:rsidRDefault="003951AE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снт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r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Pr="00F639BD">
              <w:rPr>
                <w:sz w:val="24"/>
                <w:szCs w:val="24"/>
              </w:rPr>
              <w:t>, уч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628</w:t>
            </w:r>
          </w:p>
        </w:tc>
      </w:tr>
      <w:tr w:rsidR="00CD52ED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2ED" w:rsidRDefault="00A168DC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2ED" w:rsidRPr="0057782F" w:rsidRDefault="00A168DC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36:34:0332023:</w:t>
            </w: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Default="00A168DC" w:rsidP="00A168DC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Воронеж, </w:t>
            </w:r>
          </w:p>
          <w:p w:rsidR="00CD52ED" w:rsidRPr="00F639BD" w:rsidRDefault="00A168DC" w:rsidP="00A168DC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 xml:space="preserve">СНТ </w:t>
            </w:r>
            <w:r>
              <w:rPr>
                <w:sz w:val="24"/>
                <w:szCs w:val="24"/>
              </w:rPr>
              <w:t>«</w:t>
            </w:r>
            <w:r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="00A34E00">
              <w:rPr>
                <w:sz w:val="24"/>
                <w:szCs w:val="24"/>
              </w:rPr>
              <w:t>, уч.</w:t>
            </w:r>
            <w:r w:rsidRPr="00F639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594-1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2ED" w:rsidRPr="0057782F" w:rsidRDefault="00A168DC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A168DC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Default="00A168DC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Pr="0057782F" w:rsidRDefault="00A168DC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36:34:0332023:</w:t>
            </w:r>
            <w:r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Default="00A168DC" w:rsidP="00A168DC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Воронеж, </w:t>
            </w:r>
          </w:p>
          <w:p w:rsidR="00A168DC" w:rsidRPr="00F639BD" w:rsidRDefault="004A1BA9" w:rsidP="00A168DC">
            <w:pPr>
              <w:jc w:val="center"/>
              <w:rPr>
                <w:sz w:val="24"/>
                <w:szCs w:val="24"/>
              </w:rPr>
            </w:pPr>
            <w:proofErr w:type="spellStart"/>
            <w:r w:rsidRPr="004A1BA9">
              <w:rPr>
                <w:sz w:val="24"/>
                <w:szCs w:val="24"/>
              </w:rPr>
              <w:t>снт</w:t>
            </w:r>
            <w:proofErr w:type="spellEnd"/>
            <w:r w:rsidR="00A168DC" w:rsidRPr="00F639BD">
              <w:rPr>
                <w:sz w:val="24"/>
                <w:szCs w:val="24"/>
              </w:rPr>
              <w:t xml:space="preserve"> </w:t>
            </w:r>
            <w:r w:rsidR="00A168DC">
              <w:rPr>
                <w:sz w:val="24"/>
                <w:szCs w:val="24"/>
              </w:rPr>
              <w:t>«</w:t>
            </w:r>
            <w:r w:rsidR="00A168DC" w:rsidRPr="00F639BD">
              <w:rPr>
                <w:sz w:val="24"/>
                <w:szCs w:val="24"/>
              </w:rPr>
              <w:t>Ягодка</w:t>
            </w:r>
            <w:r w:rsidR="00A168DC">
              <w:rPr>
                <w:sz w:val="24"/>
                <w:szCs w:val="24"/>
              </w:rPr>
              <w:t>»</w:t>
            </w:r>
            <w:r w:rsidR="00A34E00">
              <w:rPr>
                <w:sz w:val="24"/>
                <w:szCs w:val="24"/>
              </w:rPr>
              <w:t>, уч.</w:t>
            </w:r>
            <w:r w:rsidR="00A168DC" w:rsidRPr="00F639BD">
              <w:rPr>
                <w:sz w:val="24"/>
                <w:szCs w:val="24"/>
              </w:rPr>
              <w:t xml:space="preserve"> </w:t>
            </w:r>
            <w:r w:rsidR="00A168DC">
              <w:rPr>
                <w:sz w:val="24"/>
                <w:szCs w:val="24"/>
              </w:rPr>
              <w:t>594-2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Default="00A168DC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A168DC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Default="00A168DC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Pr="0057782F" w:rsidRDefault="00A168DC" w:rsidP="00A168D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36:34:033202</w:t>
            </w: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  <w:r w:rsidRPr="0057782F">
              <w:rPr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Default="00A168DC" w:rsidP="00A168DC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>. Воронеж,</w:t>
            </w:r>
          </w:p>
          <w:p w:rsidR="00A168DC" w:rsidRPr="00F639BD" w:rsidRDefault="00A168DC" w:rsidP="00A168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снт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r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Pr="00F639BD">
              <w:rPr>
                <w:sz w:val="24"/>
                <w:szCs w:val="24"/>
              </w:rPr>
              <w:t>, уч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6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Default="00A168DC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3951AE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F639BD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A168D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36:34:0332027:11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Default="003951AE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Воронеж, </w:t>
            </w:r>
          </w:p>
          <w:p w:rsidR="003951AE" w:rsidRPr="00F639BD" w:rsidRDefault="003951AE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39BD">
              <w:rPr>
                <w:sz w:val="24"/>
                <w:szCs w:val="24"/>
              </w:rPr>
              <w:t xml:space="preserve">СНТ </w:t>
            </w:r>
            <w:r>
              <w:rPr>
                <w:sz w:val="24"/>
                <w:szCs w:val="24"/>
              </w:rPr>
              <w:t>«</w:t>
            </w:r>
            <w:r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Pr="00F639BD">
              <w:rPr>
                <w:sz w:val="24"/>
                <w:szCs w:val="24"/>
              </w:rPr>
              <w:t>, участок 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3951AE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7F7934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A168D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36:34:0332030:4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Default="003951AE" w:rsidP="00F639BD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Во</w:t>
            </w:r>
            <w:r>
              <w:rPr>
                <w:sz w:val="24"/>
                <w:szCs w:val="24"/>
              </w:rPr>
              <w:t>ронеж,</w:t>
            </w:r>
          </w:p>
          <w:p w:rsidR="003951AE" w:rsidRPr="00F639BD" w:rsidRDefault="003951AE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снт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r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Pr="00F639BD">
              <w:rPr>
                <w:sz w:val="24"/>
                <w:szCs w:val="24"/>
              </w:rPr>
              <w:t>, уч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3951AE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F639BD" w:rsidRDefault="003951AE" w:rsidP="00A168D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</w:t>
            </w:r>
            <w:r w:rsidR="00A168DC">
              <w:rPr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57782F" w:rsidRDefault="003951AE" w:rsidP="004E352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36:34:0332031:1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Default="003951AE" w:rsidP="00F639BD">
            <w:pPr>
              <w:jc w:val="center"/>
              <w:rPr>
                <w:sz w:val="24"/>
                <w:szCs w:val="24"/>
              </w:rPr>
            </w:pPr>
            <w:proofErr w:type="gramStart"/>
            <w:r w:rsidRPr="00F639BD">
              <w:rPr>
                <w:sz w:val="24"/>
                <w:szCs w:val="24"/>
              </w:rPr>
              <w:t>Воронежская</w:t>
            </w:r>
            <w:proofErr w:type="gramEnd"/>
            <w:r w:rsidRPr="00F639BD">
              <w:rPr>
                <w:sz w:val="24"/>
                <w:szCs w:val="24"/>
              </w:rPr>
              <w:t xml:space="preserve"> обл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>, г.</w:t>
            </w:r>
            <w:r>
              <w:rPr>
                <w:sz w:val="24"/>
                <w:szCs w:val="24"/>
              </w:rPr>
              <w:t xml:space="preserve"> Воронеж, </w:t>
            </w:r>
          </w:p>
          <w:p w:rsidR="003951AE" w:rsidRPr="00F639BD" w:rsidRDefault="003951AE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п.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.с</w:t>
            </w:r>
            <w:proofErr w:type="spellEnd"/>
            <w:r>
              <w:rPr>
                <w:sz w:val="24"/>
                <w:szCs w:val="24"/>
              </w:rPr>
              <w:t>. «</w:t>
            </w:r>
            <w:r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Pr="00F639BD">
              <w:rPr>
                <w:sz w:val="24"/>
                <w:szCs w:val="24"/>
              </w:rPr>
              <w:t>, уч.</w:t>
            </w:r>
            <w:r>
              <w:rPr>
                <w:sz w:val="24"/>
                <w:szCs w:val="24"/>
              </w:rPr>
              <w:t xml:space="preserve"> </w:t>
            </w:r>
            <w:r w:rsidRPr="00F639BD">
              <w:rPr>
                <w:sz w:val="24"/>
                <w:szCs w:val="24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4E352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A168DC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Default="00A168DC" w:rsidP="00A168D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Pr="0057782F" w:rsidRDefault="00A168DC" w:rsidP="00A168D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36:34:033203</w:t>
            </w: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Pr="0057782F">
              <w:rPr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Default="00A168DC" w:rsidP="00A168DC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Воронеж, </w:t>
            </w:r>
          </w:p>
          <w:p w:rsidR="00A168DC" w:rsidRPr="00F639BD" w:rsidRDefault="00A168DC" w:rsidP="00A168DC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 xml:space="preserve">СНТ </w:t>
            </w:r>
            <w:r>
              <w:rPr>
                <w:sz w:val="24"/>
                <w:szCs w:val="24"/>
              </w:rPr>
              <w:t>«</w:t>
            </w:r>
            <w:r w:rsidRPr="00F639BD">
              <w:rPr>
                <w:sz w:val="24"/>
                <w:szCs w:val="24"/>
              </w:rPr>
              <w:t>Ягодка</w:t>
            </w:r>
            <w:r>
              <w:rPr>
                <w:sz w:val="24"/>
                <w:szCs w:val="24"/>
              </w:rPr>
              <w:t>»</w:t>
            </w:r>
            <w:r w:rsidR="004147BB">
              <w:rPr>
                <w:sz w:val="24"/>
                <w:szCs w:val="24"/>
              </w:rPr>
              <w:t>, уч.</w:t>
            </w:r>
            <w:r>
              <w:rPr>
                <w:sz w:val="24"/>
                <w:szCs w:val="24"/>
              </w:rPr>
              <w:t xml:space="preserve"> 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8DC" w:rsidRPr="0057782F" w:rsidRDefault="00A168DC" w:rsidP="004E352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617</w:t>
            </w:r>
          </w:p>
        </w:tc>
      </w:tr>
      <w:tr w:rsidR="003951AE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F639BD" w:rsidRDefault="004927B9" w:rsidP="004927B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57782F" w:rsidRDefault="003951AE" w:rsidP="000E76E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36:34:0334010:11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Default="003951AE" w:rsidP="0082356F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</w:t>
            </w:r>
            <w:r>
              <w:rPr>
                <w:sz w:val="24"/>
                <w:szCs w:val="24"/>
              </w:rPr>
              <w:t xml:space="preserve">ежская область, г. Воронеж, </w:t>
            </w:r>
          </w:p>
          <w:p w:rsidR="003951AE" w:rsidRPr="00F639BD" w:rsidRDefault="003951AE" w:rsidP="0082356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нст</w:t>
            </w:r>
            <w:proofErr w:type="spellEnd"/>
            <w:r>
              <w:rPr>
                <w:sz w:val="24"/>
                <w:szCs w:val="24"/>
              </w:rPr>
              <w:t xml:space="preserve"> «Строитель»</w:t>
            </w:r>
            <w:r w:rsidRPr="00F639BD">
              <w:rPr>
                <w:sz w:val="24"/>
                <w:szCs w:val="24"/>
              </w:rPr>
              <w:t>, участок 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586</w:t>
            </w:r>
          </w:p>
        </w:tc>
      </w:tr>
      <w:tr w:rsidR="003951AE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7F7934" w:rsidRDefault="004927B9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36:34:0335007:27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Default="003951AE" w:rsidP="0057782F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</w:t>
            </w:r>
            <w:r>
              <w:rPr>
                <w:sz w:val="24"/>
                <w:szCs w:val="24"/>
              </w:rPr>
              <w:t xml:space="preserve">ежская область, г. Воронеж, </w:t>
            </w:r>
          </w:p>
          <w:p w:rsidR="003951AE" w:rsidRPr="00F639BD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</w:rPr>
              <w:t>снт</w:t>
            </w:r>
            <w:proofErr w:type="spellEnd"/>
            <w:r>
              <w:rPr>
                <w:sz w:val="24"/>
                <w:szCs w:val="24"/>
              </w:rPr>
              <w:t xml:space="preserve"> «Березка»</w:t>
            </w:r>
            <w:r w:rsidRPr="00F639BD">
              <w:rPr>
                <w:sz w:val="24"/>
                <w:szCs w:val="24"/>
              </w:rPr>
              <w:t>, ул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11, уч</w:t>
            </w:r>
            <w:r>
              <w:rPr>
                <w:sz w:val="24"/>
                <w:szCs w:val="24"/>
              </w:rPr>
              <w:t>.</w:t>
            </w:r>
            <w:r w:rsidRPr="00F639BD">
              <w:rPr>
                <w:sz w:val="24"/>
                <w:szCs w:val="24"/>
              </w:rPr>
              <w:t xml:space="preserve"> 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612</w:t>
            </w:r>
          </w:p>
        </w:tc>
      </w:tr>
      <w:tr w:rsidR="004927B9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B9" w:rsidRDefault="004927B9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B9" w:rsidRPr="0057782F" w:rsidRDefault="004927B9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36:34:0335008:</w:t>
            </w:r>
            <w:r>
              <w:rPr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B9" w:rsidRPr="00F639BD" w:rsidRDefault="004927B9" w:rsidP="0057782F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</w:t>
            </w:r>
            <w:r>
              <w:rPr>
                <w:sz w:val="24"/>
                <w:szCs w:val="24"/>
              </w:rPr>
              <w:t xml:space="preserve">ежская область, г. Воронеж,                               </w:t>
            </w:r>
            <w:proofErr w:type="spellStart"/>
            <w:r w:rsidR="004147BB">
              <w:rPr>
                <w:sz w:val="24"/>
                <w:szCs w:val="24"/>
              </w:rPr>
              <w:t>снт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r w:rsidRPr="00F639BD">
              <w:rPr>
                <w:sz w:val="24"/>
                <w:szCs w:val="24"/>
              </w:rPr>
              <w:t>Березка</w:t>
            </w:r>
            <w:r>
              <w:rPr>
                <w:sz w:val="24"/>
                <w:szCs w:val="24"/>
              </w:rPr>
              <w:t>»</w:t>
            </w:r>
            <w:r w:rsidR="004147B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7-б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B9" w:rsidRPr="0057782F" w:rsidRDefault="004927B9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  <w:tr w:rsidR="004927B9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B9" w:rsidRDefault="004927B9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B9" w:rsidRPr="0057782F" w:rsidRDefault="004927B9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36:34:0335008:</w:t>
            </w:r>
            <w:r>
              <w:rPr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B9" w:rsidRDefault="004927B9" w:rsidP="004927B9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</w:t>
            </w:r>
            <w:r>
              <w:rPr>
                <w:sz w:val="24"/>
                <w:szCs w:val="24"/>
              </w:rPr>
              <w:t xml:space="preserve">ежская область, г. Воронеж, </w:t>
            </w:r>
          </w:p>
          <w:p w:rsidR="004927B9" w:rsidRPr="00F639BD" w:rsidRDefault="004147BB" w:rsidP="004927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СНТ</w:t>
            </w:r>
            <w:r w:rsidR="004927B9">
              <w:rPr>
                <w:sz w:val="24"/>
                <w:szCs w:val="24"/>
              </w:rPr>
              <w:t xml:space="preserve"> «Березка»,</w:t>
            </w:r>
            <w:r w:rsidR="004927B9" w:rsidRPr="00F639BD">
              <w:rPr>
                <w:sz w:val="24"/>
                <w:szCs w:val="24"/>
              </w:rPr>
              <w:t xml:space="preserve"> уч</w:t>
            </w:r>
            <w:r>
              <w:rPr>
                <w:sz w:val="24"/>
                <w:szCs w:val="24"/>
              </w:rPr>
              <w:t>асток</w:t>
            </w:r>
            <w:r w:rsidR="004927B9">
              <w:rPr>
                <w:sz w:val="24"/>
                <w:szCs w:val="24"/>
              </w:rPr>
              <w:t xml:space="preserve"> 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7B9" w:rsidRDefault="004927B9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3951AE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F639BD" w:rsidRDefault="004927B9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07477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57782F" w:rsidRDefault="003951AE" w:rsidP="00BB2A3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36:34:0335008:46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F639BD" w:rsidRDefault="003951AE" w:rsidP="00F639B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39BD">
              <w:rPr>
                <w:sz w:val="24"/>
                <w:szCs w:val="24"/>
              </w:rPr>
              <w:t>Ворон</w:t>
            </w:r>
            <w:r>
              <w:rPr>
                <w:sz w:val="24"/>
                <w:szCs w:val="24"/>
              </w:rPr>
              <w:t>ежская область, г. Воронеж,                               СНТ «</w:t>
            </w:r>
            <w:r w:rsidRPr="00F639BD">
              <w:rPr>
                <w:sz w:val="24"/>
                <w:szCs w:val="24"/>
              </w:rPr>
              <w:t>Березка</w:t>
            </w:r>
            <w:r>
              <w:rPr>
                <w:sz w:val="24"/>
                <w:szCs w:val="24"/>
              </w:rPr>
              <w:t>»</w:t>
            </w:r>
            <w:r w:rsidRPr="00F639BD">
              <w:rPr>
                <w:sz w:val="24"/>
                <w:szCs w:val="24"/>
              </w:rPr>
              <w:t>, участок №</w:t>
            </w:r>
            <w:r>
              <w:rPr>
                <w:sz w:val="24"/>
                <w:szCs w:val="24"/>
              </w:rPr>
              <w:t xml:space="preserve"> </w:t>
            </w:r>
            <w:r w:rsidRPr="00F639BD">
              <w:rPr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57782F" w:rsidRDefault="003951AE" w:rsidP="00BB2A3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450</w:t>
            </w:r>
          </w:p>
        </w:tc>
      </w:tr>
      <w:tr w:rsidR="003951AE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F639BD" w:rsidRDefault="004927B9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07477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57782F" w:rsidRDefault="004927B9" w:rsidP="004927B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36:34:0339</w:t>
            </w:r>
            <w:r w:rsidRPr="0057782F">
              <w:rPr>
                <w:color w:val="000000"/>
                <w:sz w:val="24"/>
                <w:szCs w:val="24"/>
                <w:lang w:eastAsia="ru-RU"/>
              </w:rPr>
              <w:t>00</w:t>
            </w:r>
            <w:r>
              <w:rPr>
                <w:color w:val="000000"/>
                <w:sz w:val="24"/>
                <w:szCs w:val="24"/>
                <w:lang w:eastAsia="ru-RU"/>
              </w:rPr>
              <w:t>7</w:t>
            </w:r>
            <w:r w:rsidRPr="0057782F">
              <w:rPr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F639BD" w:rsidRDefault="004927B9" w:rsidP="004927B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39BD">
              <w:rPr>
                <w:sz w:val="24"/>
                <w:szCs w:val="24"/>
              </w:rPr>
              <w:t>Ворон</w:t>
            </w:r>
            <w:r>
              <w:rPr>
                <w:sz w:val="24"/>
                <w:szCs w:val="24"/>
              </w:rPr>
              <w:t>ежская область, г. Воронеж,                               СНТ «Росинк</w:t>
            </w:r>
            <w:r w:rsidRPr="00F639BD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»</w:t>
            </w:r>
            <w:r w:rsidRPr="00F639BD">
              <w:rPr>
                <w:sz w:val="24"/>
                <w:szCs w:val="24"/>
              </w:rPr>
              <w:t>, участок №</w:t>
            </w:r>
            <w:r>
              <w:rPr>
                <w:sz w:val="24"/>
                <w:szCs w:val="24"/>
              </w:rPr>
              <w:t xml:space="preserve"> 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57782F" w:rsidRDefault="004927B9" w:rsidP="005262B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300</w:t>
            </w:r>
          </w:p>
        </w:tc>
      </w:tr>
      <w:tr w:rsidR="001B184C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84C" w:rsidRDefault="001B184C" w:rsidP="00DD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84C" w:rsidRDefault="001B184C" w:rsidP="00DD19FE">
            <w:pPr>
              <w:jc w:val="center"/>
              <w:rPr>
                <w:color w:val="000000"/>
                <w:sz w:val="24"/>
                <w:szCs w:val="24"/>
              </w:rPr>
            </w:pPr>
            <w:r w:rsidRPr="005D2D77">
              <w:rPr>
                <w:color w:val="000000"/>
                <w:sz w:val="24"/>
                <w:szCs w:val="24"/>
              </w:rPr>
              <w:t>36:34:0340001:7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84C" w:rsidRDefault="001B184C" w:rsidP="00DD19FE">
            <w:pPr>
              <w:jc w:val="center"/>
              <w:rPr>
                <w:sz w:val="24"/>
                <w:szCs w:val="24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>
              <w:rPr>
                <w:sz w:val="24"/>
                <w:szCs w:val="24"/>
              </w:rPr>
              <w:t xml:space="preserve">. Воронеж, </w:t>
            </w:r>
          </w:p>
          <w:p w:rsidR="001B184C" w:rsidRPr="00F639BD" w:rsidRDefault="004147BB" w:rsidP="00DD1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СНТ</w:t>
            </w:r>
            <w:r w:rsidR="001B184C">
              <w:rPr>
                <w:sz w:val="24"/>
                <w:szCs w:val="24"/>
              </w:rPr>
              <w:t xml:space="preserve"> «</w:t>
            </w:r>
            <w:r w:rsidR="001B184C" w:rsidRPr="00F639BD">
              <w:rPr>
                <w:sz w:val="24"/>
                <w:szCs w:val="24"/>
              </w:rPr>
              <w:t>Вега-88</w:t>
            </w:r>
            <w:r w:rsidR="001B184C">
              <w:rPr>
                <w:sz w:val="24"/>
                <w:szCs w:val="24"/>
              </w:rPr>
              <w:t>»</w:t>
            </w:r>
            <w:r w:rsidR="001B184C" w:rsidRPr="00F639BD">
              <w:rPr>
                <w:sz w:val="24"/>
                <w:szCs w:val="24"/>
              </w:rPr>
              <w:t xml:space="preserve">, </w:t>
            </w:r>
            <w:r w:rsidR="001B184C">
              <w:rPr>
                <w:sz w:val="24"/>
                <w:szCs w:val="24"/>
              </w:rPr>
              <w:t xml:space="preserve">ул. 1, </w:t>
            </w:r>
            <w:r w:rsidR="001B184C" w:rsidRPr="00F639BD">
              <w:rPr>
                <w:sz w:val="24"/>
                <w:szCs w:val="24"/>
              </w:rPr>
              <w:t>уч</w:t>
            </w:r>
            <w:r w:rsidR="001B184C">
              <w:rPr>
                <w:sz w:val="24"/>
                <w:szCs w:val="24"/>
              </w:rPr>
              <w:t>.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84C" w:rsidRDefault="001B184C" w:rsidP="00DD19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</w:t>
            </w:r>
          </w:p>
        </w:tc>
      </w:tr>
      <w:tr w:rsidR="003951AE" w:rsidRPr="0057782F" w:rsidTr="004147BB">
        <w:trPr>
          <w:trHeight w:val="5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1AE" w:rsidRPr="00EE1080" w:rsidRDefault="004927B9" w:rsidP="00074773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1B184C">
              <w:rPr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36:34:0340002:11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F639BD" w:rsidRDefault="003951AE" w:rsidP="004147BB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639BD">
              <w:rPr>
                <w:sz w:val="24"/>
                <w:szCs w:val="24"/>
              </w:rPr>
              <w:t>Воронежская область, г</w:t>
            </w:r>
            <w:r w:rsidR="007F253D">
              <w:rPr>
                <w:sz w:val="24"/>
                <w:szCs w:val="24"/>
              </w:rPr>
              <w:t>ород</w:t>
            </w:r>
            <w:r>
              <w:rPr>
                <w:sz w:val="24"/>
                <w:szCs w:val="24"/>
              </w:rPr>
              <w:t xml:space="preserve"> Воронеж, </w:t>
            </w:r>
            <w:r w:rsidR="004147BB">
              <w:rPr>
                <w:sz w:val="24"/>
                <w:szCs w:val="24"/>
              </w:rPr>
              <w:t xml:space="preserve">территория садоводческого некоммерческого товарищества </w:t>
            </w:r>
            <w:r w:rsidRPr="00F639BD">
              <w:rPr>
                <w:sz w:val="24"/>
                <w:szCs w:val="24"/>
              </w:rPr>
              <w:t>Вега-88,</w:t>
            </w:r>
            <w:r w:rsidR="004147BB">
              <w:rPr>
                <w:sz w:val="24"/>
                <w:szCs w:val="24"/>
              </w:rPr>
              <w:t xml:space="preserve"> улица № 2, земельный </w:t>
            </w:r>
            <w:r w:rsidRPr="00F639BD">
              <w:rPr>
                <w:sz w:val="24"/>
                <w:szCs w:val="24"/>
              </w:rPr>
              <w:t>уч</w:t>
            </w:r>
            <w:r w:rsidR="004147BB">
              <w:rPr>
                <w:sz w:val="24"/>
                <w:szCs w:val="24"/>
              </w:rPr>
              <w:t>асток</w:t>
            </w:r>
            <w:r w:rsidRPr="00F639BD">
              <w:rPr>
                <w:sz w:val="24"/>
                <w:szCs w:val="24"/>
              </w:rPr>
              <w:t xml:space="preserve"> 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1AE" w:rsidRPr="0057782F" w:rsidRDefault="003951AE" w:rsidP="0057782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57782F">
              <w:rPr>
                <w:color w:val="000000"/>
                <w:sz w:val="24"/>
                <w:szCs w:val="24"/>
                <w:lang w:eastAsia="ru-RU"/>
              </w:rPr>
              <w:t>600</w:t>
            </w:r>
          </w:p>
        </w:tc>
      </w:tr>
    </w:tbl>
    <w:p w:rsidR="0057782F" w:rsidRPr="00997999" w:rsidRDefault="0057782F" w:rsidP="00C94A3E">
      <w:pPr>
        <w:pStyle w:val="20"/>
        <w:spacing w:line="300" w:lineRule="auto"/>
        <w:jc w:val="left"/>
        <w:rPr>
          <w:rFonts w:ascii="Times New Roman" w:hAnsi="Times New Roman"/>
          <w:sz w:val="28"/>
          <w:szCs w:val="28"/>
        </w:rPr>
      </w:pPr>
    </w:p>
    <w:p w:rsidR="0057782F" w:rsidRPr="001B184C" w:rsidRDefault="0057782F" w:rsidP="0057782F">
      <w:pPr>
        <w:pStyle w:val="20"/>
        <w:spacing w:line="300" w:lineRule="auto"/>
        <w:rPr>
          <w:rFonts w:ascii="Times New Roman" w:hAnsi="Times New Roman"/>
          <w:sz w:val="22"/>
          <w:szCs w:val="22"/>
        </w:rPr>
      </w:pPr>
    </w:p>
    <w:p w:rsidR="003E51F1" w:rsidRDefault="0097656B" w:rsidP="00A76F2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Р</w:t>
      </w:r>
      <w:r w:rsidR="00A76F28" w:rsidRPr="003E51F1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3E51F1">
        <w:rPr>
          <w:sz w:val="28"/>
          <w:szCs w:val="28"/>
        </w:rPr>
        <w:t xml:space="preserve"> </w:t>
      </w:r>
      <w:r w:rsidR="003E51F1" w:rsidRPr="003E51F1">
        <w:rPr>
          <w:bCs/>
          <w:sz w:val="28"/>
          <w:szCs w:val="28"/>
        </w:rPr>
        <w:t>у</w:t>
      </w:r>
      <w:r w:rsidR="00A76F28" w:rsidRPr="003E51F1">
        <w:rPr>
          <w:bCs/>
          <w:sz w:val="28"/>
          <w:szCs w:val="28"/>
        </w:rPr>
        <w:t>правления</w:t>
      </w:r>
      <w:r w:rsidR="003E51F1" w:rsidRPr="003E51F1">
        <w:rPr>
          <w:bCs/>
          <w:sz w:val="28"/>
          <w:szCs w:val="28"/>
        </w:rPr>
        <w:t xml:space="preserve"> </w:t>
      </w:r>
    </w:p>
    <w:p w:rsidR="003E51F1" w:rsidRDefault="00A76F28" w:rsidP="003E51F1">
      <w:pPr>
        <w:jc w:val="both"/>
        <w:rPr>
          <w:bCs/>
          <w:sz w:val="28"/>
          <w:szCs w:val="28"/>
        </w:rPr>
      </w:pPr>
      <w:r w:rsidRPr="003E51F1">
        <w:rPr>
          <w:bCs/>
          <w:sz w:val="28"/>
          <w:szCs w:val="28"/>
        </w:rPr>
        <w:t>имущественных и земельных</w:t>
      </w:r>
    </w:p>
    <w:p w:rsidR="00A76F28" w:rsidRPr="003E51F1" w:rsidRDefault="00A76F28" w:rsidP="003E51F1">
      <w:pPr>
        <w:jc w:val="both"/>
        <w:rPr>
          <w:sz w:val="28"/>
          <w:szCs w:val="28"/>
        </w:rPr>
      </w:pPr>
      <w:r w:rsidRPr="003E51F1">
        <w:rPr>
          <w:bCs/>
          <w:sz w:val="28"/>
          <w:szCs w:val="28"/>
        </w:rPr>
        <w:t>отношений</w:t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  <w:t xml:space="preserve">           </w:t>
      </w:r>
      <w:r w:rsidR="003E51F1">
        <w:rPr>
          <w:sz w:val="28"/>
          <w:szCs w:val="28"/>
        </w:rPr>
        <w:t>Р.И. Карасалихов</w:t>
      </w:r>
    </w:p>
    <w:sectPr w:rsidR="00A76F28" w:rsidRPr="003E51F1" w:rsidSect="006C72B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238" w:right="425" w:bottom="17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23C" w:rsidRDefault="0081623C">
      <w:r>
        <w:separator/>
      </w:r>
    </w:p>
  </w:endnote>
  <w:endnote w:type="continuationSeparator" w:id="0">
    <w:p w:rsidR="0081623C" w:rsidRDefault="0081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6A" w:rsidRDefault="00556F6A">
    <w:pPr>
      <w:pStyle w:val="aa"/>
      <w:jc w:val="right"/>
    </w:pPr>
    <w:r>
      <w:rPr>
        <w:snapToGrid w:val="0"/>
        <w:lang w:eastAsia="ru-RU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6A" w:rsidRDefault="00556F6A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23C" w:rsidRDefault="0081623C">
      <w:r>
        <w:separator/>
      </w:r>
    </w:p>
  </w:footnote>
  <w:footnote w:type="continuationSeparator" w:id="0">
    <w:p w:rsidR="0081623C" w:rsidRDefault="008162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6A" w:rsidRDefault="001F55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6F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6F6A" w:rsidRDefault="00556F6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298764"/>
      <w:docPartObj>
        <w:docPartGallery w:val="Page Numbers (Top of Page)"/>
        <w:docPartUnique/>
      </w:docPartObj>
    </w:sdtPr>
    <w:sdtEndPr/>
    <w:sdtContent>
      <w:p w:rsidR="002D112E" w:rsidRDefault="0006166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5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55E3" w:rsidRPr="00CB55E3" w:rsidRDefault="00CB55E3" w:rsidP="00CB55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812"/>
    <w:multiLevelType w:val="hybridMultilevel"/>
    <w:tmpl w:val="BBF41C9C"/>
    <w:lvl w:ilvl="0" w:tplc="C020420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4C2459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3736247"/>
    <w:multiLevelType w:val="hybridMultilevel"/>
    <w:tmpl w:val="83DAB3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667792"/>
    <w:multiLevelType w:val="singleLevel"/>
    <w:tmpl w:val="BC6612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32007943"/>
    <w:multiLevelType w:val="hybridMultilevel"/>
    <w:tmpl w:val="A0CC33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626AAA"/>
    <w:multiLevelType w:val="hybridMultilevel"/>
    <w:tmpl w:val="4718F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94160C"/>
    <w:multiLevelType w:val="multilevel"/>
    <w:tmpl w:val="31444B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7">
    <w:nsid w:val="50A05680"/>
    <w:multiLevelType w:val="hybridMultilevel"/>
    <w:tmpl w:val="E9A2A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4955E2"/>
    <w:multiLevelType w:val="hybridMultilevel"/>
    <w:tmpl w:val="4D16B78C"/>
    <w:lvl w:ilvl="0" w:tplc="D83C17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E957C4"/>
    <w:multiLevelType w:val="hybridMultilevel"/>
    <w:tmpl w:val="AC141A1A"/>
    <w:lvl w:ilvl="0" w:tplc="31C259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DF09E0"/>
    <w:multiLevelType w:val="singleLevel"/>
    <w:tmpl w:val="01E4DD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76FC707E"/>
    <w:multiLevelType w:val="hybridMultilevel"/>
    <w:tmpl w:val="2BC69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38F33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04022B"/>
    <w:multiLevelType w:val="singleLevel"/>
    <w:tmpl w:val="0F4C2D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7E4D1ACC"/>
    <w:multiLevelType w:val="singleLevel"/>
    <w:tmpl w:val="93BAC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12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  <w:num w:numId="11">
    <w:abstractNumId w:val="6"/>
  </w:num>
  <w:num w:numId="12">
    <w:abstractNumId w:val="11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AC"/>
    <w:rsid w:val="000018E0"/>
    <w:rsid w:val="00005AFC"/>
    <w:rsid w:val="000073EC"/>
    <w:rsid w:val="000130DB"/>
    <w:rsid w:val="0002212C"/>
    <w:rsid w:val="00023C09"/>
    <w:rsid w:val="00024DD0"/>
    <w:rsid w:val="00037D8B"/>
    <w:rsid w:val="000416FC"/>
    <w:rsid w:val="00043024"/>
    <w:rsid w:val="00054DE7"/>
    <w:rsid w:val="00056B7C"/>
    <w:rsid w:val="00061667"/>
    <w:rsid w:val="000635E7"/>
    <w:rsid w:val="00066383"/>
    <w:rsid w:val="00070AD1"/>
    <w:rsid w:val="00073DD3"/>
    <w:rsid w:val="00074773"/>
    <w:rsid w:val="000758E6"/>
    <w:rsid w:val="00080CCC"/>
    <w:rsid w:val="0008203B"/>
    <w:rsid w:val="000829A3"/>
    <w:rsid w:val="00082BD9"/>
    <w:rsid w:val="00096F69"/>
    <w:rsid w:val="000B4BA5"/>
    <w:rsid w:val="000C1105"/>
    <w:rsid w:val="000C2769"/>
    <w:rsid w:val="000C2D2E"/>
    <w:rsid w:val="000C3120"/>
    <w:rsid w:val="000C3D86"/>
    <w:rsid w:val="000C5A4D"/>
    <w:rsid w:val="000D0232"/>
    <w:rsid w:val="000D7C73"/>
    <w:rsid w:val="000E1F83"/>
    <w:rsid w:val="000E3B53"/>
    <w:rsid w:val="000E7D77"/>
    <w:rsid w:val="000F1247"/>
    <w:rsid w:val="000F17DE"/>
    <w:rsid w:val="000F7B90"/>
    <w:rsid w:val="001032DB"/>
    <w:rsid w:val="00103BAB"/>
    <w:rsid w:val="00111A3F"/>
    <w:rsid w:val="0011331F"/>
    <w:rsid w:val="001221FA"/>
    <w:rsid w:val="001302F2"/>
    <w:rsid w:val="001306F2"/>
    <w:rsid w:val="00134181"/>
    <w:rsid w:val="00145159"/>
    <w:rsid w:val="001520F9"/>
    <w:rsid w:val="00156190"/>
    <w:rsid w:val="00161942"/>
    <w:rsid w:val="0016372B"/>
    <w:rsid w:val="00166E8C"/>
    <w:rsid w:val="00173DF3"/>
    <w:rsid w:val="00174519"/>
    <w:rsid w:val="00174772"/>
    <w:rsid w:val="00176C93"/>
    <w:rsid w:val="001772D1"/>
    <w:rsid w:val="0018037A"/>
    <w:rsid w:val="00184F76"/>
    <w:rsid w:val="00186E84"/>
    <w:rsid w:val="001877C6"/>
    <w:rsid w:val="001921F8"/>
    <w:rsid w:val="00192E15"/>
    <w:rsid w:val="001966AB"/>
    <w:rsid w:val="001A43FF"/>
    <w:rsid w:val="001B184C"/>
    <w:rsid w:val="001B3157"/>
    <w:rsid w:val="001B3BDE"/>
    <w:rsid w:val="001C2E7A"/>
    <w:rsid w:val="001D3B45"/>
    <w:rsid w:val="001D5E15"/>
    <w:rsid w:val="001D7930"/>
    <w:rsid w:val="001D7AF3"/>
    <w:rsid w:val="001E5989"/>
    <w:rsid w:val="001E69E9"/>
    <w:rsid w:val="001F4B31"/>
    <w:rsid w:val="001F4E33"/>
    <w:rsid w:val="001F5500"/>
    <w:rsid w:val="001F6106"/>
    <w:rsid w:val="002205FC"/>
    <w:rsid w:val="00220F10"/>
    <w:rsid w:val="002262E1"/>
    <w:rsid w:val="00226F8A"/>
    <w:rsid w:val="00227158"/>
    <w:rsid w:val="00227253"/>
    <w:rsid w:val="00230C23"/>
    <w:rsid w:val="00231932"/>
    <w:rsid w:val="00243D14"/>
    <w:rsid w:val="00245B20"/>
    <w:rsid w:val="00246AD5"/>
    <w:rsid w:val="00251EB2"/>
    <w:rsid w:val="00253B48"/>
    <w:rsid w:val="00255DBA"/>
    <w:rsid w:val="002565FD"/>
    <w:rsid w:val="00256BAB"/>
    <w:rsid w:val="00262B10"/>
    <w:rsid w:val="00267534"/>
    <w:rsid w:val="002725AE"/>
    <w:rsid w:val="00282146"/>
    <w:rsid w:val="00287D17"/>
    <w:rsid w:val="002936E1"/>
    <w:rsid w:val="00294C66"/>
    <w:rsid w:val="00295386"/>
    <w:rsid w:val="002A3367"/>
    <w:rsid w:val="002A59F9"/>
    <w:rsid w:val="002B1250"/>
    <w:rsid w:val="002C0860"/>
    <w:rsid w:val="002C1D5A"/>
    <w:rsid w:val="002C245E"/>
    <w:rsid w:val="002C4A82"/>
    <w:rsid w:val="002D0884"/>
    <w:rsid w:val="002D112E"/>
    <w:rsid w:val="002D189D"/>
    <w:rsid w:val="002D2ACA"/>
    <w:rsid w:val="002D534A"/>
    <w:rsid w:val="002E3339"/>
    <w:rsid w:val="002E5188"/>
    <w:rsid w:val="002E657D"/>
    <w:rsid w:val="002F3C2F"/>
    <w:rsid w:val="0030161A"/>
    <w:rsid w:val="00304C7E"/>
    <w:rsid w:val="00311714"/>
    <w:rsid w:val="00323F78"/>
    <w:rsid w:val="003317B4"/>
    <w:rsid w:val="003330FD"/>
    <w:rsid w:val="003410BD"/>
    <w:rsid w:val="003420D5"/>
    <w:rsid w:val="003462C3"/>
    <w:rsid w:val="0034646F"/>
    <w:rsid w:val="003614F7"/>
    <w:rsid w:val="00362517"/>
    <w:rsid w:val="003766CE"/>
    <w:rsid w:val="00386302"/>
    <w:rsid w:val="00387258"/>
    <w:rsid w:val="00391A06"/>
    <w:rsid w:val="00393241"/>
    <w:rsid w:val="003938BE"/>
    <w:rsid w:val="003945A5"/>
    <w:rsid w:val="003951AE"/>
    <w:rsid w:val="00396E62"/>
    <w:rsid w:val="003A0BB9"/>
    <w:rsid w:val="003A2A51"/>
    <w:rsid w:val="003A3120"/>
    <w:rsid w:val="003A3C6E"/>
    <w:rsid w:val="003A6E88"/>
    <w:rsid w:val="003B08E2"/>
    <w:rsid w:val="003B3EDB"/>
    <w:rsid w:val="003B69B8"/>
    <w:rsid w:val="003C273C"/>
    <w:rsid w:val="003C2A8C"/>
    <w:rsid w:val="003C573D"/>
    <w:rsid w:val="003C5D9D"/>
    <w:rsid w:val="003C5F56"/>
    <w:rsid w:val="003D20D7"/>
    <w:rsid w:val="003D508F"/>
    <w:rsid w:val="003E28B9"/>
    <w:rsid w:val="003E51F1"/>
    <w:rsid w:val="003F1DDF"/>
    <w:rsid w:val="003F425E"/>
    <w:rsid w:val="003F7971"/>
    <w:rsid w:val="00407627"/>
    <w:rsid w:val="00411792"/>
    <w:rsid w:val="00412A05"/>
    <w:rsid w:val="004147BB"/>
    <w:rsid w:val="004156BE"/>
    <w:rsid w:val="00424578"/>
    <w:rsid w:val="00425A19"/>
    <w:rsid w:val="00431A94"/>
    <w:rsid w:val="004322CE"/>
    <w:rsid w:val="004370A0"/>
    <w:rsid w:val="00440631"/>
    <w:rsid w:val="00440CC1"/>
    <w:rsid w:val="004410F9"/>
    <w:rsid w:val="00441D73"/>
    <w:rsid w:val="0044303B"/>
    <w:rsid w:val="0044450B"/>
    <w:rsid w:val="004454FB"/>
    <w:rsid w:val="00447501"/>
    <w:rsid w:val="00453650"/>
    <w:rsid w:val="00462010"/>
    <w:rsid w:val="00470525"/>
    <w:rsid w:val="00472280"/>
    <w:rsid w:val="00473B31"/>
    <w:rsid w:val="00476A4D"/>
    <w:rsid w:val="00476DB2"/>
    <w:rsid w:val="004801CF"/>
    <w:rsid w:val="00480D51"/>
    <w:rsid w:val="00481498"/>
    <w:rsid w:val="00481C98"/>
    <w:rsid w:val="00481EE9"/>
    <w:rsid w:val="00490F78"/>
    <w:rsid w:val="00492061"/>
    <w:rsid w:val="004927B9"/>
    <w:rsid w:val="004960F3"/>
    <w:rsid w:val="00497BBF"/>
    <w:rsid w:val="004A1BA9"/>
    <w:rsid w:val="004A1DE6"/>
    <w:rsid w:val="004A5B01"/>
    <w:rsid w:val="004B2924"/>
    <w:rsid w:val="004B4551"/>
    <w:rsid w:val="004B6246"/>
    <w:rsid w:val="004B7269"/>
    <w:rsid w:val="004C1D29"/>
    <w:rsid w:val="004D41D0"/>
    <w:rsid w:val="004D4469"/>
    <w:rsid w:val="004E2238"/>
    <w:rsid w:val="004E6080"/>
    <w:rsid w:val="004F41CE"/>
    <w:rsid w:val="004F6244"/>
    <w:rsid w:val="00501718"/>
    <w:rsid w:val="005034CB"/>
    <w:rsid w:val="005059BC"/>
    <w:rsid w:val="00511790"/>
    <w:rsid w:val="0052003B"/>
    <w:rsid w:val="0052464E"/>
    <w:rsid w:val="00526EE2"/>
    <w:rsid w:val="0053451E"/>
    <w:rsid w:val="00535139"/>
    <w:rsid w:val="005447D4"/>
    <w:rsid w:val="0054787B"/>
    <w:rsid w:val="00547C43"/>
    <w:rsid w:val="00552851"/>
    <w:rsid w:val="005541F7"/>
    <w:rsid w:val="005564C2"/>
    <w:rsid w:val="00556F6A"/>
    <w:rsid w:val="0057620E"/>
    <w:rsid w:val="0057728A"/>
    <w:rsid w:val="0057782F"/>
    <w:rsid w:val="00581C18"/>
    <w:rsid w:val="00583668"/>
    <w:rsid w:val="00587751"/>
    <w:rsid w:val="005921D8"/>
    <w:rsid w:val="00592C22"/>
    <w:rsid w:val="00597E4A"/>
    <w:rsid w:val="005A1B90"/>
    <w:rsid w:val="005A293E"/>
    <w:rsid w:val="005A3900"/>
    <w:rsid w:val="005A3B0F"/>
    <w:rsid w:val="005A6ECC"/>
    <w:rsid w:val="005B1625"/>
    <w:rsid w:val="005B293C"/>
    <w:rsid w:val="005B5869"/>
    <w:rsid w:val="005B642C"/>
    <w:rsid w:val="005B648B"/>
    <w:rsid w:val="005B65C3"/>
    <w:rsid w:val="005B68E0"/>
    <w:rsid w:val="005C0D99"/>
    <w:rsid w:val="005C6952"/>
    <w:rsid w:val="005D064C"/>
    <w:rsid w:val="005D3E1C"/>
    <w:rsid w:val="005E1471"/>
    <w:rsid w:val="005E4516"/>
    <w:rsid w:val="005F0CCA"/>
    <w:rsid w:val="005F2DBB"/>
    <w:rsid w:val="005F56E8"/>
    <w:rsid w:val="005F5C47"/>
    <w:rsid w:val="00607E68"/>
    <w:rsid w:val="00611B29"/>
    <w:rsid w:val="00612DFE"/>
    <w:rsid w:val="00613987"/>
    <w:rsid w:val="00615C58"/>
    <w:rsid w:val="00616F95"/>
    <w:rsid w:val="00617245"/>
    <w:rsid w:val="00621A77"/>
    <w:rsid w:val="00622EDC"/>
    <w:rsid w:val="0062539F"/>
    <w:rsid w:val="00633760"/>
    <w:rsid w:val="00640516"/>
    <w:rsid w:val="00651F27"/>
    <w:rsid w:val="00657539"/>
    <w:rsid w:val="0066063D"/>
    <w:rsid w:val="00671439"/>
    <w:rsid w:val="00672874"/>
    <w:rsid w:val="00674F2E"/>
    <w:rsid w:val="00675369"/>
    <w:rsid w:val="0067767C"/>
    <w:rsid w:val="00680094"/>
    <w:rsid w:val="006847D9"/>
    <w:rsid w:val="006916E2"/>
    <w:rsid w:val="00694BA6"/>
    <w:rsid w:val="006978A3"/>
    <w:rsid w:val="006A2961"/>
    <w:rsid w:val="006A715B"/>
    <w:rsid w:val="006A7857"/>
    <w:rsid w:val="006A7BF2"/>
    <w:rsid w:val="006B0F74"/>
    <w:rsid w:val="006B5BDA"/>
    <w:rsid w:val="006B7375"/>
    <w:rsid w:val="006B77C1"/>
    <w:rsid w:val="006C5A77"/>
    <w:rsid w:val="006C72BE"/>
    <w:rsid w:val="006D42FB"/>
    <w:rsid w:val="006E1987"/>
    <w:rsid w:val="006F439B"/>
    <w:rsid w:val="007012F7"/>
    <w:rsid w:val="007128F4"/>
    <w:rsid w:val="007169BA"/>
    <w:rsid w:val="00723C8E"/>
    <w:rsid w:val="00727FD2"/>
    <w:rsid w:val="0073006B"/>
    <w:rsid w:val="007346EF"/>
    <w:rsid w:val="00734AE2"/>
    <w:rsid w:val="00744A5B"/>
    <w:rsid w:val="00747DE8"/>
    <w:rsid w:val="00750891"/>
    <w:rsid w:val="00751796"/>
    <w:rsid w:val="00751F46"/>
    <w:rsid w:val="007568C8"/>
    <w:rsid w:val="00760726"/>
    <w:rsid w:val="007646E0"/>
    <w:rsid w:val="0076699B"/>
    <w:rsid w:val="00766F48"/>
    <w:rsid w:val="00774952"/>
    <w:rsid w:val="00776049"/>
    <w:rsid w:val="0077686F"/>
    <w:rsid w:val="007815DC"/>
    <w:rsid w:val="007A0C93"/>
    <w:rsid w:val="007B1E1D"/>
    <w:rsid w:val="007B2A3B"/>
    <w:rsid w:val="007B5C30"/>
    <w:rsid w:val="007B6C40"/>
    <w:rsid w:val="007B792C"/>
    <w:rsid w:val="007C1ACA"/>
    <w:rsid w:val="007C2039"/>
    <w:rsid w:val="007C47CB"/>
    <w:rsid w:val="007C7EAE"/>
    <w:rsid w:val="007D24AC"/>
    <w:rsid w:val="007D6343"/>
    <w:rsid w:val="007E3911"/>
    <w:rsid w:val="007E4463"/>
    <w:rsid w:val="007F253D"/>
    <w:rsid w:val="007F382A"/>
    <w:rsid w:val="007F41F5"/>
    <w:rsid w:val="007F7934"/>
    <w:rsid w:val="00803C84"/>
    <w:rsid w:val="0080719E"/>
    <w:rsid w:val="00812274"/>
    <w:rsid w:val="0081236D"/>
    <w:rsid w:val="00814353"/>
    <w:rsid w:val="0081623C"/>
    <w:rsid w:val="008170D8"/>
    <w:rsid w:val="0082356F"/>
    <w:rsid w:val="00824C5F"/>
    <w:rsid w:val="00831939"/>
    <w:rsid w:val="008341D5"/>
    <w:rsid w:val="00840193"/>
    <w:rsid w:val="00840763"/>
    <w:rsid w:val="00842B8E"/>
    <w:rsid w:val="00845C42"/>
    <w:rsid w:val="00850CAD"/>
    <w:rsid w:val="008610F2"/>
    <w:rsid w:val="0086722C"/>
    <w:rsid w:val="00872EAD"/>
    <w:rsid w:val="00873660"/>
    <w:rsid w:val="0087717E"/>
    <w:rsid w:val="00883A71"/>
    <w:rsid w:val="00885522"/>
    <w:rsid w:val="0088744F"/>
    <w:rsid w:val="00891555"/>
    <w:rsid w:val="00891C42"/>
    <w:rsid w:val="008A21BD"/>
    <w:rsid w:val="008A7652"/>
    <w:rsid w:val="008B54D4"/>
    <w:rsid w:val="008C07D4"/>
    <w:rsid w:val="008C1992"/>
    <w:rsid w:val="008E5DC0"/>
    <w:rsid w:val="008F4CFA"/>
    <w:rsid w:val="00905205"/>
    <w:rsid w:val="0090764E"/>
    <w:rsid w:val="00910449"/>
    <w:rsid w:val="0091486C"/>
    <w:rsid w:val="00923994"/>
    <w:rsid w:val="0092781B"/>
    <w:rsid w:val="00932573"/>
    <w:rsid w:val="009408DB"/>
    <w:rsid w:val="009409CC"/>
    <w:rsid w:val="0094134E"/>
    <w:rsid w:val="00942DA7"/>
    <w:rsid w:val="009462C6"/>
    <w:rsid w:val="00955085"/>
    <w:rsid w:val="00955ADA"/>
    <w:rsid w:val="0095698B"/>
    <w:rsid w:val="00956FE9"/>
    <w:rsid w:val="00966D16"/>
    <w:rsid w:val="00975EE3"/>
    <w:rsid w:val="00975FD2"/>
    <w:rsid w:val="0097656B"/>
    <w:rsid w:val="00976EBF"/>
    <w:rsid w:val="00994643"/>
    <w:rsid w:val="00997676"/>
    <w:rsid w:val="00997999"/>
    <w:rsid w:val="009A3843"/>
    <w:rsid w:val="009B3B3D"/>
    <w:rsid w:val="009C2A90"/>
    <w:rsid w:val="009C32E3"/>
    <w:rsid w:val="009D1534"/>
    <w:rsid w:val="009D2DC5"/>
    <w:rsid w:val="009F2821"/>
    <w:rsid w:val="009F40CC"/>
    <w:rsid w:val="009F5E4F"/>
    <w:rsid w:val="009F74A0"/>
    <w:rsid w:val="00A025A0"/>
    <w:rsid w:val="00A11D0A"/>
    <w:rsid w:val="00A1251D"/>
    <w:rsid w:val="00A12B1B"/>
    <w:rsid w:val="00A1495B"/>
    <w:rsid w:val="00A168DC"/>
    <w:rsid w:val="00A21931"/>
    <w:rsid w:val="00A22821"/>
    <w:rsid w:val="00A26BF9"/>
    <w:rsid w:val="00A26FD2"/>
    <w:rsid w:val="00A34E00"/>
    <w:rsid w:val="00A45FA2"/>
    <w:rsid w:val="00A46535"/>
    <w:rsid w:val="00A47D19"/>
    <w:rsid w:val="00A53E4A"/>
    <w:rsid w:val="00A60824"/>
    <w:rsid w:val="00A64260"/>
    <w:rsid w:val="00A6544F"/>
    <w:rsid w:val="00A65F10"/>
    <w:rsid w:val="00A66878"/>
    <w:rsid w:val="00A76F28"/>
    <w:rsid w:val="00A77ADC"/>
    <w:rsid w:val="00A82434"/>
    <w:rsid w:val="00A85610"/>
    <w:rsid w:val="00A873FF"/>
    <w:rsid w:val="00A9074C"/>
    <w:rsid w:val="00AA0520"/>
    <w:rsid w:val="00AA51B2"/>
    <w:rsid w:val="00AB11E0"/>
    <w:rsid w:val="00AB3614"/>
    <w:rsid w:val="00AC3B8D"/>
    <w:rsid w:val="00AC4408"/>
    <w:rsid w:val="00AC5383"/>
    <w:rsid w:val="00AE2F1F"/>
    <w:rsid w:val="00AE3D91"/>
    <w:rsid w:val="00AE7FA4"/>
    <w:rsid w:val="00AF057F"/>
    <w:rsid w:val="00AF102A"/>
    <w:rsid w:val="00AF1443"/>
    <w:rsid w:val="00AF58DB"/>
    <w:rsid w:val="00AF7166"/>
    <w:rsid w:val="00B03D8D"/>
    <w:rsid w:val="00B04659"/>
    <w:rsid w:val="00B0676E"/>
    <w:rsid w:val="00B119A2"/>
    <w:rsid w:val="00B32BF3"/>
    <w:rsid w:val="00B341C9"/>
    <w:rsid w:val="00B36511"/>
    <w:rsid w:val="00B449DC"/>
    <w:rsid w:val="00B45267"/>
    <w:rsid w:val="00B56B06"/>
    <w:rsid w:val="00B56BBA"/>
    <w:rsid w:val="00B57863"/>
    <w:rsid w:val="00B628B7"/>
    <w:rsid w:val="00B66547"/>
    <w:rsid w:val="00B743ED"/>
    <w:rsid w:val="00B81EB4"/>
    <w:rsid w:val="00B838D6"/>
    <w:rsid w:val="00B859F7"/>
    <w:rsid w:val="00B90CB4"/>
    <w:rsid w:val="00B93FBC"/>
    <w:rsid w:val="00B9420E"/>
    <w:rsid w:val="00B94311"/>
    <w:rsid w:val="00BA248B"/>
    <w:rsid w:val="00BA3BF0"/>
    <w:rsid w:val="00BB5BFC"/>
    <w:rsid w:val="00BB7570"/>
    <w:rsid w:val="00BC74C1"/>
    <w:rsid w:val="00BD1B4D"/>
    <w:rsid w:val="00BD20B9"/>
    <w:rsid w:val="00BD2D2A"/>
    <w:rsid w:val="00BD418E"/>
    <w:rsid w:val="00BD581F"/>
    <w:rsid w:val="00BD6696"/>
    <w:rsid w:val="00BD6BC6"/>
    <w:rsid w:val="00BE5460"/>
    <w:rsid w:val="00BE5F6C"/>
    <w:rsid w:val="00BF447C"/>
    <w:rsid w:val="00BF6B73"/>
    <w:rsid w:val="00C00ECA"/>
    <w:rsid w:val="00C17F89"/>
    <w:rsid w:val="00C22008"/>
    <w:rsid w:val="00C22B64"/>
    <w:rsid w:val="00C37E9E"/>
    <w:rsid w:val="00C40920"/>
    <w:rsid w:val="00C438BB"/>
    <w:rsid w:val="00C47873"/>
    <w:rsid w:val="00C47BB1"/>
    <w:rsid w:val="00C61431"/>
    <w:rsid w:val="00C61F25"/>
    <w:rsid w:val="00C71CBE"/>
    <w:rsid w:val="00C8555C"/>
    <w:rsid w:val="00C87312"/>
    <w:rsid w:val="00C91534"/>
    <w:rsid w:val="00C9272A"/>
    <w:rsid w:val="00C94A3E"/>
    <w:rsid w:val="00CA08C4"/>
    <w:rsid w:val="00CA5D49"/>
    <w:rsid w:val="00CA7287"/>
    <w:rsid w:val="00CA7D09"/>
    <w:rsid w:val="00CB2DD9"/>
    <w:rsid w:val="00CB3344"/>
    <w:rsid w:val="00CB471D"/>
    <w:rsid w:val="00CB55E3"/>
    <w:rsid w:val="00CC02D3"/>
    <w:rsid w:val="00CC6D23"/>
    <w:rsid w:val="00CD52ED"/>
    <w:rsid w:val="00CE0D93"/>
    <w:rsid w:val="00CE2F73"/>
    <w:rsid w:val="00CE41EB"/>
    <w:rsid w:val="00CF6C24"/>
    <w:rsid w:val="00CF6C26"/>
    <w:rsid w:val="00D109E6"/>
    <w:rsid w:val="00D13E22"/>
    <w:rsid w:val="00D17785"/>
    <w:rsid w:val="00D31F62"/>
    <w:rsid w:val="00D33226"/>
    <w:rsid w:val="00D338D4"/>
    <w:rsid w:val="00D33D4D"/>
    <w:rsid w:val="00D360A7"/>
    <w:rsid w:val="00D36937"/>
    <w:rsid w:val="00D40EE8"/>
    <w:rsid w:val="00D43CD4"/>
    <w:rsid w:val="00D56BD2"/>
    <w:rsid w:val="00D656F4"/>
    <w:rsid w:val="00D720AB"/>
    <w:rsid w:val="00D77F55"/>
    <w:rsid w:val="00D81B6B"/>
    <w:rsid w:val="00D81E68"/>
    <w:rsid w:val="00D825FB"/>
    <w:rsid w:val="00D92047"/>
    <w:rsid w:val="00D94482"/>
    <w:rsid w:val="00D975A2"/>
    <w:rsid w:val="00DA122B"/>
    <w:rsid w:val="00DA218E"/>
    <w:rsid w:val="00DB192D"/>
    <w:rsid w:val="00DC08D4"/>
    <w:rsid w:val="00DC2155"/>
    <w:rsid w:val="00DC6E8D"/>
    <w:rsid w:val="00DD2A93"/>
    <w:rsid w:val="00DD53D8"/>
    <w:rsid w:val="00DD6C59"/>
    <w:rsid w:val="00DE0ADC"/>
    <w:rsid w:val="00DE28F0"/>
    <w:rsid w:val="00DE52B5"/>
    <w:rsid w:val="00DF7F57"/>
    <w:rsid w:val="00E05D85"/>
    <w:rsid w:val="00E061F5"/>
    <w:rsid w:val="00E12EE0"/>
    <w:rsid w:val="00E13292"/>
    <w:rsid w:val="00E15979"/>
    <w:rsid w:val="00E16AEC"/>
    <w:rsid w:val="00E170F5"/>
    <w:rsid w:val="00E20969"/>
    <w:rsid w:val="00E33C3B"/>
    <w:rsid w:val="00E35823"/>
    <w:rsid w:val="00E36A0B"/>
    <w:rsid w:val="00E411A6"/>
    <w:rsid w:val="00E43C4B"/>
    <w:rsid w:val="00E53306"/>
    <w:rsid w:val="00E56A1A"/>
    <w:rsid w:val="00E6006C"/>
    <w:rsid w:val="00E632BD"/>
    <w:rsid w:val="00E63E31"/>
    <w:rsid w:val="00E641C4"/>
    <w:rsid w:val="00E71396"/>
    <w:rsid w:val="00E72686"/>
    <w:rsid w:val="00E733AD"/>
    <w:rsid w:val="00E77AD8"/>
    <w:rsid w:val="00E8072B"/>
    <w:rsid w:val="00E91743"/>
    <w:rsid w:val="00EA1D0B"/>
    <w:rsid w:val="00EB180D"/>
    <w:rsid w:val="00EB599F"/>
    <w:rsid w:val="00EB6175"/>
    <w:rsid w:val="00EC5DAD"/>
    <w:rsid w:val="00ED0721"/>
    <w:rsid w:val="00ED2891"/>
    <w:rsid w:val="00ED2C88"/>
    <w:rsid w:val="00ED4DAD"/>
    <w:rsid w:val="00ED530E"/>
    <w:rsid w:val="00ED632B"/>
    <w:rsid w:val="00EE1080"/>
    <w:rsid w:val="00EE1D29"/>
    <w:rsid w:val="00EE1DA2"/>
    <w:rsid w:val="00EE3199"/>
    <w:rsid w:val="00EE51F8"/>
    <w:rsid w:val="00EF28AC"/>
    <w:rsid w:val="00EF4370"/>
    <w:rsid w:val="00EF4F4B"/>
    <w:rsid w:val="00EF5ACF"/>
    <w:rsid w:val="00F01B41"/>
    <w:rsid w:val="00F04732"/>
    <w:rsid w:val="00F066AE"/>
    <w:rsid w:val="00F11149"/>
    <w:rsid w:val="00F12052"/>
    <w:rsid w:val="00F171E6"/>
    <w:rsid w:val="00F32560"/>
    <w:rsid w:val="00F41A37"/>
    <w:rsid w:val="00F54C22"/>
    <w:rsid w:val="00F56CC2"/>
    <w:rsid w:val="00F57203"/>
    <w:rsid w:val="00F60C27"/>
    <w:rsid w:val="00F639BD"/>
    <w:rsid w:val="00F76E00"/>
    <w:rsid w:val="00F86DC5"/>
    <w:rsid w:val="00F90FE1"/>
    <w:rsid w:val="00F954F6"/>
    <w:rsid w:val="00FB0E8B"/>
    <w:rsid w:val="00FC0C40"/>
    <w:rsid w:val="00FC5EF0"/>
    <w:rsid w:val="00FD2AB7"/>
    <w:rsid w:val="00FD66CB"/>
    <w:rsid w:val="00FE7374"/>
    <w:rsid w:val="00FF33E3"/>
    <w:rsid w:val="00FF37D1"/>
    <w:rsid w:val="00FF53D5"/>
    <w:rsid w:val="00FF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0094"/>
    <w:rPr>
      <w:lang w:eastAsia="en-US"/>
    </w:rPr>
  </w:style>
  <w:style w:type="paragraph" w:styleId="1">
    <w:name w:val="heading 1"/>
    <w:basedOn w:val="a"/>
    <w:next w:val="a"/>
    <w:qFormat/>
    <w:rsid w:val="00680094"/>
    <w:pPr>
      <w:keepNext/>
      <w:ind w:right="-29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680094"/>
    <w:pPr>
      <w:keepNext/>
      <w:spacing w:before="60"/>
      <w:ind w:left="567" w:right="-2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680094"/>
    <w:pPr>
      <w:keepNext/>
      <w:ind w:right="-29"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qFormat/>
    <w:rsid w:val="00680094"/>
    <w:pPr>
      <w:keepNext/>
      <w:ind w:right="-29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680094"/>
    <w:pPr>
      <w:keepNext/>
      <w:jc w:val="both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680094"/>
    <w:pPr>
      <w:keepNext/>
      <w:spacing w:before="120"/>
      <w:ind w:right="-28" w:firstLine="720"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680094"/>
    <w:pPr>
      <w:keepNext/>
      <w:spacing w:before="120"/>
      <w:ind w:right="-28" w:firstLine="720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680094"/>
    <w:pPr>
      <w:keepNext/>
      <w:spacing w:before="120"/>
      <w:ind w:right="-28"/>
      <w:jc w:val="both"/>
      <w:outlineLvl w:val="7"/>
    </w:pPr>
    <w:rPr>
      <w:rFonts w:ascii="Arial" w:hAnsi="Arial" w:cs="Arial"/>
      <w:sz w:val="24"/>
      <w:u w:val="single"/>
    </w:rPr>
  </w:style>
  <w:style w:type="paragraph" w:styleId="9">
    <w:name w:val="heading 9"/>
    <w:basedOn w:val="a"/>
    <w:next w:val="a"/>
    <w:qFormat/>
    <w:rsid w:val="00680094"/>
    <w:pPr>
      <w:keepNext/>
      <w:spacing w:before="120"/>
      <w:ind w:right="-28"/>
      <w:jc w:val="both"/>
      <w:outlineLvl w:val="8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00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80094"/>
  </w:style>
  <w:style w:type="paragraph" w:styleId="a6">
    <w:name w:val="List Bullet"/>
    <w:basedOn w:val="a"/>
    <w:rsid w:val="00680094"/>
    <w:pPr>
      <w:ind w:left="283" w:hanging="283"/>
    </w:pPr>
  </w:style>
  <w:style w:type="paragraph" w:customStyle="1" w:styleId="a7">
    <w:name w:val=":)"/>
    <w:rsid w:val="00680094"/>
    <w:rPr>
      <w:lang w:eastAsia="en-US"/>
    </w:rPr>
  </w:style>
  <w:style w:type="paragraph" w:styleId="a8">
    <w:name w:val="Document Map"/>
    <w:basedOn w:val="a"/>
    <w:semiHidden/>
    <w:rsid w:val="00680094"/>
    <w:pPr>
      <w:shd w:val="clear" w:color="auto" w:fill="000080"/>
    </w:pPr>
    <w:rPr>
      <w:rFonts w:ascii="Tahoma" w:hAnsi="Tahoma"/>
    </w:rPr>
  </w:style>
  <w:style w:type="paragraph" w:styleId="a9">
    <w:name w:val="caption"/>
    <w:basedOn w:val="a"/>
    <w:next w:val="a"/>
    <w:qFormat/>
    <w:rsid w:val="00680094"/>
    <w:pPr>
      <w:spacing w:before="120"/>
      <w:ind w:right="-28"/>
      <w:jc w:val="center"/>
    </w:pPr>
    <w:rPr>
      <w:b/>
      <w:sz w:val="24"/>
    </w:rPr>
  </w:style>
  <w:style w:type="paragraph" w:styleId="aa">
    <w:name w:val="footer"/>
    <w:basedOn w:val="a"/>
    <w:rsid w:val="00680094"/>
    <w:pPr>
      <w:tabs>
        <w:tab w:val="center" w:pos="4153"/>
        <w:tab w:val="right" w:pos="8306"/>
      </w:tabs>
    </w:pPr>
  </w:style>
  <w:style w:type="paragraph" w:styleId="ab">
    <w:name w:val="Body Text"/>
    <w:basedOn w:val="a"/>
    <w:rsid w:val="00680094"/>
    <w:pPr>
      <w:spacing w:line="360" w:lineRule="auto"/>
    </w:pPr>
    <w:rPr>
      <w:rFonts w:ascii="Arial" w:hAnsi="Arial"/>
      <w:sz w:val="24"/>
    </w:rPr>
  </w:style>
  <w:style w:type="paragraph" w:styleId="20">
    <w:name w:val="Body Text 2"/>
    <w:basedOn w:val="a"/>
    <w:link w:val="21"/>
    <w:rsid w:val="00680094"/>
    <w:pPr>
      <w:spacing w:line="360" w:lineRule="auto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680094"/>
    <w:pPr>
      <w:spacing w:before="60"/>
      <w:ind w:right="-28"/>
    </w:pPr>
    <w:rPr>
      <w:sz w:val="24"/>
    </w:rPr>
  </w:style>
  <w:style w:type="paragraph" w:styleId="ac">
    <w:name w:val="Body Text Indent"/>
    <w:basedOn w:val="a"/>
    <w:rsid w:val="00680094"/>
    <w:pPr>
      <w:ind w:firstLine="720"/>
      <w:jc w:val="both"/>
    </w:pPr>
    <w:rPr>
      <w:rFonts w:ascii="Arial" w:hAnsi="Arial"/>
      <w:sz w:val="24"/>
    </w:rPr>
  </w:style>
  <w:style w:type="paragraph" w:styleId="ad">
    <w:name w:val="Block Text"/>
    <w:basedOn w:val="a"/>
    <w:rsid w:val="00680094"/>
    <w:pPr>
      <w:spacing w:before="120"/>
      <w:ind w:left="360" w:right="-28"/>
      <w:jc w:val="both"/>
    </w:pPr>
    <w:rPr>
      <w:sz w:val="24"/>
    </w:rPr>
  </w:style>
  <w:style w:type="table" w:styleId="ae">
    <w:name w:val="Table Grid"/>
    <w:basedOn w:val="a1"/>
    <w:rsid w:val="00F54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2262E1"/>
    <w:rPr>
      <w:rFonts w:ascii="Arial" w:hAnsi="Arial"/>
      <w:sz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112E"/>
    <w:rPr>
      <w:lang w:eastAsia="en-US"/>
    </w:rPr>
  </w:style>
  <w:style w:type="paragraph" w:styleId="af">
    <w:name w:val="Balloon Text"/>
    <w:basedOn w:val="a"/>
    <w:link w:val="af0"/>
    <w:rsid w:val="00621A7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21A77"/>
    <w:rPr>
      <w:rFonts w:ascii="Tahoma" w:hAnsi="Tahoma" w:cs="Tahoma"/>
      <w:sz w:val="16"/>
      <w:szCs w:val="16"/>
      <w:lang w:eastAsia="en-US"/>
    </w:rPr>
  </w:style>
  <w:style w:type="paragraph" w:styleId="af1">
    <w:name w:val="List Paragraph"/>
    <w:basedOn w:val="a"/>
    <w:uiPriority w:val="34"/>
    <w:qFormat/>
    <w:rsid w:val="00D94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0094"/>
    <w:rPr>
      <w:lang w:eastAsia="en-US"/>
    </w:rPr>
  </w:style>
  <w:style w:type="paragraph" w:styleId="1">
    <w:name w:val="heading 1"/>
    <w:basedOn w:val="a"/>
    <w:next w:val="a"/>
    <w:qFormat/>
    <w:rsid w:val="00680094"/>
    <w:pPr>
      <w:keepNext/>
      <w:ind w:right="-29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680094"/>
    <w:pPr>
      <w:keepNext/>
      <w:spacing w:before="60"/>
      <w:ind w:left="567" w:right="-2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680094"/>
    <w:pPr>
      <w:keepNext/>
      <w:ind w:right="-29"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qFormat/>
    <w:rsid w:val="00680094"/>
    <w:pPr>
      <w:keepNext/>
      <w:ind w:right="-29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680094"/>
    <w:pPr>
      <w:keepNext/>
      <w:jc w:val="both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680094"/>
    <w:pPr>
      <w:keepNext/>
      <w:spacing w:before="120"/>
      <w:ind w:right="-28" w:firstLine="720"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680094"/>
    <w:pPr>
      <w:keepNext/>
      <w:spacing w:before="120"/>
      <w:ind w:right="-28" w:firstLine="720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680094"/>
    <w:pPr>
      <w:keepNext/>
      <w:spacing w:before="120"/>
      <w:ind w:right="-28"/>
      <w:jc w:val="both"/>
      <w:outlineLvl w:val="7"/>
    </w:pPr>
    <w:rPr>
      <w:rFonts w:ascii="Arial" w:hAnsi="Arial" w:cs="Arial"/>
      <w:sz w:val="24"/>
      <w:u w:val="single"/>
    </w:rPr>
  </w:style>
  <w:style w:type="paragraph" w:styleId="9">
    <w:name w:val="heading 9"/>
    <w:basedOn w:val="a"/>
    <w:next w:val="a"/>
    <w:qFormat/>
    <w:rsid w:val="00680094"/>
    <w:pPr>
      <w:keepNext/>
      <w:spacing w:before="120"/>
      <w:ind w:right="-28"/>
      <w:jc w:val="both"/>
      <w:outlineLvl w:val="8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00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80094"/>
  </w:style>
  <w:style w:type="paragraph" w:styleId="a6">
    <w:name w:val="List Bullet"/>
    <w:basedOn w:val="a"/>
    <w:rsid w:val="00680094"/>
    <w:pPr>
      <w:ind w:left="283" w:hanging="283"/>
    </w:pPr>
  </w:style>
  <w:style w:type="paragraph" w:customStyle="1" w:styleId="a7">
    <w:name w:val=":)"/>
    <w:rsid w:val="00680094"/>
    <w:rPr>
      <w:lang w:eastAsia="en-US"/>
    </w:rPr>
  </w:style>
  <w:style w:type="paragraph" w:styleId="a8">
    <w:name w:val="Document Map"/>
    <w:basedOn w:val="a"/>
    <w:semiHidden/>
    <w:rsid w:val="00680094"/>
    <w:pPr>
      <w:shd w:val="clear" w:color="auto" w:fill="000080"/>
    </w:pPr>
    <w:rPr>
      <w:rFonts w:ascii="Tahoma" w:hAnsi="Tahoma"/>
    </w:rPr>
  </w:style>
  <w:style w:type="paragraph" w:styleId="a9">
    <w:name w:val="caption"/>
    <w:basedOn w:val="a"/>
    <w:next w:val="a"/>
    <w:qFormat/>
    <w:rsid w:val="00680094"/>
    <w:pPr>
      <w:spacing w:before="120"/>
      <w:ind w:right="-28"/>
      <w:jc w:val="center"/>
    </w:pPr>
    <w:rPr>
      <w:b/>
      <w:sz w:val="24"/>
    </w:rPr>
  </w:style>
  <w:style w:type="paragraph" w:styleId="aa">
    <w:name w:val="footer"/>
    <w:basedOn w:val="a"/>
    <w:rsid w:val="00680094"/>
    <w:pPr>
      <w:tabs>
        <w:tab w:val="center" w:pos="4153"/>
        <w:tab w:val="right" w:pos="8306"/>
      </w:tabs>
    </w:pPr>
  </w:style>
  <w:style w:type="paragraph" w:styleId="ab">
    <w:name w:val="Body Text"/>
    <w:basedOn w:val="a"/>
    <w:rsid w:val="00680094"/>
    <w:pPr>
      <w:spacing w:line="360" w:lineRule="auto"/>
    </w:pPr>
    <w:rPr>
      <w:rFonts w:ascii="Arial" w:hAnsi="Arial"/>
      <w:sz w:val="24"/>
    </w:rPr>
  </w:style>
  <w:style w:type="paragraph" w:styleId="20">
    <w:name w:val="Body Text 2"/>
    <w:basedOn w:val="a"/>
    <w:link w:val="21"/>
    <w:rsid w:val="00680094"/>
    <w:pPr>
      <w:spacing w:line="360" w:lineRule="auto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680094"/>
    <w:pPr>
      <w:spacing w:before="60"/>
      <w:ind w:right="-28"/>
    </w:pPr>
    <w:rPr>
      <w:sz w:val="24"/>
    </w:rPr>
  </w:style>
  <w:style w:type="paragraph" w:styleId="ac">
    <w:name w:val="Body Text Indent"/>
    <w:basedOn w:val="a"/>
    <w:rsid w:val="00680094"/>
    <w:pPr>
      <w:ind w:firstLine="720"/>
      <w:jc w:val="both"/>
    </w:pPr>
    <w:rPr>
      <w:rFonts w:ascii="Arial" w:hAnsi="Arial"/>
      <w:sz w:val="24"/>
    </w:rPr>
  </w:style>
  <w:style w:type="paragraph" w:styleId="ad">
    <w:name w:val="Block Text"/>
    <w:basedOn w:val="a"/>
    <w:rsid w:val="00680094"/>
    <w:pPr>
      <w:spacing w:before="120"/>
      <w:ind w:left="360" w:right="-28"/>
      <w:jc w:val="both"/>
    </w:pPr>
    <w:rPr>
      <w:sz w:val="24"/>
    </w:rPr>
  </w:style>
  <w:style w:type="table" w:styleId="ae">
    <w:name w:val="Table Grid"/>
    <w:basedOn w:val="a1"/>
    <w:rsid w:val="00F54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2262E1"/>
    <w:rPr>
      <w:rFonts w:ascii="Arial" w:hAnsi="Arial"/>
      <w:sz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112E"/>
    <w:rPr>
      <w:lang w:eastAsia="en-US"/>
    </w:rPr>
  </w:style>
  <w:style w:type="paragraph" w:styleId="af">
    <w:name w:val="Balloon Text"/>
    <w:basedOn w:val="a"/>
    <w:link w:val="af0"/>
    <w:rsid w:val="00621A7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21A77"/>
    <w:rPr>
      <w:rFonts w:ascii="Tahoma" w:hAnsi="Tahoma" w:cs="Tahoma"/>
      <w:sz w:val="16"/>
      <w:szCs w:val="16"/>
      <w:lang w:eastAsia="en-US"/>
    </w:rPr>
  </w:style>
  <w:style w:type="paragraph" w:styleId="af1">
    <w:name w:val="List Paragraph"/>
    <w:basedOn w:val="a"/>
    <w:uiPriority w:val="34"/>
    <w:qFormat/>
    <w:rsid w:val="00D94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1;&#1083;&#1072;&#1085;&#1082;&#1080;_&#1073;&#1077;&#1079;_&#1086;&#1082;&#1086;&#1096;&#1077;&#1082;\&#1050;&#1086;&#1084;&#1080;&#1090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898A5-898B-4136-8731-4D27160DB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Комитет</Template>
  <TotalTime>0</TotalTime>
  <Pages>2</Pages>
  <Words>499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Zvetkov</dc:creator>
  <cp:lastModifiedBy>Шульгина</cp:lastModifiedBy>
  <cp:revision>2</cp:revision>
  <cp:lastPrinted>2025-04-07T06:35:00Z</cp:lastPrinted>
  <dcterms:created xsi:type="dcterms:W3CDTF">2025-04-15T12:25:00Z</dcterms:created>
  <dcterms:modified xsi:type="dcterms:W3CDTF">2025-04-15T12:25:00Z</dcterms:modified>
</cp:coreProperties>
</file>